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10060" w:type="dxa"/>
        <w:tblLook w:val="04A0" w:firstRow="1" w:lastRow="0" w:firstColumn="1" w:lastColumn="0" w:noHBand="0" w:noVBand="1"/>
      </w:tblPr>
      <w:tblGrid>
        <w:gridCol w:w="1548"/>
        <w:gridCol w:w="474"/>
        <w:gridCol w:w="497"/>
        <w:gridCol w:w="31"/>
        <w:gridCol w:w="277"/>
        <w:gridCol w:w="148"/>
        <w:gridCol w:w="369"/>
        <w:gridCol w:w="194"/>
        <w:gridCol w:w="282"/>
        <w:gridCol w:w="198"/>
        <w:gridCol w:w="369"/>
        <w:gridCol w:w="640"/>
        <w:gridCol w:w="491"/>
        <w:gridCol w:w="273"/>
        <w:gridCol w:w="239"/>
        <w:gridCol w:w="656"/>
        <w:gridCol w:w="845"/>
        <w:gridCol w:w="24"/>
        <w:gridCol w:w="481"/>
        <w:gridCol w:w="1142"/>
        <w:gridCol w:w="411"/>
        <w:gridCol w:w="461"/>
        <w:gridCol w:w="10"/>
      </w:tblGrid>
      <w:tr w:rsidR="00034F9E" w14:paraId="324D11B6" w14:textId="77777777" w:rsidTr="00856357">
        <w:tc>
          <w:tcPr>
            <w:tcW w:w="10060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  <w:vAlign w:val="center"/>
          </w:tcPr>
          <w:p w14:paraId="470F556D" w14:textId="77EC907B" w:rsidR="00034F9E" w:rsidRDefault="00034F9E" w:rsidP="00034F9E">
            <w:pPr>
              <w:tabs>
                <w:tab w:val="left" w:pos="450"/>
                <w:tab w:val="center" w:pos="7200"/>
              </w:tabs>
              <w:spacing w:before="120" w:after="120"/>
              <w:jc w:val="center"/>
            </w:pPr>
            <w:r w:rsidRPr="000C122C">
              <w:rPr>
                <w:b/>
                <w:sz w:val="24"/>
                <w:szCs w:val="24"/>
              </w:rPr>
              <w:t>CERTIFICACIÓN DE EXPERIENCIA</w:t>
            </w:r>
          </w:p>
        </w:tc>
      </w:tr>
      <w:tr w:rsidR="00034F9E" w14:paraId="178BCFB4" w14:textId="77777777" w:rsidTr="00856357">
        <w:tc>
          <w:tcPr>
            <w:tcW w:w="10060" w:type="dxa"/>
            <w:gridSpan w:val="2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71B3BDF8" w14:textId="536795C2" w:rsidR="00034F9E" w:rsidRDefault="00034F9E" w:rsidP="00172821">
            <w:pPr>
              <w:tabs>
                <w:tab w:val="left" w:pos="450"/>
                <w:tab w:val="center" w:pos="7200"/>
              </w:tabs>
              <w:spacing w:before="60" w:after="60"/>
            </w:pPr>
            <w:r w:rsidRPr="007702FE">
              <w:rPr>
                <w:b/>
                <w:sz w:val="16"/>
                <w:lang w:val="es-ES"/>
              </w:rPr>
              <w:t xml:space="preserve">1.- </w:t>
            </w:r>
            <w:r>
              <w:rPr>
                <w:b/>
                <w:sz w:val="16"/>
                <w:lang w:val="es-ES"/>
              </w:rPr>
              <w:t>DATOS GENERALES DE LA CONTRATACIÓN</w:t>
            </w:r>
          </w:p>
        </w:tc>
      </w:tr>
      <w:tr w:rsidR="00034F9E" w14:paraId="22991E76" w14:textId="77777777" w:rsidTr="00856357">
        <w:tc>
          <w:tcPr>
            <w:tcW w:w="3820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ABE290" w14:textId="4E61431A" w:rsidR="00034F9E" w:rsidRDefault="00034F9E" w:rsidP="00761175">
            <w:pPr>
              <w:tabs>
                <w:tab w:val="left" w:pos="450"/>
                <w:tab w:val="center" w:pos="7200"/>
              </w:tabs>
              <w:spacing w:before="60" w:after="60"/>
            </w:pPr>
            <w:r w:rsidRPr="00CE4BDE">
              <w:rPr>
                <w:b/>
                <w:sz w:val="16"/>
                <w:lang w:val="es-ES"/>
              </w:rPr>
              <w:t>1.1- Nombre o razón social del contratante:</w:t>
            </w:r>
          </w:p>
        </w:tc>
        <w:tc>
          <w:tcPr>
            <w:tcW w:w="6240" w:type="dxa"/>
            <w:gridSpan w:val="1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16C53A" w14:textId="6F526DFA" w:rsidR="00034F9E" w:rsidRPr="005D6727" w:rsidRDefault="00034F9E" w:rsidP="009F313C">
            <w:pPr>
              <w:tabs>
                <w:tab w:val="left" w:pos="450"/>
                <w:tab w:val="center" w:pos="7200"/>
              </w:tabs>
              <w:spacing w:before="60" w:after="60"/>
              <w:rPr>
                <w:bCs/>
                <w:sz w:val="16"/>
                <w:lang w:val="es-ES"/>
              </w:rPr>
            </w:pPr>
          </w:p>
        </w:tc>
      </w:tr>
      <w:tr w:rsidR="009F313C" w14:paraId="7845771E" w14:textId="77777777" w:rsidTr="00856357">
        <w:tc>
          <w:tcPr>
            <w:tcW w:w="3820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3246EB" w14:textId="6A584D77" w:rsidR="009F313C" w:rsidRDefault="009F313C" w:rsidP="009F313C">
            <w:pPr>
              <w:tabs>
                <w:tab w:val="left" w:pos="450"/>
                <w:tab w:val="center" w:pos="7200"/>
              </w:tabs>
              <w:spacing w:before="60" w:after="60"/>
            </w:pPr>
            <w:r w:rsidRPr="00CE4BDE">
              <w:rPr>
                <w:b/>
                <w:sz w:val="16"/>
              </w:rPr>
              <w:t xml:space="preserve">1.2.- Identificación fiscal </w:t>
            </w:r>
            <w:r w:rsidRPr="00CE4BDE">
              <w:rPr>
                <w:b/>
                <w:sz w:val="16"/>
                <w:lang w:val="es-ES"/>
              </w:rPr>
              <w:t>del contratante:</w:t>
            </w:r>
          </w:p>
        </w:tc>
        <w:tc>
          <w:tcPr>
            <w:tcW w:w="6240" w:type="dxa"/>
            <w:gridSpan w:val="1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8CCA9C" w14:textId="4604C5BA" w:rsidR="009F313C" w:rsidRPr="005D6727" w:rsidRDefault="009F313C" w:rsidP="009F313C">
            <w:pPr>
              <w:tabs>
                <w:tab w:val="left" w:pos="450"/>
                <w:tab w:val="center" w:pos="7200"/>
              </w:tabs>
              <w:spacing w:before="60" w:after="60"/>
              <w:rPr>
                <w:bCs/>
                <w:sz w:val="16"/>
                <w:lang w:val="es-ES"/>
              </w:rPr>
            </w:pPr>
          </w:p>
        </w:tc>
      </w:tr>
      <w:tr w:rsidR="00034F9E" w:rsidRPr="00172821" w14:paraId="4B070B55" w14:textId="77777777" w:rsidTr="00856357">
        <w:tc>
          <w:tcPr>
            <w:tcW w:w="10060" w:type="dxa"/>
            <w:gridSpan w:val="2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5CBFF42B" w14:textId="79011C63" w:rsidR="00034F9E" w:rsidRPr="00172821" w:rsidRDefault="00034F9E" w:rsidP="00761175">
            <w:pPr>
              <w:tabs>
                <w:tab w:val="left" w:pos="450"/>
                <w:tab w:val="center" w:pos="7200"/>
              </w:tabs>
              <w:spacing w:before="60" w:after="60"/>
              <w:rPr>
                <w:b/>
                <w:sz w:val="16"/>
                <w:lang w:val="es-ES"/>
              </w:rPr>
            </w:pPr>
            <w:r w:rsidRPr="00172821">
              <w:rPr>
                <w:b/>
                <w:sz w:val="16"/>
                <w:lang w:val="es-ES"/>
              </w:rPr>
              <w:t>1.3 Datos del Contrato</w:t>
            </w:r>
          </w:p>
        </w:tc>
      </w:tr>
      <w:tr w:rsidR="009F313C" w14:paraId="6C85843A" w14:textId="77777777" w:rsidTr="00856357">
        <w:tc>
          <w:tcPr>
            <w:tcW w:w="2975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84AA36D" w14:textId="3AAB07B6" w:rsidR="009F313C" w:rsidRDefault="009F313C" w:rsidP="009F313C">
            <w:pPr>
              <w:tabs>
                <w:tab w:val="left" w:pos="450"/>
                <w:tab w:val="center" w:pos="7200"/>
              </w:tabs>
              <w:spacing w:before="60" w:after="60"/>
            </w:pPr>
            <w:r w:rsidRPr="00CE4BDE">
              <w:rPr>
                <w:b/>
                <w:sz w:val="16"/>
              </w:rPr>
              <w:t>1.</w:t>
            </w:r>
            <w:r>
              <w:rPr>
                <w:b/>
                <w:sz w:val="16"/>
              </w:rPr>
              <w:t>3.1</w:t>
            </w:r>
            <w:r w:rsidRPr="00CE4BDE">
              <w:rPr>
                <w:b/>
                <w:sz w:val="16"/>
              </w:rPr>
              <w:t>.- Número del Contrato</w:t>
            </w:r>
            <w:r>
              <w:rPr>
                <w:b/>
                <w:sz w:val="16"/>
              </w:rPr>
              <w:t xml:space="preserve"> /ODS</w:t>
            </w:r>
            <w:r w:rsidRPr="00CE4BDE">
              <w:rPr>
                <w:b/>
                <w:sz w:val="16"/>
              </w:rPr>
              <w:t xml:space="preserve">: </w:t>
            </w:r>
          </w:p>
        </w:tc>
        <w:tc>
          <w:tcPr>
            <w:tcW w:w="7085" w:type="dxa"/>
            <w:gridSpan w:val="1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6F8671" w14:textId="3E405B8B" w:rsidR="009F313C" w:rsidRPr="005D6727" w:rsidRDefault="009F313C" w:rsidP="009F313C">
            <w:pPr>
              <w:tabs>
                <w:tab w:val="left" w:pos="450"/>
                <w:tab w:val="center" w:pos="7200"/>
              </w:tabs>
              <w:spacing w:before="60" w:after="60"/>
              <w:rPr>
                <w:bCs/>
                <w:sz w:val="16"/>
                <w:lang w:val="es-ES"/>
              </w:rPr>
            </w:pPr>
          </w:p>
        </w:tc>
      </w:tr>
      <w:tr w:rsidR="009F313C" w14:paraId="3E568001" w14:textId="77777777" w:rsidTr="00856357">
        <w:tc>
          <w:tcPr>
            <w:tcW w:w="2975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2E837B" w14:textId="4E53B3CC" w:rsidR="009F313C" w:rsidRDefault="009F313C" w:rsidP="009F313C">
            <w:pPr>
              <w:tabs>
                <w:tab w:val="left" w:pos="450"/>
                <w:tab w:val="center" w:pos="7200"/>
              </w:tabs>
              <w:spacing w:before="60" w:after="60"/>
            </w:pPr>
            <w:r w:rsidRPr="00CE4BDE">
              <w:rPr>
                <w:b/>
                <w:sz w:val="16"/>
              </w:rPr>
              <w:t>1.3</w:t>
            </w:r>
            <w:r>
              <w:rPr>
                <w:b/>
                <w:sz w:val="16"/>
              </w:rPr>
              <w:t>.2</w:t>
            </w:r>
            <w:r w:rsidRPr="00CE4BDE">
              <w:rPr>
                <w:b/>
                <w:sz w:val="16"/>
              </w:rPr>
              <w:t xml:space="preserve">.- Nombre de la contratación:  </w:t>
            </w:r>
          </w:p>
        </w:tc>
        <w:tc>
          <w:tcPr>
            <w:tcW w:w="7085" w:type="dxa"/>
            <w:gridSpan w:val="1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4CFB6D" w14:textId="5DAC8392" w:rsidR="009F313C" w:rsidRPr="005D6727" w:rsidRDefault="009F313C" w:rsidP="009F313C">
            <w:pPr>
              <w:tabs>
                <w:tab w:val="left" w:pos="450"/>
                <w:tab w:val="center" w:pos="7200"/>
              </w:tabs>
              <w:spacing w:before="60" w:after="60"/>
              <w:rPr>
                <w:bCs/>
                <w:sz w:val="16"/>
                <w:lang w:val="es-ES"/>
              </w:rPr>
            </w:pPr>
          </w:p>
        </w:tc>
      </w:tr>
      <w:tr w:rsidR="009F313C" w:rsidRPr="00172821" w14:paraId="44821419" w14:textId="77777777" w:rsidTr="00856357">
        <w:tc>
          <w:tcPr>
            <w:tcW w:w="10060" w:type="dxa"/>
            <w:gridSpan w:val="2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4F03167A" w14:textId="46925F3C" w:rsidR="009F313C" w:rsidRPr="00172821" w:rsidRDefault="009F313C" w:rsidP="009F313C">
            <w:pPr>
              <w:tabs>
                <w:tab w:val="left" w:pos="450"/>
                <w:tab w:val="center" w:pos="7200"/>
              </w:tabs>
              <w:spacing w:before="60" w:after="60"/>
              <w:rPr>
                <w:b/>
                <w:sz w:val="16"/>
                <w:lang w:val="es-ES"/>
              </w:rPr>
            </w:pPr>
            <w:r w:rsidRPr="00172821">
              <w:rPr>
                <w:b/>
                <w:sz w:val="16"/>
                <w:lang w:val="es-ES"/>
              </w:rPr>
              <w:t>1.4. Datos del Proyecto</w:t>
            </w:r>
          </w:p>
        </w:tc>
      </w:tr>
      <w:tr w:rsidR="009F313C" w14:paraId="048BCB83" w14:textId="77777777" w:rsidTr="00856357">
        <w:tc>
          <w:tcPr>
            <w:tcW w:w="2975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06BC47" w14:textId="1F79D490" w:rsidR="009F313C" w:rsidRPr="00CE4BDE" w:rsidRDefault="009F313C" w:rsidP="009F313C">
            <w:pPr>
              <w:tabs>
                <w:tab w:val="left" w:pos="450"/>
                <w:tab w:val="center" w:pos="7200"/>
              </w:tabs>
              <w:spacing w:before="60" w:after="60"/>
              <w:rPr>
                <w:b/>
                <w:sz w:val="16"/>
              </w:rPr>
            </w:pPr>
            <w:r w:rsidRPr="00CE4BDE">
              <w:rPr>
                <w:b/>
                <w:sz w:val="16"/>
              </w:rPr>
              <w:t>1.4.</w:t>
            </w:r>
            <w:r>
              <w:rPr>
                <w:b/>
                <w:sz w:val="16"/>
              </w:rPr>
              <w:t>1</w:t>
            </w:r>
            <w:r w:rsidRPr="00CE4BDE">
              <w:rPr>
                <w:b/>
                <w:sz w:val="16"/>
              </w:rPr>
              <w:t xml:space="preserve">. </w:t>
            </w:r>
            <w:r>
              <w:rPr>
                <w:b/>
                <w:sz w:val="16"/>
              </w:rPr>
              <w:t xml:space="preserve">Código </w:t>
            </w:r>
            <w:r w:rsidRPr="00CE4BDE">
              <w:rPr>
                <w:b/>
                <w:sz w:val="16"/>
              </w:rPr>
              <w:t>Proyecto</w:t>
            </w:r>
            <w:r>
              <w:rPr>
                <w:b/>
                <w:sz w:val="16"/>
              </w:rPr>
              <w:t>:</w:t>
            </w:r>
            <w:r w:rsidRPr="00CE4BDE">
              <w:rPr>
                <w:b/>
                <w:sz w:val="16"/>
              </w:rPr>
              <w:t xml:space="preserve"> </w:t>
            </w:r>
          </w:p>
        </w:tc>
        <w:tc>
          <w:tcPr>
            <w:tcW w:w="7085" w:type="dxa"/>
            <w:gridSpan w:val="1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719C73" w14:textId="1AEF5EEB" w:rsidR="009F313C" w:rsidRPr="005D6727" w:rsidRDefault="009F313C" w:rsidP="009F313C">
            <w:pPr>
              <w:tabs>
                <w:tab w:val="left" w:pos="450"/>
                <w:tab w:val="center" w:pos="7200"/>
              </w:tabs>
              <w:spacing w:before="60" w:after="60"/>
              <w:rPr>
                <w:bCs/>
                <w:sz w:val="16"/>
                <w:lang w:val="es-ES"/>
              </w:rPr>
            </w:pPr>
          </w:p>
        </w:tc>
      </w:tr>
      <w:tr w:rsidR="009F313C" w14:paraId="3E962F85" w14:textId="77777777" w:rsidTr="00856357">
        <w:tc>
          <w:tcPr>
            <w:tcW w:w="2975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6D489E6" w14:textId="1FDC58E7" w:rsidR="009F313C" w:rsidRPr="00CE4BDE" w:rsidRDefault="009F313C" w:rsidP="009F313C">
            <w:pPr>
              <w:tabs>
                <w:tab w:val="left" w:pos="450"/>
                <w:tab w:val="center" w:pos="7200"/>
              </w:tabs>
              <w:spacing w:before="60" w:after="60"/>
              <w:rPr>
                <w:b/>
                <w:sz w:val="16"/>
              </w:rPr>
            </w:pPr>
            <w:r w:rsidRPr="00CE4BDE">
              <w:rPr>
                <w:b/>
                <w:sz w:val="16"/>
              </w:rPr>
              <w:t>1.4.</w:t>
            </w:r>
            <w:r>
              <w:rPr>
                <w:b/>
                <w:sz w:val="16"/>
              </w:rPr>
              <w:t>2</w:t>
            </w:r>
            <w:r w:rsidRPr="00CE4BDE">
              <w:rPr>
                <w:b/>
                <w:sz w:val="16"/>
              </w:rPr>
              <w:t xml:space="preserve">.- </w:t>
            </w:r>
            <w:r>
              <w:rPr>
                <w:b/>
                <w:sz w:val="16"/>
              </w:rPr>
              <w:t>Nombre del Proyecto:</w:t>
            </w:r>
          </w:p>
        </w:tc>
        <w:tc>
          <w:tcPr>
            <w:tcW w:w="7085" w:type="dxa"/>
            <w:gridSpan w:val="1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BB180A" w14:textId="4FA22842" w:rsidR="009F313C" w:rsidRPr="005D6727" w:rsidRDefault="009F313C" w:rsidP="009F313C">
            <w:pPr>
              <w:tabs>
                <w:tab w:val="left" w:pos="450"/>
                <w:tab w:val="center" w:pos="7200"/>
              </w:tabs>
              <w:spacing w:before="60" w:after="60"/>
              <w:rPr>
                <w:bCs/>
                <w:sz w:val="16"/>
                <w:lang w:val="es-ES"/>
              </w:rPr>
            </w:pPr>
          </w:p>
        </w:tc>
      </w:tr>
      <w:tr w:rsidR="009F313C" w:rsidRPr="00172821" w14:paraId="4C8EDC94" w14:textId="77777777" w:rsidTr="00856357">
        <w:tc>
          <w:tcPr>
            <w:tcW w:w="10060" w:type="dxa"/>
            <w:gridSpan w:val="2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11C84F17" w14:textId="76D37198" w:rsidR="009F313C" w:rsidRPr="00172821" w:rsidRDefault="009F313C" w:rsidP="009F313C">
            <w:pPr>
              <w:tabs>
                <w:tab w:val="left" w:pos="450"/>
                <w:tab w:val="center" w:pos="7200"/>
              </w:tabs>
              <w:spacing w:before="60" w:after="60"/>
              <w:rPr>
                <w:b/>
                <w:sz w:val="16"/>
                <w:lang w:val="es-ES"/>
              </w:rPr>
            </w:pPr>
            <w:r w:rsidRPr="00172821">
              <w:rPr>
                <w:b/>
                <w:sz w:val="16"/>
                <w:lang w:val="es-ES"/>
              </w:rPr>
              <w:t>1.5.- Tipo de contrato:</w:t>
            </w:r>
          </w:p>
        </w:tc>
      </w:tr>
      <w:tr w:rsidR="009F313C" w14:paraId="4EE5DCCD" w14:textId="77777777" w:rsidTr="00856357">
        <w:trPr>
          <w:gridAfter w:val="1"/>
          <w:wAfter w:w="10" w:type="dxa"/>
        </w:trPr>
        <w:tc>
          <w:tcPr>
            <w:tcW w:w="255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14:paraId="4A974298" w14:textId="6876BDF9" w:rsidR="009F313C" w:rsidRDefault="009F313C" w:rsidP="009F313C">
            <w:pPr>
              <w:tabs>
                <w:tab w:val="left" w:pos="450"/>
                <w:tab w:val="center" w:pos="7200"/>
              </w:tabs>
              <w:spacing w:before="60" w:after="60"/>
            </w:pPr>
            <w:r w:rsidRPr="00CE4BDE">
              <w:rPr>
                <w:b/>
                <w:sz w:val="16"/>
              </w:rPr>
              <w:t>1.5.1.- Consultoría:</w:t>
            </w:r>
          </w:p>
        </w:tc>
        <w:tc>
          <w:tcPr>
            <w:tcW w:w="7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7E29D02" w14:textId="531D57F9" w:rsidR="009F313C" w:rsidRDefault="009F313C" w:rsidP="006E10D6">
            <w:pPr>
              <w:tabs>
                <w:tab w:val="left" w:pos="450"/>
                <w:tab w:val="center" w:pos="7200"/>
              </w:tabs>
              <w:jc w:val="center"/>
            </w:pPr>
            <w:r>
              <w:object w:dxaOrig="225" w:dyaOrig="225" w14:anchorId="12E777F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1" type="#_x0000_t75" style="width:13.5pt;height:12.75pt" o:ole="">
                  <v:imagedata r:id="rId8" o:title=""/>
                </v:shape>
                <w:control r:id="rId9" w:name="Consultoría" w:shapeid="_x0000_i1051"/>
              </w:object>
            </w:r>
          </w:p>
        </w:tc>
        <w:tc>
          <w:tcPr>
            <w:tcW w:w="2447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14:paraId="3BAE1CC2" w14:textId="2FCFDDAC" w:rsidR="009F313C" w:rsidRDefault="009F313C" w:rsidP="009F313C">
            <w:pPr>
              <w:tabs>
                <w:tab w:val="left" w:pos="450"/>
                <w:tab w:val="center" w:pos="7200"/>
              </w:tabs>
              <w:spacing w:before="60" w:after="60"/>
            </w:pPr>
            <w:r w:rsidRPr="00CE4BDE">
              <w:rPr>
                <w:b/>
                <w:sz w:val="16"/>
              </w:rPr>
              <w:t>1.5.2.- Capacitación</w:t>
            </w:r>
            <w:r>
              <w:rPr>
                <w:b/>
                <w:sz w:val="16"/>
              </w:rPr>
              <w:t>:</w:t>
            </w: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1921FD0" w14:textId="270A2B90" w:rsidR="009F313C" w:rsidRDefault="009F313C" w:rsidP="006E10D6">
            <w:pPr>
              <w:tabs>
                <w:tab w:val="left" w:pos="450"/>
                <w:tab w:val="center" w:pos="7200"/>
              </w:tabs>
              <w:jc w:val="center"/>
            </w:pPr>
            <w:r>
              <w:object w:dxaOrig="225" w:dyaOrig="225" w14:anchorId="5CAC903D">
                <v:shape id="_x0000_i1053" type="#_x0000_t75" style="width:13.5pt;height:14.25pt" o:ole="">
                  <v:imagedata r:id="rId10" o:title=""/>
                </v:shape>
                <w:control r:id="rId11" w:name="Consultoría1" w:shapeid="_x0000_i1053"/>
              </w:object>
            </w:r>
          </w:p>
        </w:tc>
        <w:tc>
          <w:tcPr>
            <w:tcW w:w="2492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14:paraId="7DDB2029" w14:textId="02E418ED" w:rsidR="009F313C" w:rsidRDefault="009F313C" w:rsidP="009F313C">
            <w:pPr>
              <w:tabs>
                <w:tab w:val="left" w:pos="450"/>
                <w:tab w:val="center" w:pos="7200"/>
              </w:tabs>
              <w:spacing w:before="60" w:after="60"/>
            </w:pPr>
            <w:r w:rsidRPr="00CE4BDE">
              <w:rPr>
                <w:b/>
                <w:sz w:val="16"/>
                <w:lang w:val="es-ES"/>
              </w:rPr>
              <w:t>1.5.</w:t>
            </w:r>
            <w:r>
              <w:rPr>
                <w:b/>
                <w:sz w:val="16"/>
                <w:lang w:val="es-ES"/>
              </w:rPr>
              <w:t>3</w:t>
            </w:r>
            <w:r w:rsidRPr="00CE4BDE">
              <w:rPr>
                <w:b/>
                <w:sz w:val="16"/>
                <w:lang w:val="es-ES"/>
              </w:rPr>
              <w:t xml:space="preserve">.- </w:t>
            </w:r>
            <w:r w:rsidRPr="002C2EF3">
              <w:rPr>
                <w:b/>
                <w:sz w:val="16"/>
              </w:rPr>
              <w:t>Certificación</w:t>
            </w:r>
            <w:r>
              <w:rPr>
                <w:b/>
                <w:sz w:val="16"/>
              </w:rPr>
              <w:t>: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C4E3221" w14:textId="112CC2CB" w:rsidR="009F313C" w:rsidRDefault="009F313C" w:rsidP="006E10D6">
            <w:pPr>
              <w:tabs>
                <w:tab w:val="left" w:pos="450"/>
                <w:tab w:val="center" w:pos="7200"/>
              </w:tabs>
              <w:jc w:val="center"/>
            </w:pPr>
            <w:r>
              <w:object w:dxaOrig="225" w:dyaOrig="225" w14:anchorId="7688E95E">
                <v:shape id="_x0000_i1055" type="#_x0000_t75" style="width:13.5pt;height:14.25pt" o:ole="">
                  <v:imagedata r:id="rId10" o:title=""/>
                </v:shape>
                <w:control r:id="rId12" w:name="Consultoría2" w:shapeid="_x0000_i1055"/>
              </w:object>
            </w:r>
          </w:p>
        </w:tc>
      </w:tr>
      <w:tr w:rsidR="006E10D6" w14:paraId="0EDA9FC6" w14:textId="77777777" w:rsidTr="00856357">
        <w:tc>
          <w:tcPr>
            <w:tcW w:w="2975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E14D52" w14:textId="21CA3F45" w:rsidR="006E10D6" w:rsidRPr="00CE4BDE" w:rsidRDefault="006E10D6" w:rsidP="009F313C">
            <w:pPr>
              <w:tabs>
                <w:tab w:val="left" w:pos="450"/>
                <w:tab w:val="center" w:pos="7200"/>
              </w:tabs>
              <w:spacing w:before="60" w:after="60"/>
              <w:rPr>
                <w:b/>
                <w:sz w:val="16"/>
                <w:lang w:val="es-ES"/>
              </w:rPr>
            </w:pPr>
            <w:r w:rsidRPr="00CE4BDE">
              <w:rPr>
                <w:b/>
                <w:sz w:val="16"/>
                <w:lang w:val="es-ES"/>
              </w:rPr>
              <w:t>1.</w:t>
            </w:r>
            <w:r>
              <w:rPr>
                <w:b/>
                <w:sz w:val="16"/>
                <w:lang w:val="es-ES"/>
              </w:rPr>
              <w:t>6</w:t>
            </w:r>
            <w:r w:rsidRPr="00CE4BDE">
              <w:rPr>
                <w:b/>
                <w:sz w:val="16"/>
                <w:lang w:val="es-ES"/>
              </w:rPr>
              <w:t xml:space="preserve">.- </w:t>
            </w:r>
            <w:r>
              <w:rPr>
                <w:b/>
                <w:sz w:val="16"/>
                <w:lang w:val="es-ES"/>
              </w:rPr>
              <w:t>Objeto de la contratación</w:t>
            </w:r>
            <w:r w:rsidRPr="00CE4BDE">
              <w:rPr>
                <w:b/>
                <w:sz w:val="16"/>
                <w:lang w:val="es-ES"/>
              </w:rPr>
              <w:t>:</w:t>
            </w:r>
          </w:p>
        </w:tc>
        <w:tc>
          <w:tcPr>
            <w:tcW w:w="7085" w:type="dxa"/>
            <w:gridSpan w:val="1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602E3D" w14:textId="316E9A67" w:rsidR="006E10D6" w:rsidRPr="005D6727" w:rsidRDefault="006E10D6" w:rsidP="009F313C">
            <w:pPr>
              <w:tabs>
                <w:tab w:val="left" w:pos="450"/>
                <w:tab w:val="center" w:pos="7200"/>
              </w:tabs>
              <w:spacing w:before="60" w:after="60"/>
              <w:rPr>
                <w:bCs/>
                <w:sz w:val="16"/>
                <w:lang w:val="es-ES"/>
              </w:rPr>
            </w:pPr>
          </w:p>
        </w:tc>
      </w:tr>
      <w:tr w:rsidR="009F313C" w14:paraId="7AB32B99" w14:textId="77777777" w:rsidTr="00856357">
        <w:tc>
          <w:tcPr>
            <w:tcW w:w="2975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F149E4" w14:textId="61A112D4" w:rsidR="009F313C" w:rsidRPr="00CE4BDE" w:rsidRDefault="009F313C" w:rsidP="009F313C">
            <w:pPr>
              <w:tabs>
                <w:tab w:val="left" w:pos="450"/>
                <w:tab w:val="center" w:pos="7200"/>
              </w:tabs>
              <w:spacing w:before="60" w:after="60"/>
              <w:rPr>
                <w:b/>
                <w:sz w:val="16"/>
              </w:rPr>
            </w:pPr>
            <w:r w:rsidRPr="00CE4BDE">
              <w:rPr>
                <w:b/>
                <w:sz w:val="16"/>
                <w:lang w:val="es-ES"/>
              </w:rPr>
              <w:t xml:space="preserve">1.7.- Lugar de ejecución: </w:t>
            </w:r>
          </w:p>
        </w:tc>
        <w:tc>
          <w:tcPr>
            <w:tcW w:w="7085" w:type="dxa"/>
            <w:gridSpan w:val="1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ACB547" w14:textId="5DE4E694" w:rsidR="009F313C" w:rsidRPr="005D6727" w:rsidRDefault="009F313C" w:rsidP="009F313C">
            <w:pPr>
              <w:tabs>
                <w:tab w:val="left" w:pos="450"/>
                <w:tab w:val="center" w:pos="7200"/>
              </w:tabs>
              <w:spacing w:before="60" w:after="60"/>
              <w:rPr>
                <w:bCs/>
                <w:sz w:val="16"/>
                <w:lang w:val="es-ES"/>
              </w:rPr>
            </w:pPr>
          </w:p>
        </w:tc>
      </w:tr>
      <w:tr w:rsidR="009F313C" w14:paraId="3BF9023A" w14:textId="77777777" w:rsidTr="00856357">
        <w:tc>
          <w:tcPr>
            <w:tcW w:w="10060" w:type="dxa"/>
            <w:gridSpan w:val="2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201E0D82" w14:textId="1F574C23" w:rsidR="009F313C" w:rsidRDefault="009F313C" w:rsidP="009F313C">
            <w:pPr>
              <w:tabs>
                <w:tab w:val="left" w:pos="450"/>
                <w:tab w:val="center" w:pos="7200"/>
              </w:tabs>
              <w:spacing w:before="60" w:after="60"/>
            </w:pPr>
            <w:r w:rsidRPr="00CE4BDE">
              <w:rPr>
                <w:b/>
                <w:sz w:val="16"/>
              </w:rPr>
              <w:t xml:space="preserve">1.8.- Fecha de ejecución </w:t>
            </w:r>
          </w:p>
        </w:tc>
      </w:tr>
      <w:tr w:rsidR="009F313C" w14:paraId="69736BB6" w14:textId="77777777" w:rsidTr="00856357">
        <w:tc>
          <w:tcPr>
            <w:tcW w:w="251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14:paraId="7A7C838C" w14:textId="520D4571" w:rsidR="009F313C" w:rsidRDefault="009F313C" w:rsidP="009F313C">
            <w:pPr>
              <w:tabs>
                <w:tab w:val="left" w:pos="450"/>
                <w:tab w:val="center" w:pos="7200"/>
              </w:tabs>
              <w:spacing w:before="60" w:after="60"/>
            </w:pPr>
            <w:r w:rsidRPr="00CE4BDE">
              <w:rPr>
                <w:b/>
                <w:sz w:val="16"/>
              </w:rPr>
              <w:t>1.8.1.- Fecha de inicio:</w:t>
            </w:r>
          </w:p>
        </w:tc>
        <w:tc>
          <w:tcPr>
            <w:tcW w:w="250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15CF8853" w14:textId="17173F4E" w:rsidR="009F313C" w:rsidRPr="005D6727" w:rsidRDefault="009F313C" w:rsidP="009F313C">
            <w:pPr>
              <w:tabs>
                <w:tab w:val="left" w:pos="450"/>
                <w:tab w:val="center" w:pos="7200"/>
              </w:tabs>
              <w:spacing w:before="60" w:after="60"/>
              <w:rPr>
                <w:bCs/>
                <w:sz w:val="16"/>
                <w:lang w:val="es-ES"/>
              </w:rPr>
            </w:pPr>
          </w:p>
        </w:tc>
        <w:tc>
          <w:tcPr>
            <w:tcW w:w="250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14:paraId="55AD925F" w14:textId="72E6F30F" w:rsidR="009F313C" w:rsidRDefault="009F313C" w:rsidP="009F313C">
            <w:pPr>
              <w:tabs>
                <w:tab w:val="left" w:pos="450"/>
                <w:tab w:val="center" w:pos="7200"/>
              </w:tabs>
              <w:spacing w:before="60" w:after="60"/>
            </w:pPr>
            <w:r w:rsidRPr="00CE4BDE">
              <w:rPr>
                <w:b/>
                <w:sz w:val="16"/>
              </w:rPr>
              <w:t>1.8.2.- Fecha de finalización:</w:t>
            </w:r>
          </w:p>
        </w:tc>
        <w:tc>
          <w:tcPr>
            <w:tcW w:w="2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3A2646B5" w14:textId="71E44982" w:rsidR="009F313C" w:rsidRPr="005D6727" w:rsidRDefault="009F313C" w:rsidP="009F313C">
            <w:pPr>
              <w:tabs>
                <w:tab w:val="left" w:pos="450"/>
                <w:tab w:val="center" w:pos="7200"/>
              </w:tabs>
              <w:spacing w:before="60" w:after="60"/>
              <w:rPr>
                <w:bCs/>
                <w:sz w:val="16"/>
                <w:lang w:val="es-ES"/>
              </w:rPr>
            </w:pPr>
          </w:p>
        </w:tc>
      </w:tr>
      <w:tr w:rsidR="009F313C" w14:paraId="074C66AD" w14:textId="77777777" w:rsidTr="00856357">
        <w:tc>
          <w:tcPr>
            <w:tcW w:w="2975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7AF263" w14:textId="042A87C8" w:rsidR="009F313C" w:rsidRPr="00CE4BDE" w:rsidRDefault="009F313C" w:rsidP="009F313C">
            <w:pPr>
              <w:tabs>
                <w:tab w:val="left" w:pos="450"/>
                <w:tab w:val="center" w:pos="7200"/>
              </w:tabs>
              <w:spacing w:before="60" w:after="60"/>
              <w:rPr>
                <w:b/>
                <w:sz w:val="16"/>
              </w:rPr>
            </w:pPr>
            <w:r w:rsidRPr="00CE4BDE">
              <w:rPr>
                <w:b/>
                <w:sz w:val="16"/>
                <w:lang w:val="es-ES"/>
              </w:rPr>
              <w:t xml:space="preserve">1.9.- Avance a la fecha: </w:t>
            </w:r>
          </w:p>
        </w:tc>
        <w:tc>
          <w:tcPr>
            <w:tcW w:w="7085" w:type="dxa"/>
            <w:gridSpan w:val="1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B19922" w14:textId="09016F4B" w:rsidR="009F313C" w:rsidRPr="005D6727" w:rsidRDefault="009F313C" w:rsidP="009F313C">
            <w:pPr>
              <w:tabs>
                <w:tab w:val="left" w:pos="450"/>
                <w:tab w:val="center" w:pos="7200"/>
              </w:tabs>
              <w:spacing w:before="60" w:after="60"/>
              <w:rPr>
                <w:bCs/>
                <w:sz w:val="16"/>
                <w:lang w:val="es-ES"/>
              </w:rPr>
            </w:pPr>
          </w:p>
        </w:tc>
      </w:tr>
      <w:tr w:rsidR="009F313C" w14:paraId="74952F5A" w14:textId="77777777" w:rsidTr="00856357">
        <w:tc>
          <w:tcPr>
            <w:tcW w:w="2975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62800A" w14:textId="73832F26" w:rsidR="009F313C" w:rsidRPr="00CE4BDE" w:rsidRDefault="009F313C" w:rsidP="009F313C">
            <w:pPr>
              <w:tabs>
                <w:tab w:val="left" w:pos="450"/>
                <w:tab w:val="center" w:pos="7200"/>
              </w:tabs>
              <w:spacing w:before="60" w:after="60"/>
              <w:rPr>
                <w:b/>
                <w:sz w:val="16"/>
              </w:rPr>
            </w:pPr>
            <w:r w:rsidRPr="00CE4BDE">
              <w:rPr>
                <w:b/>
                <w:sz w:val="16"/>
                <w:lang w:val="es-ES"/>
              </w:rPr>
              <w:t xml:space="preserve">1.10.- Valor final del contrato: </w:t>
            </w:r>
          </w:p>
        </w:tc>
        <w:tc>
          <w:tcPr>
            <w:tcW w:w="7085" w:type="dxa"/>
            <w:gridSpan w:val="1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D6E828" w14:textId="615B5CBB" w:rsidR="009F313C" w:rsidRPr="005D6727" w:rsidRDefault="009F313C" w:rsidP="009F313C">
            <w:pPr>
              <w:tabs>
                <w:tab w:val="left" w:pos="450"/>
                <w:tab w:val="center" w:pos="7200"/>
              </w:tabs>
              <w:spacing w:before="60" w:after="60"/>
              <w:rPr>
                <w:bCs/>
                <w:sz w:val="16"/>
                <w:lang w:val="es-ES"/>
              </w:rPr>
            </w:pPr>
          </w:p>
        </w:tc>
      </w:tr>
      <w:tr w:rsidR="009F313C" w:rsidRPr="00172821" w14:paraId="68C0C067" w14:textId="77777777" w:rsidTr="00856357">
        <w:tc>
          <w:tcPr>
            <w:tcW w:w="10060" w:type="dxa"/>
            <w:gridSpan w:val="2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72EF7DF9" w14:textId="64931C3F" w:rsidR="009F313C" w:rsidRPr="00172821" w:rsidRDefault="009F313C" w:rsidP="009F313C">
            <w:pPr>
              <w:tabs>
                <w:tab w:val="left" w:pos="450"/>
                <w:tab w:val="center" w:pos="7200"/>
              </w:tabs>
              <w:spacing w:before="60" w:after="60"/>
              <w:rPr>
                <w:b/>
                <w:sz w:val="16"/>
                <w:lang w:val="es-ES"/>
              </w:rPr>
            </w:pPr>
            <w:r w:rsidRPr="00CE4BDE">
              <w:rPr>
                <w:b/>
                <w:sz w:val="16"/>
                <w:lang w:val="es-ES"/>
              </w:rPr>
              <w:t>2.- DATOS GENERALES DEL CONTRATISTA</w:t>
            </w:r>
          </w:p>
        </w:tc>
      </w:tr>
      <w:tr w:rsidR="00C84A97" w:rsidRPr="00761175" w14:paraId="4C89CBB2" w14:textId="77777777" w:rsidTr="00856357">
        <w:tc>
          <w:tcPr>
            <w:tcW w:w="4387" w:type="dxa"/>
            <w:gridSpan w:val="11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BC3D06" w14:textId="717A4AD7" w:rsidR="00C84A97" w:rsidRPr="00761175" w:rsidRDefault="00C84A97" w:rsidP="00C84A97">
            <w:pPr>
              <w:tabs>
                <w:tab w:val="left" w:pos="450"/>
                <w:tab w:val="center" w:pos="7200"/>
              </w:tabs>
              <w:spacing w:before="60" w:after="60"/>
              <w:rPr>
                <w:b/>
                <w:sz w:val="16"/>
                <w:lang w:val="es-ES"/>
              </w:rPr>
            </w:pPr>
            <w:r w:rsidRPr="00761175">
              <w:rPr>
                <w:b/>
                <w:sz w:val="16"/>
                <w:lang w:val="es-ES"/>
              </w:rPr>
              <w:t xml:space="preserve">2.1.- </w:t>
            </w:r>
            <w:r w:rsidRPr="00CE4BDE">
              <w:rPr>
                <w:b/>
                <w:sz w:val="16"/>
                <w:lang w:val="es-ES"/>
              </w:rPr>
              <w:t xml:space="preserve">Nombre o razón social del contratista: </w:t>
            </w:r>
          </w:p>
        </w:tc>
        <w:tc>
          <w:tcPr>
            <w:tcW w:w="5673" w:type="dxa"/>
            <w:gridSpan w:val="1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7DDCBB" w14:textId="04B2318E" w:rsidR="00C84A97" w:rsidRPr="0055234E" w:rsidRDefault="00C84A97" w:rsidP="00C84A97">
            <w:pPr>
              <w:tabs>
                <w:tab w:val="left" w:pos="450"/>
                <w:tab w:val="center" w:pos="7200"/>
              </w:tabs>
              <w:spacing w:before="60" w:after="60"/>
              <w:rPr>
                <w:bCs/>
                <w:sz w:val="16"/>
                <w:lang w:val="es-ES"/>
              </w:rPr>
            </w:pPr>
          </w:p>
        </w:tc>
      </w:tr>
      <w:tr w:rsidR="00C84A97" w:rsidRPr="00761175" w14:paraId="4559E8B5" w14:textId="77777777" w:rsidTr="00856357">
        <w:tc>
          <w:tcPr>
            <w:tcW w:w="4387" w:type="dxa"/>
            <w:gridSpan w:val="11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8A9706" w14:textId="5D29DECA" w:rsidR="00C84A97" w:rsidRPr="00761175" w:rsidRDefault="00C84A97" w:rsidP="00C84A97">
            <w:pPr>
              <w:tabs>
                <w:tab w:val="left" w:pos="450"/>
                <w:tab w:val="center" w:pos="7200"/>
              </w:tabs>
              <w:spacing w:before="60" w:after="60"/>
              <w:rPr>
                <w:b/>
                <w:sz w:val="16"/>
                <w:lang w:val="es-ES"/>
              </w:rPr>
            </w:pPr>
            <w:r w:rsidRPr="00761175">
              <w:rPr>
                <w:b/>
                <w:sz w:val="16"/>
                <w:lang w:val="es-ES"/>
              </w:rPr>
              <w:t xml:space="preserve">2.2.- Identificación fiscal </w:t>
            </w:r>
            <w:r w:rsidRPr="00CE4BDE">
              <w:rPr>
                <w:b/>
                <w:sz w:val="16"/>
                <w:lang w:val="es-ES"/>
              </w:rPr>
              <w:t>del ejecutante del contrato</w:t>
            </w:r>
            <w:r w:rsidRPr="00761175">
              <w:rPr>
                <w:b/>
                <w:sz w:val="16"/>
                <w:lang w:val="es-ES"/>
              </w:rPr>
              <w:t xml:space="preserve">: </w:t>
            </w:r>
          </w:p>
        </w:tc>
        <w:tc>
          <w:tcPr>
            <w:tcW w:w="5673" w:type="dxa"/>
            <w:gridSpan w:val="1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D083B7" w14:textId="4323B99A" w:rsidR="00C84A97" w:rsidRPr="0055234E" w:rsidRDefault="00C84A97" w:rsidP="00C84A97">
            <w:pPr>
              <w:tabs>
                <w:tab w:val="left" w:pos="450"/>
                <w:tab w:val="center" w:pos="7200"/>
              </w:tabs>
              <w:spacing w:before="60" w:after="60"/>
              <w:rPr>
                <w:bCs/>
                <w:sz w:val="16"/>
                <w:lang w:val="es-ES"/>
              </w:rPr>
            </w:pPr>
          </w:p>
        </w:tc>
      </w:tr>
      <w:tr w:rsidR="00C84A97" w:rsidRPr="00761175" w14:paraId="5B5F8B3E" w14:textId="77777777" w:rsidTr="00856357">
        <w:tc>
          <w:tcPr>
            <w:tcW w:w="10060" w:type="dxa"/>
            <w:gridSpan w:val="2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06112906" w14:textId="12114EFB" w:rsidR="00C84A97" w:rsidRPr="00761175" w:rsidRDefault="00C84A97" w:rsidP="00C84A97">
            <w:pPr>
              <w:tabs>
                <w:tab w:val="left" w:pos="450"/>
                <w:tab w:val="center" w:pos="7200"/>
              </w:tabs>
              <w:spacing w:before="60" w:after="60"/>
              <w:rPr>
                <w:b/>
                <w:sz w:val="16"/>
                <w:lang w:val="es-ES"/>
              </w:rPr>
            </w:pPr>
            <w:r w:rsidRPr="00CE4BDE">
              <w:rPr>
                <w:b/>
                <w:sz w:val="16"/>
                <w:lang w:val="es-ES"/>
              </w:rPr>
              <w:t>3.- DATOS DE LA EJECUCIÓN</w:t>
            </w:r>
          </w:p>
        </w:tc>
      </w:tr>
      <w:tr w:rsidR="00C84A97" w:rsidRPr="00761175" w14:paraId="5F6181DA" w14:textId="77777777" w:rsidTr="00856357">
        <w:tc>
          <w:tcPr>
            <w:tcW w:w="10060" w:type="dxa"/>
            <w:gridSpan w:val="2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477BB3" w14:textId="1E6518DF" w:rsidR="00C84A97" w:rsidRPr="00761175" w:rsidRDefault="00C84A97" w:rsidP="00C84A97">
            <w:pPr>
              <w:tabs>
                <w:tab w:val="left" w:pos="450"/>
                <w:tab w:val="center" w:pos="7200"/>
              </w:tabs>
              <w:spacing w:before="60" w:after="60"/>
              <w:rPr>
                <w:b/>
                <w:sz w:val="16"/>
                <w:lang w:val="es-ES"/>
              </w:rPr>
            </w:pPr>
            <w:r w:rsidRPr="00761175">
              <w:rPr>
                <w:b/>
                <w:sz w:val="16"/>
                <w:lang w:val="es-ES"/>
              </w:rPr>
              <w:t>3.1- Calidad de la ejecución</w:t>
            </w:r>
          </w:p>
        </w:tc>
      </w:tr>
      <w:tr w:rsidR="00C84A97" w:rsidRPr="00761175" w14:paraId="457CAA33" w14:textId="77777777" w:rsidTr="00856357">
        <w:tc>
          <w:tcPr>
            <w:tcW w:w="15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14:paraId="5A650B01" w14:textId="67CF3ECF" w:rsidR="00C84A97" w:rsidRPr="00761175" w:rsidRDefault="00C84A97" w:rsidP="00856357">
            <w:pPr>
              <w:tabs>
                <w:tab w:val="left" w:pos="450"/>
                <w:tab w:val="center" w:pos="7200"/>
              </w:tabs>
              <w:spacing w:before="60" w:after="60"/>
              <w:jc w:val="center"/>
              <w:rPr>
                <w:b/>
                <w:sz w:val="16"/>
                <w:lang w:val="es-ES"/>
              </w:rPr>
            </w:pPr>
            <w:r w:rsidRPr="00761175">
              <w:rPr>
                <w:b/>
                <w:sz w:val="16"/>
                <w:lang w:val="es-ES"/>
              </w:rPr>
              <w:t>3.1.1.- Excelente: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1641D9F" w14:textId="5D8824C7" w:rsidR="00C84A97" w:rsidRPr="00761175" w:rsidRDefault="00C84A97" w:rsidP="00856357">
            <w:pPr>
              <w:tabs>
                <w:tab w:val="left" w:pos="450"/>
                <w:tab w:val="center" w:pos="7200"/>
              </w:tabs>
              <w:jc w:val="center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object w:dxaOrig="225" w:dyaOrig="225" w14:anchorId="13058A0E">
                <v:shape id="_x0000_i1057" type="#_x0000_t75" style="width:11.25pt;height:11.25pt" o:ole="">
                  <v:imagedata r:id="rId13" o:title=""/>
                  <o:lock v:ext="edit" aspectratio="f"/>
                </v:shape>
                <w:control r:id="rId14" w:name="Calidad5" w:shapeid="_x0000_i1057"/>
              </w:object>
            </w:r>
          </w:p>
        </w:tc>
        <w:tc>
          <w:tcPr>
            <w:tcW w:w="151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14:paraId="28D14B0F" w14:textId="48FDA018" w:rsidR="00C84A97" w:rsidRPr="00761175" w:rsidRDefault="00C84A97" w:rsidP="00856357">
            <w:pPr>
              <w:tabs>
                <w:tab w:val="left" w:pos="450"/>
                <w:tab w:val="center" w:pos="7200"/>
              </w:tabs>
              <w:spacing w:before="60" w:after="60"/>
              <w:jc w:val="center"/>
              <w:rPr>
                <w:b/>
                <w:sz w:val="16"/>
                <w:lang w:val="es-ES"/>
              </w:rPr>
            </w:pPr>
            <w:r w:rsidRPr="00761175">
              <w:rPr>
                <w:b/>
                <w:sz w:val="16"/>
                <w:lang w:val="es-ES"/>
              </w:rPr>
              <w:t>3.1.2.- Bueno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0394051" w14:textId="23C33270" w:rsidR="00C84A97" w:rsidRPr="00761175" w:rsidRDefault="00C84A97" w:rsidP="00856357">
            <w:pPr>
              <w:tabs>
                <w:tab w:val="left" w:pos="450"/>
                <w:tab w:val="center" w:pos="7200"/>
              </w:tabs>
              <w:jc w:val="center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object w:dxaOrig="225" w:dyaOrig="225" w14:anchorId="717B0A13">
                <v:shape id="_x0000_i1059" type="#_x0000_t75" style="width:11.25pt;height:11.25pt" o:ole="">
                  <v:imagedata r:id="rId13" o:title=""/>
                </v:shape>
                <w:control r:id="rId15" w:name="Calidad4" w:shapeid="_x0000_i1059"/>
              </w:object>
            </w: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14:paraId="2F6509F1" w14:textId="4DC1705B" w:rsidR="00C84A97" w:rsidRPr="00761175" w:rsidRDefault="00C84A97" w:rsidP="00856357">
            <w:pPr>
              <w:tabs>
                <w:tab w:val="left" w:pos="450"/>
                <w:tab w:val="center" w:pos="7200"/>
              </w:tabs>
              <w:spacing w:before="60" w:after="60"/>
              <w:jc w:val="center"/>
              <w:rPr>
                <w:b/>
                <w:sz w:val="16"/>
                <w:lang w:val="es-ES"/>
              </w:rPr>
            </w:pPr>
            <w:r w:rsidRPr="00761175">
              <w:rPr>
                <w:b/>
                <w:sz w:val="16"/>
                <w:lang w:val="es-ES"/>
              </w:rPr>
              <w:t>3.1.3.- Normal:</w:t>
            </w:r>
          </w:p>
        </w:tc>
        <w:tc>
          <w:tcPr>
            <w:tcW w:w="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23B23F7" w14:textId="2F0F581D" w:rsidR="00C84A97" w:rsidRPr="00761175" w:rsidRDefault="00C84A97" w:rsidP="00856357">
            <w:pPr>
              <w:tabs>
                <w:tab w:val="left" w:pos="450"/>
                <w:tab w:val="center" w:pos="7200"/>
              </w:tabs>
              <w:jc w:val="center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object w:dxaOrig="225" w:dyaOrig="225" w14:anchorId="176770F7">
                <v:shape id="_x0000_i1061" type="#_x0000_t75" style="width:11.25pt;height:11.25pt" o:ole="">
                  <v:imagedata r:id="rId13" o:title=""/>
                  <o:lock v:ext="edit" aspectratio="f"/>
                </v:shape>
                <w:control r:id="rId16" w:name="Calidad3" w:shapeid="_x0000_i1061"/>
              </w:objec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14:paraId="41DF928C" w14:textId="11493C51" w:rsidR="00C84A97" w:rsidRPr="00761175" w:rsidRDefault="00C84A97" w:rsidP="00856357">
            <w:pPr>
              <w:tabs>
                <w:tab w:val="left" w:pos="450"/>
                <w:tab w:val="center" w:pos="7200"/>
              </w:tabs>
              <w:spacing w:before="60" w:after="60"/>
              <w:jc w:val="center"/>
              <w:rPr>
                <w:b/>
                <w:sz w:val="16"/>
                <w:lang w:val="es-ES"/>
              </w:rPr>
            </w:pPr>
            <w:r w:rsidRPr="00CE4BDE">
              <w:rPr>
                <w:b/>
                <w:sz w:val="16"/>
                <w:lang w:val="es-ES"/>
              </w:rPr>
              <w:t>3.1.4.- Regular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905DA34" w14:textId="023AE547" w:rsidR="00C84A97" w:rsidRPr="00761175" w:rsidRDefault="00C84A97" w:rsidP="00856357">
            <w:pPr>
              <w:tabs>
                <w:tab w:val="left" w:pos="450"/>
                <w:tab w:val="center" w:pos="7200"/>
              </w:tabs>
              <w:jc w:val="center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object w:dxaOrig="225" w:dyaOrig="225" w14:anchorId="442AEF54">
                <v:shape id="_x0000_i1063" type="#_x0000_t75" style="width:11.25pt;height:11.25pt" o:ole="">
                  <v:imagedata r:id="rId13" o:title=""/>
                  <o:lock v:ext="edit" aspectratio="f"/>
                </v:shape>
                <w:control r:id="rId17" w:name="Calidad2" w:shapeid="_x0000_i1063"/>
              </w:objec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14:paraId="3090D276" w14:textId="73E9CBBD" w:rsidR="00C84A97" w:rsidRPr="00761175" w:rsidRDefault="00C84A97" w:rsidP="00856357">
            <w:pPr>
              <w:tabs>
                <w:tab w:val="left" w:pos="450"/>
                <w:tab w:val="center" w:pos="7200"/>
              </w:tabs>
              <w:spacing w:before="60" w:after="60"/>
              <w:jc w:val="center"/>
              <w:rPr>
                <w:b/>
                <w:sz w:val="16"/>
                <w:lang w:val="es-ES"/>
              </w:rPr>
            </w:pPr>
            <w:r w:rsidRPr="00CE4BDE">
              <w:rPr>
                <w:b/>
                <w:sz w:val="16"/>
                <w:lang w:val="es-ES"/>
              </w:rPr>
              <w:t>3.1.5.- Malo</w:t>
            </w:r>
            <w:r>
              <w:rPr>
                <w:b/>
                <w:sz w:val="16"/>
                <w:lang w:val="es-ES"/>
              </w:rPr>
              <w:t>:</w:t>
            </w:r>
          </w:p>
        </w:tc>
        <w:tc>
          <w:tcPr>
            <w:tcW w:w="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7A87AD2" w14:textId="679331DF" w:rsidR="00C84A97" w:rsidRPr="00761175" w:rsidRDefault="00C84A97" w:rsidP="00856357">
            <w:pPr>
              <w:tabs>
                <w:tab w:val="left" w:pos="450"/>
                <w:tab w:val="center" w:pos="7200"/>
              </w:tabs>
              <w:jc w:val="center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object w:dxaOrig="225" w:dyaOrig="225" w14:anchorId="2E45088E">
                <v:shape id="_x0000_i1065" type="#_x0000_t75" style="width:11.25pt;height:11.25pt" o:ole="">
                  <v:imagedata r:id="rId13" o:title=""/>
                  <o:lock v:ext="edit" aspectratio="f"/>
                </v:shape>
                <w:control r:id="rId18" w:name="Calidad1" w:shapeid="_x0000_i1065"/>
              </w:object>
            </w:r>
          </w:p>
        </w:tc>
      </w:tr>
      <w:tr w:rsidR="00C84A97" w:rsidRPr="00761175" w14:paraId="60CDB799" w14:textId="77777777" w:rsidTr="00856357">
        <w:tc>
          <w:tcPr>
            <w:tcW w:w="10060" w:type="dxa"/>
            <w:gridSpan w:val="2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E51E72" w14:textId="2089D7C0" w:rsidR="00C84A97" w:rsidRPr="00761175" w:rsidRDefault="00C84A97" w:rsidP="00C84A97">
            <w:pPr>
              <w:tabs>
                <w:tab w:val="left" w:pos="450"/>
                <w:tab w:val="center" w:pos="7200"/>
              </w:tabs>
              <w:spacing w:before="60" w:after="60"/>
              <w:rPr>
                <w:b/>
                <w:sz w:val="16"/>
                <w:lang w:val="es-ES"/>
              </w:rPr>
            </w:pPr>
            <w:r w:rsidRPr="00761175">
              <w:rPr>
                <w:b/>
                <w:sz w:val="16"/>
                <w:lang w:val="es-ES"/>
              </w:rPr>
              <w:t>3.2.- Cumplimiento del plazo contractual / Tiempo de la ejecución</w:t>
            </w:r>
          </w:p>
        </w:tc>
      </w:tr>
      <w:tr w:rsidR="00C84A97" w:rsidRPr="00761175" w14:paraId="52A12E4C" w14:textId="77777777" w:rsidTr="00856357">
        <w:tc>
          <w:tcPr>
            <w:tcW w:w="15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14:paraId="4A1C073E" w14:textId="77777777" w:rsidR="00C84A97" w:rsidRPr="00761175" w:rsidRDefault="00C84A97" w:rsidP="00856357">
            <w:pPr>
              <w:tabs>
                <w:tab w:val="left" w:pos="450"/>
                <w:tab w:val="center" w:pos="7200"/>
              </w:tabs>
              <w:spacing w:before="60" w:after="60"/>
              <w:jc w:val="center"/>
              <w:rPr>
                <w:b/>
                <w:sz w:val="16"/>
                <w:lang w:val="es-ES"/>
              </w:rPr>
            </w:pPr>
            <w:r w:rsidRPr="00761175">
              <w:rPr>
                <w:b/>
                <w:sz w:val="16"/>
                <w:lang w:val="es-ES"/>
              </w:rPr>
              <w:t>3.1.1.- Excelente: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04EBAE7" w14:textId="12B0BE0C" w:rsidR="00C84A97" w:rsidRPr="00761175" w:rsidRDefault="00C84A97" w:rsidP="00856357">
            <w:pPr>
              <w:tabs>
                <w:tab w:val="left" w:pos="450"/>
                <w:tab w:val="center" w:pos="7200"/>
              </w:tabs>
              <w:jc w:val="center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object w:dxaOrig="225" w:dyaOrig="225" w14:anchorId="77B13DD0">
                <v:shape id="_x0000_i1067" type="#_x0000_t75" style="width:11.25pt;height:11.25pt" o:ole="">
                  <v:imagedata r:id="rId13" o:title=""/>
                  <o:lock v:ext="edit" aspectratio="f"/>
                </v:shape>
                <w:control r:id="rId19" w:name="Cumplimiento512" w:shapeid="_x0000_i1067"/>
              </w:object>
            </w:r>
          </w:p>
        </w:tc>
        <w:tc>
          <w:tcPr>
            <w:tcW w:w="151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14:paraId="5765008A" w14:textId="44F3A12B" w:rsidR="00C84A97" w:rsidRPr="00761175" w:rsidRDefault="00C84A97" w:rsidP="00856357">
            <w:pPr>
              <w:tabs>
                <w:tab w:val="left" w:pos="450"/>
                <w:tab w:val="center" w:pos="7200"/>
              </w:tabs>
              <w:spacing w:before="60" w:after="60"/>
              <w:jc w:val="center"/>
              <w:rPr>
                <w:b/>
                <w:sz w:val="16"/>
                <w:lang w:val="es-ES"/>
              </w:rPr>
            </w:pPr>
            <w:r w:rsidRPr="00761175">
              <w:rPr>
                <w:b/>
                <w:sz w:val="16"/>
                <w:lang w:val="es-ES"/>
              </w:rPr>
              <w:t>3.1.2.- Bueno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8D2990E" w14:textId="256F3157" w:rsidR="00C84A97" w:rsidRPr="00761175" w:rsidRDefault="00C84A97" w:rsidP="00856357">
            <w:pPr>
              <w:tabs>
                <w:tab w:val="left" w:pos="450"/>
                <w:tab w:val="center" w:pos="7200"/>
              </w:tabs>
              <w:jc w:val="center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object w:dxaOrig="225" w:dyaOrig="225" w14:anchorId="7E025EE5">
                <v:shape id="_x0000_i1069" type="#_x0000_t75" style="width:11.25pt;height:11.25pt" o:ole="">
                  <v:imagedata r:id="rId13" o:title=""/>
                  <o:lock v:ext="edit" aspectratio="f"/>
                </v:shape>
                <w:control r:id="rId20" w:name="Cumplimiento511" w:shapeid="_x0000_i1069"/>
              </w:object>
            </w: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14:paraId="22468FA5" w14:textId="77777777" w:rsidR="00C84A97" w:rsidRPr="00761175" w:rsidRDefault="00C84A97" w:rsidP="00856357">
            <w:pPr>
              <w:tabs>
                <w:tab w:val="left" w:pos="450"/>
                <w:tab w:val="center" w:pos="7200"/>
              </w:tabs>
              <w:spacing w:before="60" w:after="60"/>
              <w:jc w:val="center"/>
              <w:rPr>
                <w:b/>
                <w:sz w:val="16"/>
                <w:lang w:val="es-ES"/>
              </w:rPr>
            </w:pPr>
            <w:r w:rsidRPr="00761175">
              <w:rPr>
                <w:b/>
                <w:sz w:val="16"/>
                <w:lang w:val="es-ES"/>
              </w:rPr>
              <w:t>3.1.3.- Normal:</w:t>
            </w:r>
          </w:p>
        </w:tc>
        <w:tc>
          <w:tcPr>
            <w:tcW w:w="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8017374" w14:textId="26A31C1F" w:rsidR="00C84A97" w:rsidRPr="00761175" w:rsidRDefault="00C84A97" w:rsidP="00856357">
            <w:pPr>
              <w:tabs>
                <w:tab w:val="left" w:pos="450"/>
                <w:tab w:val="center" w:pos="7200"/>
              </w:tabs>
              <w:jc w:val="center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object w:dxaOrig="225" w:dyaOrig="225" w14:anchorId="6EDAAE12">
                <v:shape id="_x0000_i1071" type="#_x0000_t75" style="width:11.25pt;height:11.25pt" o:ole="">
                  <v:imagedata r:id="rId13" o:title=""/>
                  <o:lock v:ext="edit" aspectratio="f"/>
                </v:shape>
                <w:control r:id="rId21" w:name="Cumplimiento52" w:shapeid="_x0000_i1071"/>
              </w:objec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14:paraId="3AB6D9B2" w14:textId="77777777" w:rsidR="00C84A97" w:rsidRPr="00761175" w:rsidRDefault="00C84A97" w:rsidP="00856357">
            <w:pPr>
              <w:tabs>
                <w:tab w:val="left" w:pos="450"/>
                <w:tab w:val="center" w:pos="7200"/>
              </w:tabs>
              <w:spacing w:before="60" w:after="60"/>
              <w:jc w:val="center"/>
              <w:rPr>
                <w:b/>
                <w:sz w:val="16"/>
                <w:lang w:val="es-ES"/>
              </w:rPr>
            </w:pPr>
            <w:r w:rsidRPr="00CE4BDE">
              <w:rPr>
                <w:b/>
                <w:sz w:val="16"/>
                <w:lang w:val="es-ES"/>
              </w:rPr>
              <w:t>3.1.4.- Regular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3CA501E" w14:textId="5FE029E9" w:rsidR="00C84A97" w:rsidRPr="00761175" w:rsidRDefault="00C84A97" w:rsidP="00856357">
            <w:pPr>
              <w:tabs>
                <w:tab w:val="left" w:pos="450"/>
                <w:tab w:val="center" w:pos="7200"/>
              </w:tabs>
              <w:jc w:val="center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object w:dxaOrig="225" w:dyaOrig="225" w14:anchorId="77283505">
                <v:shape id="_x0000_i1073" type="#_x0000_t75" style="width:11.25pt;height:11.25pt" o:ole="">
                  <v:imagedata r:id="rId13" o:title=""/>
                  <o:lock v:ext="edit" aspectratio="f"/>
                </v:shape>
                <w:control r:id="rId22" w:name="Cumplimiento51" w:shapeid="_x0000_i1073"/>
              </w:objec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14:paraId="53704931" w14:textId="6B39FAEF" w:rsidR="00C84A97" w:rsidRPr="00761175" w:rsidRDefault="00C84A97" w:rsidP="00856357">
            <w:pPr>
              <w:tabs>
                <w:tab w:val="left" w:pos="450"/>
                <w:tab w:val="center" w:pos="7200"/>
              </w:tabs>
              <w:spacing w:before="60" w:after="60"/>
              <w:jc w:val="center"/>
              <w:rPr>
                <w:b/>
                <w:sz w:val="16"/>
                <w:lang w:val="es-ES"/>
              </w:rPr>
            </w:pPr>
            <w:r w:rsidRPr="00CE4BDE">
              <w:rPr>
                <w:b/>
                <w:sz w:val="16"/>
                <w:lang w:val="es-ES"/>
              </w:rPr>
              <w:t>3.1.5.- Malo</w:t>
            </w:r>
            <w:r>
              <w:rPr>
                <w:b/>
                <w:sz w:val="16"/>
                <w:lang w:val="es-ES"/>
              </w:rPr>
              <w:t>:</w:t>
            </w:r>
          </w:p>
        </w:tc>
        <w:tc>
          <w:tcPr>
            <w:tcW w:w="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5B4C2C8" w14:textId="58B0318B" w:rsidR="00C84A97" w:rsidRPr="00761175" w:rsidRDefault="00C84A97" w:rsidP="00856357">
            <w:pPr>
              <w:tabs>
                <w:tab w:val="left" w:pos="450"/>
                <w:tab w:val="center" w:pos="7200"/>
              </w:tabs>
              <w:jc w:val="center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object w:dxaOrig="225" w:dyaOrig="225" w14:anchorId="3C798087">
                <v:shape id="_x0000_i1075" type="#_x0000_t75" style="width:11.25pt;height:11.25pt" o:ole="">
                  <v:imagedata r:id="rId13" o:title=""/>
                  <o:lock v:ext="edit" aspectratio="f"/>
                </v:shape>
                <w:control r:id="rId23" w:name="Cumplimiento5" w:shapeid="_x0000_i1075"/>
              </w:object>
            </w:r>
          </w:p>
        </w:tc>
      </w:tr>
      <w:tr w:rsidR="00C84A97" w:rsidRPr="00761175" w14:paraId="032A2703" w14:textId="77777777" w:rsidTr="00856357">
        <w:trPr>
          <w:trHeight w:val="250"/>
        </w:trPr>
        <w:tc>
          <w:tcPr>
            <w:tcW w:w="10060" w:type="dxa"/>
            <w:gridSpan w:val="2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415CB6E" w14:textId="22CB9455" w:rsidR="00C84A97" w:rsidRPr="00761175" w:rsidRDefault="00C84A97" w:rsidP="00D103F7">
            <w:pPr>
              <w:tabs>
                <w:tab w:val="left" w:pos="450"/>
                <w:tab w:val="center" w:pos="7200"/>
              </w:tabs>
              <w:spacing w:before="60"/>
              <w:rPr>
                <w:b/>
                <w:sz w:val="16"/>
                <w:lang w:val="es-ES"/>
              </w:rPr>
            </w:pPr>
            <w:r w:rsidRPr="00CE4BDE">
              <w:rPr>
                <w:b/>
                <w:sz w:val="16"/>
                <w:lang w:val="es-ES"/>
              </w:rPr>
              <w:t>3.3.- Observaciones</w:t>
            </w:r>
          </w:p>
        </w:tc>
      </w:tr>
      <w:tr w:rsidR="00D103F7" w:rsidRPr="00761175" w14:paraId="675865FC" w14:textId="77777777" w:rsidTr="00856357">
        <w:trPr>
          <w:trHeight w:val="456"/>
        </w:trPr>
        <w:tc>
          <w:tcPr>
            <w:tcW w:w="10060" w:type="dxa"/>
            <w:gridSpan w:val="23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DF65FC" w14:textId="687A9C89" w:rsidR="00D103F7" w:rsidRPr="00D103F7" w:rsidRDefault="00D103F7" w:rsidP="00D103F7">
            <w:pPr>
              <w:tabs>
                <w:tab w:val="left" w:pos="450"/>
                <w:tab w:val="center" w:pos="7200"/>
              </w:tabs>
              <w:spacing w:before="60" w:after="60"/>
              <w:rPr>
                <w:bCs/>
                <w:sz w:val="16"/>
                <w:lang w:val="es-ES"/>
              </w:rPr>
            </w:pPr>
          </w:p>
        </w:tc>
      </w:tr>
      <w:tr w:rsidR="00C84A97" w:rsidRPr="00761175" w14:paraId="47C54913" w14:textId="77777777" w:rsidTr="00856357">
        <w:tc>
          <w:tcPr>
            <w:tcW w:w="10060" w:type="dxa"/>
            <w:gridSpan w:val="2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73240449" w14:textId="7DF7E658" w:rsidR="00C84A97" w:rsidRPr="00761175" w:rsidRDefault="00C84A97" w:rsidP="00C84A97">
            <w:pPr>
              <w:tabs>
                <w:tab w:val="left" w:pos="450"/>
                <w:tab w:val="center" w:pos="7200"/>
              </w:tabs>
              <w:spacing w:before="60" w:after="60"/>
              <w:rPr>
                <w:b/>
                <w:sz w:val="16"/>
                <w:lang w:val="es-ES"/>
              </w:rPr>
            </w:pPr>
            <w:r w:rsidRPr="00CE4BDE">
              <w:rPr>
                <w:b/>
                <w:sz w:val="16"/>
                <w:lang w:val="es-ES"/>
              </w:rPr>
              <w:t xml:space="preserve">4.- CERTIFICACIÓN DE LA VERACIDAD DE LA INFORMACIÓN CONTENIDA EN ESTE DOCUMENTO </w:t>
            </w:r>
          </w:p>
        </w:tc>
      </w:tr>
      <w:tr w:rsidR="00C84A97" w:rsidRPr="00761175" w14:paraId="7C16B70A" w14:textId="77777777" w:rsidTr="00856357">
        <w:tc>
          <w:tcPr>
            <w:tcW w:w="2827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1F3790" w14:textId="15E35118" w:rsidR="00C84A97" w:rsidRPr="00761175" w:rsidRDefault="00C84A97" w:rsidP="00C84A97">
            <w:pPr>
              <w:tabs>
                <w:tab w:val="left" w:pos="450"/>
                <w:tab w:val="center" w:pos="7200"/>
              </w:tabs>
              <w:spacing w:before="60" w:after="60"/>
              <w:rPr>
                <w:b/>
                <w:sz w:val="16"/>
                <w:lang w:val="es-ES"/>
              </w:rPr>
            </w:pPr>
            <w:r w:rsidRPr="00761175">
              <w:rPr>
                <w:b/>
                <w:sz w:val="16"/>
                <w:lang w:val="es-ES"/>
              </w:rPr>
              <w:t>4.1.- Gerencia / Departamento:</w:t>
            </w:r>
          </w:p>
        </w:tc>
        <w:tc>
          <w:tcPr>
            <w:tcW w:w="7233" w:type="dxa"/>
            <w:gridSpan w:val="1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AA376F0" w14:textId="42D42CC7" w:rsidR="00C84A97" w:rsidRPr="00D103F7" w:rsidRDefault="00C84A97" w:rsidP="00C84A97">
            <w:pPr>
              <w:tabs>
                <w:tab w:val="left" w:pos="450"/>
                <w:tab w:val="center" w:pos="7200"/>
              </w:tabs>
              <w:spacing w:before="60" w:after="60"/>
              <w:rPr>
                <w:bCs/>
                <w:sz w:val="16"/>
                <w:lang w:val="es-ES"/>
              </w:rPr>
            </w:pPr>
          </w:p>
        </w:tc>
      </w:tr>
      <w:tr w:rsidR="00C84A97" w:rsidRPr="00761175" w14:paraId="7A02F40B" w14:textId="77777777" w:rsidTr="00856357">
        <w:tc>
          <w:tcPr>
            <w:tcW w:w="2827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CA5A30" w14:textId="4CAAB3F3" w:rsidR="00C84A97" w:rsidRPr="00761175" w:rsidRDefault="00C84A97" w:rsidP="00C84A97">
            <w:pPr>
              <w:tabs>
                <w:tab w:val="left" w:pos="450"/>
                <w:tab w:val="center" w:pos="7200"/>
              </w:tabs>
              <w:spacing w:before="60" w:after="60"/>
              <w:rPr>
                <w:b/>
                <w:sz w:val="16"/>
                <w:lang w:val="es-ES"/>
              </w:rPr>
            </w:pPr>
            <w:r w:rsidRPr="00761175">
              <w:rPr>
                <w:b/>
                <w:sz w:val="16"/>
                <w:lang w:val="es-ES"/>
              </w:rPr>
              <w:t xml:space="preserve">4.2.- Nombre y cargo: </w:t>
            </w:r>
          </w:p>
        </w:tc>
        <w:tc>
          <w:tcPr>
            <w:tcW w:w="7233" w:type="dxa"/>
            <w:gridSpan w:val="1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F2D5DB" w14:textId="60C6B58B" w:rsidR="00C84A97" w:rsidRPr="00D103F7" w:rsidRDefault="00C84A97" w:rsidP="00C84A97">
            <w:pPr>
              <w:tabs>
                <w:tab w:val="left" w:pos="450"/>
                <w:tab w:val="center" w:pos="7200"/>
              </w:tabs>
              <w:spacing w:before="60" w:after="60"/>
              <w:rPr>
                <w:bCs/>
                <w:sz w:val="16"/>
                <w:lang w:val="es-ES"/>
              </w:rPr>
            </w:pPr>
          </w:p>
        </w:tc>
      </w:tr>
      <w:tr w:rsidR="00C84A97" w:rsidRPr="00761175" w14:paraId="61E66507" w14:textId="77777777" w:rsidTr="00856357">
        <w:tc>
          <w:tcPr>
            <w:tcW w:w="5027" w:type="dxa"/>
            <w:gridSpan w:val="1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1093C" w14:textId="77777777" w:rsidR="00C84A97" w:rsidRPr="00761175" w:rsidRDefault="00C84A97" w:rsidP="00C84A97">
            <w:pPr>
              <w:tabs>
                <w:tab w:val="left" w:pos="450"/>
                <w:tab w:val="center" w:pos="7200"/>
              </w:tabs>
              <w:spacing w:before="60" w:after="60"/>
              <w:rPr>
                <w:b/>
                <w:sz w:val="16"/>
                <w:lang w:val="es-ES"/>
              </w:rPr>
            </w:pPr>
            <w:r w:rsidRPr="00761175">
              <w:rPr>
                <w:b/>
                <w:sz w:val="16"/>
                <w:lang w:val="es-ES"/>
              </w:rPr>
              <w:t xml:space="preserve">4.3.- Firma / Sello: </w:t>
            </w:r>
          </w:p>
          <w:p w14:paraId="57FC57AE" w14:textId="77777777" w:rsidR="00C84A97" w:rsidRDefault="00C84A97" w:rsidP="00C84A97">
            <w:pPr>
              <w:tabs>
                <w:tab w:val="left" w:pos="450"/>
                <w:tab w:val="center" w:pos="7200"/>
              </w:tabs>
              <w:spacing w:before="60" w:after="60"/>
              <w:rPr>
                <w:b/>
                <w:sz w:val="16"/>
                <w:lang w:val="es-ES"/>
              </w:rPr>
            </w:pPr>
          </w:p>
          <w:p w14:paraId="5F167941" w14:textId="77777777" w:rsidR="0044242D" w:rsidRDefault="0044242D" w:rsidP="00C84A97">
            <w:pPr>
              <w:tabs>
                <w:tab w:val="left" w:pos="450"/>
                <w:tab w:val="center" w:pos="7200"/>
              </w:tabs>
              <w:spacing w:before="60" w:after="60"/>
              <w:rPr>
                <w:b/>
                <w:sz w:val="16"/>
                <w:lang w:val="es-ES"/>
              </w:rPr>
            </w:pPr>
          </w:p>
          <w:p w14:paraId="712D0964" w14:textId="08E1F23B" w:rsidR="0044242D" w:rsidRPr="00761175" w:rsidRDefault="0044242D" w:rsidP="00C84A97">
            <w:pPr>
              <w:tabs>
                <w:tab w:val="left" w:pos="450"/>
                <w:tab w:val="center" w:pos="7200"/>
              </w:tabs>
              <w:spacing w:before="60" w:after="60"/>
              <w:rPr>
                <w:b/>
                <w:sz w:val="16"/>
                <w:lang w:val="es-ES"/>
              </w:rPr>
            </w:pPr>
          </w:p>
        </w:tc>
        <w:tc>
          <w:tcPr>
            <w:tcW w:w="5033" w:type="dxa"/>
            <w:gridSpan w:val="11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7BFD1" w14:textId="32FE669F" w:rsidR="00C84A97" w:rsidRPr="005D6727" w:rsidRDefault="00C84A97" w:rsidP="00C84A97">
            <w:pPr>
              <w:tabs>
                <w:tab w:val="left" w:pos="450"/>
                <w:tab w:val="center" w:pos="7200"/>
              </w:tabs>
              <w:spacing w:before="60" w:after="60"/>
              <w:rPr>
                <w:bCs/>
                <w:sz w:val="16"/>
                <w:lang w:val="es-ES"/>
              </w:rPr>
            </w:pPr>
            <w:r w:rsidRPr="00761175">
              <w:rPr>
                <w:b/>
                <w:sz w:val="16"/>
                <w:lang w:val="es-ES"/>
              </w:rPr>
              <w:t>4.4.- Fecha</w:t>
            </w:r>
            <w:r w:rsidR="005D6727">
              <w:rPr>
                <w:b/>
                <w:sz w:val="16"/>
                <w:lang w:val="es-ES"/>
              </w:rPr>
              <w:t>:</w:t>
            </w:r>
            <w:r w:rsidR="005D6727" w:rsidRPr="005D6727">
              <w:rPr>
                <w:bCs/>
                <w:sz w:val="16"/>
                <w:lang w:val="es-ES"/>
              </w:rPr>
              <w:t xml:space="preserve">  </w:t>
            </w:r>
          </w:p>
        </w:tc>
      </w:tr>
    </w:tbl>
    <w:p w14:paraId="3245A923" w14:textId="143C196D" w:rsidR="009943D6" w:rsidRDefault="009943D6" w:rsidP="00C13B86">
      <w:pPr>
        <w:tabs>
          <w:tab w:val="left" w:pos="450"/>
          <w:tab w:val="center" w:pos="720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98"/>
      </w:tblGrid>
      <w:tr w:rsidR="00972A48" w:rsidRPr="00972A48" w14:paraId="235A3EDB" w14:textId="77777777" w:rsidTr="00761175">
        <w:trPr>
          <w:cantSplit/>
        </w:trPr>
        <w:tc>
          <w:tcPr>
            <w:tcW w:w="9998" w:type="dxa"/>
            <w:shd w:val="clear" w:color="auto" w:fill="F2F2F2"/>
          </w:tcPr>
          <w:p w14:paraId="0C368A09" w14:textId="77777777" w:rsidR="00972A48" w:rsidRPr="00972A48" w:rsidRDefault="00972A48" w:rsidP="00761175">
            <w:pPr>
              <w:pageBreakBefore/>
              <w:spacing w:before="60" w:after="60"/>
              <w:rPr>
                <w:b/>
                <w:sz w:val="16"/>
                <w:lang w:val="es-ES"/>
              </w:rPr>
            </w:pPr>
            <w:r w:rsidRPr="00972A48">
              <w:rPr>
                <w:b/>
              </w:rPr>
              <w:lastRenderedPageBreak/>
              <w:t>Instructivo de llenado</w:t>
            </w:r>
          </w:p>
        </w:tc>
      </w:tr>
      <w:tr w:rsidR="006E10D6" w:rsidRPr="003D0AB0" w14:paraId="41452A2E" w14:textId="77777777" w:rsidTr="00761175">
        <w:trPr>
          <w:cantSplit/>
        </w:trPr>
        <w:tc>
          <w:tcPr>
            <w:tcW w:w="9998" w:type="dxa"/>
            <w:tcBorders>
              <w:bottom w:val="single" w:sz="4" w:space="0" w:color="auto"/>
            </w:tcBorders>
          </w:tcPr>
          <w:p w14:paraId="1C41D138" w14:textId="77777777" w:rsidR="006E10D6" w:rsidRDefault="006E10D6" w:rsidP="006E10D6">
            <w:pPr>
              <w:numPr>
                <w:ilvl w:val="0"/>
                <w:numId w:val="14"/>
              </w:numPr>
              <w:tabs>
                <w:tab w:val="clear" w:pos="720"/>
              </w:tabs>
              <w:spacing w:before="60"/>
              <w:jc w:val="both"/>
              <w:rPr>
                <w:sz w:val="18"/>
              </w:rPr>
            </w:pPr>
            <w:r>
              <w:rPr>
                <w:sz w:val="18"/>
              </w:rPr>
              <w:t>El personal de la contratista (CSF) completa</w:t>
            </w:r>
            <w:r w:rsidRPr="00060FFA">
              <w:rPr>
                <w:sz w:val="18"/>
              </w:rPr>
              <w:t>rá los datos asociados</w:t>
            </w:r>
            <w:r>
              <w:rPr>
                <w:sz w:val="18"/>
              </w:rPr>
              <w:t xml:space="preserve"> al proyecto o contratación en los </w:t>
            </w:r>
            <w:r w:rsidRPr="00E375EA">
              <w:rPr>
                <w:sz w:val="18"/>
              </w:rPr>
              <w:t>DATOS GENERALES DE LA CONTRATACIÓN</w:t>
            </w:r>
            <w:r>
              <w:rPr>
                <w:sz w:val="18"/>
              </w:rPr>
              <w:t xml:space="preserve"> (1.1 a 1.10), los cuales deberán ser verificados por el cliente final antes de la firma de la certificación de experiencia.</w:t>
            </w:r>
          </w:p>
          <w:p w14:paraId="240414A2" w14:textId="0A8FBF33" w:rsidR="006E10D6" w:rsidRPr="00196AEF" w:rsidRDefault="006E10D6" w:rsidP="006E10D6">
            <w:pPr>
              <w:numPr>
                <w:ilvl w:val="0"/>
                <w:numId w:val="14"/>
              </w:numPr>
              <w:tabs>
                <w:tab w:val="clear" w:pos="720"/>
              </w:tabs>
              <w:spacing w:before="60"/>
              <w:jc w:val="both"/>
              <w:rPr>
                <w:sz w:val="18"/>
              </w:rPr>
            </w:pPr>
            <w:r>
              <w:rPr>
                <w:sz w:val="18"/>
              </w:rPr>
              <w:t>El personal de la contratista (CSF) completa</w:t>
            </w:r>
            <w:r w:rsidRPr="00060FFA">
              <w:rPr>
                <w:sz w:val="18"/>
              </w:rPr>
              <w:t xml:space="preserve">rá </w:t>
            </w:r>
            <w:r>
              <w:rPr>
                <w:sz w:val="18"/>
              </w:rPr>
              <w:t>la información asociada a sus datos fiscal</w:t>
            </w:r>
            <w:r w:rsidR="00955BFE">
              <w:rPr>
                <w:sz w:val="18"/>
              </w:rPr>
              <w:t>es</w:t>
            </w:r>
            <w:r>
              <w:rPr>
                <w:sz w:val="18"/>
              </w:rPr>
              <w:t xml:space="preserve"> o si está en asociación con un tercero o en consorcio con otro, los datos de </w:t>
            </w:r>
            <w:r w:rsidR="00955BFE">
              <w:rPr>
                <w:sz w:val="18"/>
              </w:rPr>
              <w:t>é</w:t>
            </w:r>
            <w:r>
              <w:rPr>
                <w:sz w:val="18"/>
              </w:rPr>
              <w:t xml:space="preserve">ste (2.1 y 2.2). </w:t>
            </w:r>
          </w:p>
          <w:p w14:paraId="4B9842AC" w14:textId="28B36A72" w:rsidR="006E10D6" w:rsidRDefault="006E10D6" w:rsidP="006E10D6">
            <w:pPr>
              <w:numPr>
                <w:ilvl w:val="0"/>
                <w:numId w:val="14"/>
              </w:numPr>
              <w:tabs>
                <w:tab w:val="clear" w:pos="720"/>
              </w:tabs>
              <w:spacing w:before="60"/>
              <w:jc w:val="both"/>
              <w:rPr>
                <w:sz w:val="18"/>
              </w:rPr>
            </w:pPr>
            <w:r>
              <w:rPr>
                <w:sz w:val="18"/>
              </w:rPr>
              <w:t>El cliente final deberá evaluar el desempeño de la contratista (CSF) para el desarrollo del proyecto en dos aspectos: “</w:t>
            </w:r>
            <w:r w:rsidRPr="00E375EA">
              <w:rPr>
                <w:sz w:val="18"/>
              </w:rPr>
              <w:t>Calidad de la ejecución</w:t>
            </w:r>
            <w:r>
              <w:rPr>
                <w:sz w:val="18"/>
              </w:rPr>
              <w:t>” (3.1) y “</w:t>
            </w:r>
            <w:r w:rsidRPr="00E375EA">
              <w:rPr>
                <w:sz w:val="18"/>
              </w:rPr>
              <w:t>Cumplimiento del plazo contractual / Tiempo de la ejecución</w:t>
            </w:r>
            <w:r>
              <w:rPr>
                <w:sz w:val="18"/>
              </w:rPr>
              <w:t>” (3.2). La evaluación será de tipo cualitativa, donde el cliente final ponderará, marcando con una X</w:t>
            </w:r>
            <w:r w:rsidR="00955BFE">
              <w:rPr>
                <w:sz w:val="18"/>
              </w:rPr>
              <w:t>,</w:t>
            </w:r>
            <w:r>
              <w:rPr>
                <w:sz w:val="18"/>
              </w:rPr>
              <w:t xml:space="preserve"> la evaluación en cinco posibles valores a saber: excelente, bueno, normal, regular y malo</w:t>
            </w:r>
            <w:r w:rsidR="00955BFE">
              <w:rPr>
                <w:sz w:val="18"/>
              </w:rPr>
              <w:t>;</w:t>
            </w:r>
            <w:r>
              <w:rPr>
                <w:sz w:val="18"/>
              </w:rPr>
              <w:t xml:space="preserve"> según su apreciación del desempeño de la contratista para cada aspecto evaluado. Adicionalmente, podrá hacer un juicio de valor de su evaluación en las observaciones (3.3).</w:t>
            </w:r>
          </w:p>
          <w:p w14:paraId="2B42A6B0" w14:textId="62C7E7DE" w:rsidR="006E10D6" w:rsidRPr="00060FFA" w:rsidRDefault="006E10D6" w:rsidP="006E10D6">
            <w:pPr>
              <w:numPr>
                <w:ilvl w:val="0"/>
                <w:numId w:val="14"/>
              </w:numPr>
              <w:tabs>
                <w:tab w:val="clear" w:pos="720"/>
              </w:tabs>
              <w:spacing w:before="60"/>
              <w:jc w:val="both"/>
              <w:rPr>
                <w:sz w:val="18"/>
              </w:rPr>
            </w:pPr>
            <w:r>
              <w:rPr>
                <w:sz w:val="18"/>
              </w:rPr>
              <w:t>El cliente final deberá indicar los datos relacionados a la gerencia o departamento contratante, su nombre, firma, sello (húmedo o digital) y fecha de elaboración de la certificación, como muestra de que la información suministrada e</w:t>
            </w:r>
            <w:r w:rsidR="00955BFE">
              <w:rPr>
                <w:sz w:val="18"/>
              </w:rPr>
              <w:t>s</w:t>
            </w:r>
            <w:r>
              <w:rPr>
                <w:sz w:val="18"/>
              </w:rPr>
              <w:t xml:space="preserve"> fiel y fidedigna (4.1, 4.2 y 4.3).</w:t>
            </w:r>
          </w:p>
          <w:p w14:paraId="64E1B0B6" w14:textId="77777777" w:rsidR="006E10D6" w:rsidRPr="00060FFA" w:rsidRDefault="006E10D6" w:rsidP="006E10D6">
            <w:pPr>
              <w:spacing w:before="60" w:after="60"/>
              <w:rPr>
                <w:bCs/>
                <w:sz w:val="18"/>
                <w:lang w:val="es-ES"/>
              </w:rPr>
            </w:pPr>
          </w:p>
        </w:tc>
      </w:tr>
    </w:tbl>
    <w:p w14:paraId="15700E6A" w14:textId="77777777" w:rsidR="00972A48" w:rsidRDefault="00972A48" w:rsidP="00C13B86">
      <w:pPr>
        <w:tabs>
          <w:tab w:val="left" w:pos="450"/>
          <w:tab w:val="center" w:pos="7200"/>
        </w:tabs>
      </w:pPr>
    </w:p>
    <w:p w14:paraId="06E5BAF9" w14:textId="77777777" w:rsidR="00972A48" w:rsidRDefault="00972A48" w:rsidP="00C13B86">
      <w:pPr>
        <w:tabs>
          <w:tab w:val="left" w:pos="450"/>
          <w:tab w:val="center" w:pos="7200"/>
        </w:tabs>
      </w:pPr>
    </w:p>
    <w:sectPr w:rsidR="00972A48" w:rsidSect="005B5A37">
      <w:headerReference w:type="default" r:id="rId24"/>
      <w:headerReference w:type="first" r:id="rId25"/>
      <w:pgSz w:w="12240" w:h="15840" w:code="1"/>
      <w:pgMar w:top="1152" w:right="1080" w:bottom="720" w:left="1152" w:header="504" w:footer="50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8DC7D" w14:textId="77777777" w:rsidR="00856357" w:rsidRDefault="00856357">
      <w:r>
        <w:separator/>
      </w:r>
    </w:p>
  </w:endnote>
  <w:endnote w:type="continuationSeparator" w:id="0">
    <w:p w14:paraId="4E8BA05D" w14:textId="77777777" w:rsidR="00856357" w:rsidRDefault="00856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8BE7A" w14:textId="77777777" w:rsidR="00856357" w:rsidRDefault="00856357">
      <w:r>
        <w:separator/>
      </w:r>
    </w:p>
  </w:footnote>
  <w:footnote w:type="continuationSeparator" w:id="0">
    <w:p w14:paraId="4D61DBBD" w14:textId="77777777" w:rsidR="00856357" w:rsidRDefault="008563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4740E" w14:textId="77777777" w:rsidR="00856357" w:rsidRDefault="00856357" w:rsidP="00172821">
    <w:pPr>
      <w:pStyle w:val="Encabezado"/>
    </w:pPr>
    <w:r>
      <w:rPr>
        <w:rFonts w:eastAsia="Calibri" w:cs="Arial"/>
        <w:sz w:val="18"/>
        <w:lang w:eastAsia="es-VE"/>
      </w:rPr>
      <w:drawing>
        <wp:anchor distT="0" distB="0" distL="114300" distR="114300" simplePos="0" relativeHeight="251660288" behindDoc="1" locked="0" layoutInCell="1" allowOverlap="1" wp14:anchorId="029EA120" wp14:editId="1A980B2A">
          <wp:simplePos x="0" y="0"/>
          <wp:positionH relativeFrom="column">
            <wp:posOffset>4754880</wp:posOffset>
          </wp:positionH>
          <wp:positionV relativeFrom="paragraph">
            <wp:posOffset>51435</wp:posOffset>
          </wp:positionV>
          <wp:extent cx="1409700" cy="374015"/>
          <wp:effectExtent l="0" t="0" r="0" b="6985"/>
          <wp:wrapTight wrapText="bothSides">
            <wp:wrapPolygon edited="0">
              <wp:start x="7005" y="0"/>
              <wp:lineTo x="292" y="1100"/>
              <wp:lineTo x="0" y="15402"/>
              <wp:lineTo x="2043" y="20903"/>
              <wp:lineTo x="21308" y="20903"/>
              <wp:lineTo x="21016" y="0"/>
              <wp:lineTo x="7005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374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6251786" w14:textId="77777777" w:rsidR="00856357" w:rsidRDefault="00856357" w:rsidP="00172821">
    <w:pPr>
      <w:pStyle w:val="Encabezado"/>
      <w:jc w:val="right"/>
      <w:rPr>
        <w:rFonts w:eastAsia="Calibri" w:cs="Arial"/>
        <w:sz w:val="18"/>
        <w:lang w:eastAsia="es-VE"/>
      </w:rPr>
    </w:pPr>
  </w:p>
  <w:p w14:paraId="68045E32" w14:textId="77777777" w:rsidR="00856357" w:rsidRDefault="00856357" w:rsidP="00172821">
    <w:pPr>
      <w:pStyle w:val="Encabezado"/>
      <w:jc w:val="right"/>
      <w:rPr>
        <w:rFonts w:eastAsia="Calibri" w:cs="Arial"/>
        <w:sz w:val="18"/>
        <w:lang w:eastAsia="es-VE"/>
      </w:rPr>
    </w:pPr>
  </w:p>
  <w:p w14:paraId="0A9EA14C" w14:textId="77777777" w:rsidR="00856357" w:rsidRPr="00DE78D7" w:rsidRDefault="00856357" w:rsidP="00172821">
    <w:pPr>
      <w:pStyle w:val="Encabezado"/>
      <w:jc w:val="right"/>
      <w:rPr>
        <w:rFonts w:eastAsia="Calibri" w:cs="Arial"/>
        <w:sz w:val="18"/>
        <w:lang w:eastAsia="es-V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54E35" w14:textId="2CB9254E" w:rsidR="00856357" w:rsidRDefault="00856357">
    <w:pPr>
      <w:pStyle w:val="Encabezado"/>
    </w:pPr>
    <w:r>
      <w:rPr>
        <w:rFonts w:eastAsia="Calibri" w:cs="Arial"/>
        <w:sz w:val="18"/>
        <w:lang w:eastAsia="es-VE"/>
      </w:rPr>
      <w:drawing>
        <wp:anchor distT="0" distB="0" distL="114300" distR="114300" simplePos="0" relativeHeight="251658240" behindDoc="1" locked="0" layoutInCell="1" allowOverlap="1" wp14:anchorId="231B21BF" wp14:editId="1C278F33">
          <wp:simplePos x="0" y="0"/>
          <wp:positionH relativeFrom="column">
            <wp:posOffset>4754880</wp:posOffset>
          </wp:positionH>
          <wp:positionV relativeFrom="paragraph">
            <wp:posOffset>51435</wp:posOffset>
          </wp:positionV>
          <wp:extent cx="1409700" cy="374015"/>
          <wp:effectExtent l="0" t="0" r="0" b="6985"/>
          <wp:wrapTight wrapText="bothSides">
            <wp:wrapPolygon edited="0">
              <wp:start x="7005" y="0"/>
              <wp:lineTo x="292" y="1100"/>
              <wp:lineTo x="0" y="15402"/>
              <wp:lineTo x="2043" y="20903"/>
              <wp:lineTo x="21308" y="20903"/>
              <wp:lineTo x="21016" y="0"/>
              <wp:lineTo x="7005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374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216412A" w14:textId="6B36A9A2" w:rsidR="00856357" w:rsidRDefault="00856357" w:rsidP="00DE78D7">
    <w:pPr>
      <w:pStyle w:val="Encabezado"/>
      <w:jc w:val="right"/>
      <w:rPr>
        <w:rFonts w:eastAsia="Calibri" w:cs="Arial"/>
        <w:sz w:val="18"/>
        <w:lang w:eastAsia="es-VE"/>
      </w:rPr>
    </w:pPr>
  </w:p>
  <w:p w14:paraId="2B169414" w14:textId="1C3B9038" w:rsidR="00856357" w:rsidRDefault="00856357" w:rsidP="00DE78D7">
    <w:pPr>
      <w:pStyle w:val="Encabezado"/>
      <w:jc w:val="right"/>
      <w:rPr>
        <w:rFonts w:eastAsia="Calibri" w:cs="Arial"/>
        <w:sz w:val="18"/>
        <w:lang w:eastAsia="es-VE"/>
      </w:rPr>
    </w:pPr>
  </w:p>
  <w:p w14:paraId="34187CBA" w14:textId="77777777" w:rsidR="00856357" w:rsidRPr="00DE78D7" w:rsidRDefault="00856357" w:rsidP="00DE78D7">
    <w:pPr>
      <w:pStyle w:val="Encabezado"/>
      <w:jc w:val="right"/>
      <w:rPr>
        <w:rFonts w:eastAsia="Calibri" w:cs="Arial"/>
        <w:sz w:val="18"/>
        <w:lang w:eastAsia="es-V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93283"/>
    <w:multiLevelType w:val="hybridMultilevel"/>
    <w:tmpl w:val="89C6F376"/>
    <w:lvl w:ilvl="0" w:tplc="88FCD36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76837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1335DC4"/>
    <w:multiLevelType w:val="multilevel"/>
    <w:tmpl w:val="B60A25BA"/>
    <w:lvl w:ilvl="0">
      <w:start w:val="1"/>
      <w:numFmt w:val="decimal"/>
      <w:pStyle w:val="Ttulo1"/>
      <w:lvlText w:val="%1.0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pStyle w:val="Ttulo2"/>
      <w:lvlText w:val="%1.%2"/>
      <w:lvlJc w:val="left"/>
      <w:pPr>
        <w:tabs>
          <w:tab w:val="num" w:pos="720"/>
        </w:tabs>
        <w:ind w:left="720" w:hanging="533"/>
      </w:pPr>
    </w:lvl>
    <w:lvl w:ilvl="2">
      <w:start w:val="1"/>
      <w:numFmt w:val="decimal"/>
      <w:pStyle w:val="Ttulo3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1296"/>
        </w:tabs>
        <w:ind w:left="1296" w:hanging="720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6153F07"/>
    <w:multiLevelType w:val="singleLevel"/>
    <w:tmpl w:val="D6A89EEC"/>
    <w:lvl w:ilvl="0">
      <w:start w:val="1"/>
      <w:numFmt w:val="lowerLetter"/>
      <w:pStyle w:val="bulletabc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</w:abstractNum>
  <w:abstractNum w:abstractNumId="4" w15:restartNumberingAfterBreak="0">
    <w:nsid w:val="28DA720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A1824C0"/>
    <w:multiLevelType w:val="multilevel"/>
    <w:tmpl w:val="0DBC5EDA"/>
    <w:lvl w:ilvl="0">
      <w:start w:val="4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  <w:u w:val="none"/>
      </w:rPr>
    </w:lvl>
  </w:abstractNum>
  <w:abstractNum w:abstractNumId="6" w15:restartNumberingAfterBreak="0">
    <w:nsid w:val="35320ED0"/>
    <w:multiLevelType w:val="hybridMultilevel"/>
    <w:tmpl w:val="E3DC21D4"/>
    <w:lvl w:ilvl="0" w:tplc="240C33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0872C0"/>
    <w:multiLevelType w:val="multilevel"/>
    <w:tmpl w:val="AB020AD4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E1A1A25"/>
    <w:multiLevelType w:val="hybridMultilevel"/>
    <w:tmpl w:val="47226426"/>
    <w:lvl w:ilvl="0" w:tplc="E0F6F512">
      <w:start w:val="1"/>
      <w:numFmt w:val="bullet"/>
      <w:lvlText w:val="-"/>
      <w:lvlJc w:val="left"/>
      <w:pPr>
        <w:ind w:left="408" w:hanging="360"/>
      </w:pPr>
      <w:rPr>
        <w:rFonts w:ascii="Arial" w:eastAsia="Times New Roman" w:hAnsi="Arial" w:cs="Arial" w:hint="default"/>
      </w:rPr>
    </w:lvl>
    <w:lvl w:ilvl="1" w:tplc="380A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9" w15:restartNumberingAfterBreak="0">
    <w:nsid w:val="4B1A701D"/>
    <w:multiLevelType w:val="singleLevel"/>
    <w:tmpl w:val="A804303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0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955110"/>
    <w:multiLevelType w:val="hybridMultilevel"/>
    <w:tmpl w:val="3668A182"/>
    <w:lvl w:ilvl="0" w:tplc="9ACAA6D0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A25A1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6F056ADB"/>
    <w:multiLevelType w:val="hybridMultilevel"/>
    <w:tmpl w:val="5FACDCAE"/>
    <w:lvl w:ilvl="0" w:tplc="9ACAA6D0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BF0853"/>
    <w:multiLevelType w:val="hybridMultilevel"/>
    <w:tmpl w:val="11567988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7858419">
    <w:abstractNumId w:val="4"/>
  </w:num>
  <w:num w:numId="2" w16cid:durableId="434517989">
    <w:abstractNumId w:val="9"/>
  </w:num>
  <w:num w:numId="3" w16cid:durableId="1378240906">
    <w:abstractNumId w:val="3"/>
  </w:num>
  <w:num w:numId="4" w16cid:durableId="938148799">
    <w:abstractNumId w:val="2"/>
  </w:num>
  <w:num w:numId="5" w16cid:durableId="471676959">
    <w:abstractNumId w:val="7"/>
  </w:num>
  <w:num w:numId="6" w16cid:durableId="1174030919">
    <w:abstractNumId w:val="5"/>
  </w:num>
  <w:num w:numId="7" w16cid:durableId="1229804783">
    <w:abstractNumId w:val="12"/>
  </w:num>
  <w:num w:numId="8" w16cid:durableId="1937328934">
    <w:abstractNumId w:val="1"/>
  </w:num>
  <w:num w:numId="9" w16cid:durableId="1250114388">
    <w:abstractNumId w:val="13"/>
  </w:num>
  <w:num w:numId="10" w16cid:durableId="671303316">
    <w:abstractNumId w:val="11"/>
  </w:num>
  <w:num w:numId="11" w16cid:durableId="391466062">
    <w:abstractNumId w:val="6"/>
  </w:num>
  <w:num w:numId="12" w16cid:durableId="66726894">
    <w:abstractNumId w:val="14"/>
  </w:num>
  <w:num w:numId="13" w16cid:durableId="1603412253">
    <w:abstractNumId w:val="0"/>
  </w:num>
  <w:num w:numId="14" w16cid:durableId="2140877218">
    <w:abstractNumId w:val="10"/>
  </w:num>
  <w:num w:numId="15" w16cid:durableId="1958565702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activeWritingStyle w:appName="MSWord" w:lang="en-US" w:vendorID="64" w:dllVersion="5" w:nlCheck="1" w:checkStyle="1"/>
  <w:activeWritingStyle w:appName="MSWord" w:lang="en-GB" w:vendorID="64" w:dllVersion="5" w:nlCheck="1" w:checkStyle="1"/>
  <w:activeWritingStyle w:appName="MSWord" w:lang="en-US" w:vendorID="64" w:dllVersion="6" w:nlCheck="1" w:checkStyle="0"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s-MX" w:vendorID="64" w:dllVersion="6" w:nlCheck="1" w:checkStyle="0"/>
  <w:activeWritingStyle w:appName="MSWord" w:lang="es-NI" w:vendorID="64" w:dllVersion="6" w:nlCheck="1" w:checkStyle="1"/>
  <w:activeWritingStyle w:appName="MSWord" w:lang="es-PA" w:vendorID="64" w:dllVersion="6" w:nlCheck="1" w:checkStyle="1"/>
  <w:activeWritingStyle w:appName="MSWord" w:lang="es-PY" w:vendorID="64" w:dllVersion="6" w:nlCheck="1" w:checkStyle="1"/>
  <w:activeWritingStyle w:appName="MSWord" w:lang="es-VE" w:vendorID="64" w:dllVersion="6" w:nlCheck="1" w:checkStyle="0"/>
  <w:activeWritingStyle w:appName="MSWord" w:lang="es-ES_tradnl" w:vendorID="64" w:dllVersion="6" w:nlCheck="1" w:checkStyle="1"/>
  <w:activeWritingStyle w:appName="MSWord" w:lang="es-UY" w:vendorID="64" w:dllVersion="6" w:nlCheck="1" w:checkStyle="0"/>
  <w:activeWritingStyle w:appName="MSWord" w:lang="es-VE" w:vendorID="64" w:dllVersion="4096" w:nlCheck="1" w:checkStyle="0"/>
  <w:activeWritingStyle w:appName="MSWord" w:lang="es-ES" w:vendorID="64" w:dllVersion="4096" w:nlCheck="1" w:checkStyle="0"/>
  <w:activeWritingStyle w:appName="MSWord" w:lang="es-VE" w:vendorID="64" w:dllVersion="0" w:nlCheck="1" w:checkStyle="0"/>
  <w:activeWritingStyle w:appName="MSWord" w:lang="es-ES" w:vendorID="64" w:dllVersion="0" w:nlCheck="1" w:checkStyle="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6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866"/>
    <w:rsid w:val="0000472D"/>
    <w:rsid w:val="00014F3B"/>
    <w:rsid w:val="000175BF"/>
    <w:rsid w:val="00017DAB"/>
    <w:rsid w:val="0002553A"/>
    <w:rsid w:val="000260E1"/>
    <w:rsid w:val="00032716"/>
    <w:rsid w:val="0003373C"/>
    <w:rsid w:val="00034F9E"/>
    <w:rsid w:val="000364F3"/>
    <w:rsid w:val="00043C20"/>
    <w:rsid w:val="0004509D"/>
    <w:rsid w:val="0004700D"/>
    <w:rsid w:val="00051572"/>
    <w:rsid w:val="000539A5"/>
    <w:rsid w:val="0005706F"/>
    <w:rsid w:val="00060FFA"/>
    <w:rsid w:val="00063A6B"/>
    <w:rsid w:val="000664EF"/>
    <w:rsid w:val="00066D40"/>
    <w:rsid w:val="000815D4"/>
    <w:rsid w:val="00090F94"/>
    <w:rsid w:val="000A1D85"/>
    <w:rsid w:val="000A3B20"/>
    <w:rsid w:val="000A5D22"/>
    <w:rsid w:val="000A7D79"/>
    <w:rsid w:val="000B2778"/>
    <w:rsid w:val="000B475B"/>
    <w:rsid w:val="000C122C"/>
    <w:rsid w:val="000D05F9"/>
    <w:rsid w:val="000D07C7"/>
    <w:rsid w:val="000D5F20"/>
    <w:rsid w:val="000E0FE0"/>
    <w:rsid w:val="000E1615"/>
    <w:rsid w:val="000E5DD4"/>
    <w:rsid w:val="000E7A8D"/>
    <w:rsid w:val="000F55F9"/>
    <w:rsid w:val="000F6341"/>
    <w:rsid w:val="000F6D1E"/>
    <w:rsid w:val="00100F14"/>
    <w:rsid w:val="001073E3"/>
    <w:rsid w:val="00112378"/>
    <w:rsid w:val="00117CD5"/>
    <w:rsid w:val="0012398E"/>
    <w:rsid w:val="00124034"/>
    <w:rsid w:val="0012534D"/>
    <w:rsid w:val="00125A4C"/>
    <w:rsid w:val="00125F21"/>
    <w:rsid w:val="00133AE6"/>
    <w:rsid w:val="0014295C"/>
    <w:rsid w:val="00147096"/>
    <w:rsid w:val="00172821"/>
    <w:rsid w:val="001907CF"/>
    <w:rsid w:val="00190F1F"/>
    <w:rsid w:val="001955E0"/>
    <w:rsid w:val="001973D2"/>
    <w:rsid w:val="00197AC8"/>
    <w:rsid w:val="001A2370"/>
    <w:rsid w:val="001A47B2"/>
    <w:rsid w:val="001A7E8E"/>
    <w:rsid w:val="001B1C4E"/>
    <w:rsid w:val="001C31C4"/>
    <w:rsid w:val="001C5A14"/>
    <w:rsid w:val="001C5A1F"/>
    <w:rsid w:val="001D406F"/>
    <w:rsid w:val="001E1D66"/>
    <w:rsid w:val="001E4C16"/>
    <w:rsid w:val="001F018C"/>
    <w:rsid w:val="001F3E49"/>
    <w:rsid w:val="001F6EA8"/>
    <w:rsid w:val="00200C98"/>
    <w:rsid w:val="00202726"/>
    <w:rsid w:val="00206017"/>
    <w:rsid w:val="00207B63"/>
    <w:rsid w:val="00214AC5"/>
    <w:rsid w:val="00215606"/>
    <w:rsid w:val="0024714A"/>
    <w:rsid w:val="002509BA"/>
    <w:rsid w:val="0025269B"/>
    <w:rsid w:val="00254B6A"/>
    <w:rsid w:val="00270BF2"/>
    <w:rsid w:val="00283024"/>
    <w:rsid w:val="0029601B"/>
    <w:rsid w:val="0029778C"/>
    <w:rsid w:val="002A12A4"/>
    <w:rsid w:val="002A14B9"/>
    <w:rsid w:val="002A2813"/>
    <w:rsid w:val="002B1484"/>
    <w:rsid w:val="002B449A"/>
    <w:rsid w:val="002C0F8F"/>
    <w:rsid w:val="002C1FA3"/>
    <w:rsid w:val="002C2EF3"/>
    <w:rsid w:val="002D0C7D"/>
    <w:rsid w:val="002D6347"/>
    <w:rsid w:val="002D7674"/>
    <w:rsid w:val="002E08E7"/>
    <w:rsid w:val="002E137F"/>
    <w:rsid w:val="002E5E42"/>
    <w:rsid w:val="002E6640"/>
    <w:rsid w:val="002E7D4F"/>
    <w:rsid w:val="002F53F6"/>
    <w:rsid w:val="00303261"/>
    <w:rsid w:val="00311035"/>
    <w:rsid w:val="00311A25"/>
    <w:rsid w:val="00314D4B"/>
    <w:rsid w:val="003159EA"/>
    <w:rsid w:val="00326ED7"/>
    <w:rsid w:val="00330A67"/>
    <w:rsid w:val="00332CB2"/>
    <w:rsid w:val="00336168"/>
    <w:rsid w:val="003365E6"/>
    <w:rsid w:val="00336C95"/>
    <w:rsid w:val="00337F10"/>
    <w:rsid w:val="00342F21"/>
    <w:rsid w:val="00350439"/>
    <w:rsid w:val="00357877"/>
    <w:rsid w:val="00372E48"/>
    <w:rsid w:val="0037438F"/>
    <w:rsid w:val="0038288F"/>
    <w:rsid w:val="003879AC"/>
    <w:rsid w:val="00391CAF"/>
    <w:rsid w:val="00394588"/>
    <w:rsid w:val="003960CB"/>
    <w:rsid w:val="00397C5A"/>
    <w:rsid w:val="003A0847"/>
    <w:rsid w:val="003A32BD"/>
    <w:rsid w:val="003A7DE0"/>
    <w:rsid w:val="003B475F"/>
    <w:rsid w:val="003C0B02"/>
    <w:rsid w:val="003C3B93"/>
    <w:rsid w:val="003C3C5A"/>
    <w:rsid w:val="003C4F0C"/>
    <w:rsid w:val="003D00EA"/>
    <w:rsid w:val="003D0AB0"/>
    <w:rsid w:val="003D4EA9"/>
    <w:rsid w:val="003D58DD"/>
    <w:rsid w:val="003E0EBB"/>
    <w:rsid w:val="003E2E3E"/>
    <w:rsid w:val="003E42D8"/>
    <w:rsid w:val="003F0A3C"/>
    <w:rsid w:val="003F5680"/>
    <w:rsid w:val="004035F8"/>
    <w:rsid w:val="00410140"/>
    <w:rsid w:val="00416337"/>
    <w:rsid w:val="00422AA2"/>
    <w:rsid w:val="00422BFC"/>
    <w:rsid w:val="00423017"/>
    <w:rsid w:val="004273CC"/>
    <w:rsid w:val="004334A0"/>
    <w:rsid w:val="004346F1"/>
    <w:rsid w:val="00441280"/>
    <w:rsid w:val="004421F0"/>
    <w:rsid w:val="0044242D"/>
    <w:rsid w:val="00460260"/>
    <w:rsid w:val="00460522"/>
    <w:rsid w:val="004623C6"/>
    <w:rsid w:val="004640A8"/>
    <w:rsid w:val="00466F64"/>
    <w:rsid w:val="00472C04"/>
    <w:rsid w:val="004747FC"/>
    <w:rsid w:val="004865D8"/>
    <w:rsid w:val="00486707"/>
    <w:rsid w:val="00493054"/>
    <w:rsid w:val="004C1443"/>
    <w:rsid w:val="004D2528"/>
    <w:rsid w:val="004D2CE8"/>
    <w:rsid w:val="004F0066"/>
    <w:rsid w:val="004F079B"/>
    <w:rsid w:val="004F634B"/>
    <w:rsid w:val="00500F64"/>
    <w:rsid w:val="00503672"/>
    <w:rsid w:val="00505FF0"/>
    <w:rsid w:val="00514142"/>
    <w:rsid w:val="005151B1"/>
    <w:rsid w:val="0051643B"/>
    <w:rsid w:val="00517631"/>
    <w:rsid w:val="00530550"/>
    <w:rsid w:val="005321C3"/>
    <w:rsid w:val="00537759"/>
    <w:rsid w:val="00545353"/>
    <w:rsid w:val="0054785C"/>
    <w:rsid w:val="0055234E"/>
    <w:rsid w:val="00563AC8"/>
    <w:rsid w:val="00572E7A"/>
    <w:rsid w:val="00574862"/>
    <w:rsid w:val="00575DCC"/>
    <w:rsid w:val="005762F7"/>
    <w:rsid w:val="00576DCB"/>
    <w:rsid w:val="00577710"/>
    <w:rsid w:val="00577F70"/>
    <w:rsid w:val="005851EC"/>
    <w:rsid w:val="00585282"/>
    <w:rsid w:val="005910F4"/>
    <w:rsid w:val="005A22AB"/>
    <w:rsid w:val="005A55FF"/>
    <w:rsid w:val="005B36AF"/>
    <w:rsid w:val="005B5A37"/>
    <w:rsid w:val="005C6FED"/>
    <w:rsid w:val="005C7119"/>
    <w:rsid w:val="005D1248"/>
    <w:rsid w:val="005D275B"/>
    <w:rsid w:val="005D50C5"/>
    <w:rsid w:val="005D6727"/>
    <w:rsid w:val="005D776F"/>
    <w:rsid w:val="005E2149"/>
    <w:rsid w:val="005E27D0"/>
    <w:rsid w:val="005E56E7"/>
    <w:rsid w:val="005F623A"/>
    <w:rsid w:val="005F7B5D"/>
    <w:rsid w:val="006003B3"/>
    <w:rsid w:val="0060666F"/>
    <w:rsid w:val="00607E7E"/>
    <w:rsid w:val="00610681"/>
    <w:rsid w:val="00612DEE"/>
    <w:rsid w:val="00623860"/>
    <w:rsid w:val="00632C2F"/>
    <w:rsid w:val="00635C63"/>
    <w:rsid w:val="00642DB3"/>
    <w:rsid w:val="00643553"/>
    <w:rsid w:val="00650E18"/>
    <w:rsid w:val="00653555"/>
    <w:rsid w:val="00653F20"/>
    <w:rsid w:val="006549E1"/>
    <w:rsid w:val="0065646D"/>
    <w:rsid w:val="00665DEB"/>
    <w:rsid w:val="0066659C"/>
    <w:rsid w:val="00671B26"/>
    <w:rsid w:val="00672E37"/>
    <w:rsid w:val="00682577"/>
    <w:rsid w:val="00683158"/>
    <w:rsid w:val="00687A9A"/>
    <w:rsid w:val="0069516C"/>
    <w:rsid w:val="00696024"/>
    <w:rsid w:val="006A67DB"/>
    <w:rsid w:val="006B07C0"/>
    <w:rsid w:val="006B4CF7"/>
    <w:rsid w:val="006B4E2D"/>
    <w:rsid w:val="006B5594"/>
    <w:rsid w:val="006D2A81"/>
    <w:rsid w:val="006D2AA6"/>
    <w:rsid w:val="006D3179"/>
    <w:rsid w:val="006D4AA5"/>
    <w:rsid w:val="006E03DA"/>
    <w:rsid w:val="006E10D6"/>
    <w:rsid w:val="006E1547"/>
    <w:rsid w:val="006E7356"/>
    <w:rsid w:val="006F396E"/>
    <w:rsid w:val="006F3BC3"/>
    <w:rsid w:val="0070376C"/>
    <w:rsid w:val="00704C72"/>
    <w:rsid w:val="00705EBA"/>
    <w:rsid w:val="00714C20"/>
    <w:rsid w:val="0071797B"/>
    <w:rsid w:val="00721212"/>
    <w:rsid w:val="00727596"/>
    <w:rsid w:val="007475DD"/>
    <w:rsid w:val="00752B4A"/>
    <w:rsid w:val="00761175"/>
    <w:rsid w:val="00764DBF"/>
    <w:rsid w:val="007651A5"/>
    <w:rsid w:val="007702FE"/>
    <w:rsid w:val="007719B9"/>
    <w:rsid w:val="00775627"/>
    <w:rsid w:val="007770AE"/>
    <w:rsid w:val="00780C42"/>
    <w:rsid w:val="0079124C"/>
    <w:rsid w:val="007A18E9"/>
    <w:rsid w:val="007A1E5B"/>
    <w:rsid w:val="007B01A4"/>
    <w:rsid w:val="007C5264"/>
    <w:rsid w:val="007C589F"/>
    <w:rsid w:val="007D05B3"/>
    <w:rsid w:val="007D0873"/>
    <w:rsid w:val="007D4F4C"/>
    <w:rsid w:val="007E3871"/>
    <w:rsid w:val="007E4CB2"/>
    <w:rsid w:val="008014FA"/>
    <w:rsid w:val="00802DD1"/>
    <w:rsid w:val="0080372A"/>
    <w:rsid w:val="0081042C"/>
    <w:rsid w:val="0083619C"/>
    <w:rsid w:val="008409FC"/>
    <w:rsid w:val="00840FC2"/>
    <w:rsid w:val="008418AF"/>
    <w:rsid w:val="008418B5"/>
    <w:rsid w:val="008441EF"/>
    <w:rsid w:val="008443D6"/>
    <w:rsid w:val="008457B0"/>
    <w:rsid w:val="008475FC"/>
    <w:rsid w:val="00855A84"/>
    <w:rsid w:val="00855BDB"/>
    <w:rsid w:val="00856357"/>
    <w:rsid w:val="008721BB"/>
    <w:rsid w:val="00873F5D"/>
    <w:rsid w:val="00874EFD"/>
    <w:rsid w:val="00876CAF"/>
    <w:rsid w:val="00880136"/>
    <w:rsid w:val="00882052"/>
    <w:rsid w:val="00882B71"/>
    <w:rsid w:val="00885A42"/>
    <w:rsid w:val="00895198"/>
    <w:rsid w:val="00896C04"/>
    <w:rsid w:val="00897FC7"/>
    <w:rsid w:val="008A008B"/>
    <w:rsid w:val="008A02EB"/>
    <w:rsid w:val="008A2CFD"/>
    <w:rsid w:val="008A54C2"/>
    <w:rsid w:val="008A5C8D"/>
    <w:rsid w:val="008A6CD6"/>
    <w:rsid w:val="008B40D2"/>
    <w:rsid w:val="008C78BF"/>
    <w:rsid w:val="008D292B"/>
    <w:rsid w:val="008D51CA"/>
    <w:rsid w:val="008D798B"/>
    <w:rsid w:val="008E1E4E"/>
    <w:rsid w:val="008E22E1"/>
    <w:rsid w:val="008E25C8"/>
    <w:rsid w:val="008E2F76"/>
    <w:rsid w:val="008E5310"/>
    <w:rsid w:val="008F3672"/>
    <w:rsid w:val="008F3E89"/>
    <w:rsid w:val="008F716A"/>
    <w:rsid w:val="009037BA"/>
    <w:rsid w:val="0090435D"/>
    <w:rsid w:val="00904D27"/>
    <w:rsid w:val="00907564"/>
    <w:rsid w:val="009110B1"/>
    <w:rsid w:val="00917058"/>
    <w:rsid w:val="00922B46"/>
    <w:rsid w:val="00927DED"/>
    <w:rsid w:val="0093282A"/>
    <w:rsid w:val="00937042"/>
    <w:rsid w:val="00941FB4"/>
    <w:rsid w:val="009453C8"/>
    <w:rsid w:val="00945CDF"/>
    <w:rsid w:val="00950AD0"/>
    <w:rsid w:val="00951FA3"/>
    <w:rsid w:val="00955BFE"/>
    <w:rsid w:val="00960039"/>
    <w:rsid w:val="009612AD"/>
    <w:rsid w:val="00962B98"/>
    <w:rsid w:val="0096601A"/>
    <w:rsid w:val="009677AA"/>
    <w:rsid w:val="009708C2"/>
    <w:rsid w:val="00972A48"/>
    <w:rsid w:val="00975B6D"/>
    <w:rsid w:val="00984507"/>
    <w:rsid w:val="0098721D"/>
    <w:rsid w:val="009943D6"/>
    <w:rsid w:val="0099568D"/>
    <w:rsid w:val="009A2D7D"/>
    <w:rsid w:val="009B1D22"/>
    <w:rsid w:val="009B36C5"/>
    <w:rsid w:val="009B4F4A"/>
    <w:rsid w:val="009B6FEB"/>
    <w:rsid w:val="009C272F"/>
    <w:rsid w:val="009C32DD"/>
    <w:rsid w:val="009C36B6"/>
    <w:rsid w:val="009E29BD"/>
    <w:rsid w:val="009F168B"/>
    <w:rsid w:val="009F313C"/>
    <w:rsid w:val="00A07244"/>
    <w:rsid w:val="00A11E12"/>
    <w:rsid w:val="00A12B2D"/>
    <w:rsid w:val="00A139EB"/>
    <w:rsid w:val="00A16499"/>
    <w:rsid w:val="00A21AA0"/>
    <w:rsid w:val="00A24AE9"/>
    <w:rsid w:val="00A24D65"/>
    <w:rsid w:val="00A3421A"/>
    <w:rsid w:val="00A37866"/>
    <w:rsid w:val="00A41DE5"/>
    <w:rsid w:val="00A45F2E"/>
    <w:rsid w:val="00A479C2"/>
    <w:rsid w:val="00A51774"/>
    <w:rsid w:val="00A554E3"/>
    <w:rsid w:val="00A7113F"/>
    <w:rsid w:val="00A73FD3"/>
    <w:rsid w:val="00A75DA2"/>
    <w:rsid w:val="00A828EF"/>
    <w:rsid w:val="00A83E12"/>
    <w:rsid w:val="00A845BD"/>
    <w:rsid w:val="00A9395F"/>
    <w:rsid w:val="00A94F2F"/>
    <w:rsid w:val="00A96600"/>
    <w:rsid w:val="00A96F08"/>
    <w:rsid w:val="00AA03B9"/>
    <w:rsid w:val="00AB13AB"/>
    <w:rsid w:val="00AB27D9"/>
    <w:rsid w:val="00AB2836"/>
    <w:rsid w:val="00AD242D"/>
    <w:rsid w:val="00AD5FE0"/>
    <w:rsid w:val="00AD6799"/>
    <w:rsid w:val="00AE0524"/>
    <w:rsid w:val="00AE1973"/>
    <w:rsid w:val="00AE371D"/>
    <w:rsid w:val="00AE515B"/>
    <w:rsid w:val="00AF4B58"/>
    <w:rsid w:val="00AF6E40"/>
    <w:rsid w:val="00B072E7"/>
    <w:rsid w:val="00B1075F"/>
    <w:rsid w:val="00B132B0"/>
    <w:rsid w:val="00B1381A"/>
    <w:rsid w:val="00B2166B"/>
    <w:rsid w:val="00B22AF8"/>
    <w:rsid w:val="00B23284"/>
    <w:rsid w:val="00B23CB3"/>
    <w:rsid w:val="00B262D9"/>
    <w:rsid w:val="00B308B0"/>
    <w:rsid w:val="00B32D7E"/>
    <w:rsid w:val="00B341A9"/>
    <w:rsid w:val="00B34B22"/>
    <w:rsid w:val="00B5223A"/>
    <w:rsid w:val="00B71AA7"/>
    <w:rsid w:val="00B725F6"/>
    <w:rsid w:val="00B82B59"/>
    <w:rsid w:val="00B82C43"/>
    <w:rsid w:val="00B82D8A"/>
    <w:rsid w:val="00B84719"/>
    <w:rsid w:val="00B872F4"/>
    <w:rsid w:val="00B92419"/>
    <w:rsid w:val="00BA7A82"/>
    <w:rsid w:val="00BC4820"/>
    <w:rsid w:val="00BC5DF4"/>
    <w:rsid w:val="00BD3F28"/>
    <w:rsid w:val="00BD542C"/>
    <w:rsid w:val="00BE0741"/>
    <w:rsid w:val="00BE1D50"/>
    <w:rsid w:val="00BE36B0"/>
    <w:rsid w:val="00C03872"/>
    <w:rsid w:val="00C07DB8"/>
    <w:rsid w:val="00C13B86"/>
    <w:rsid w:val="00C15F23"/>
    <w:rsid w:val="00C175E5"/>
    <w:rsid w:val="00C36E6F"/>
    <w:rsid w:val="00C37054"/>
    <w:rsid w:val="00C40824"/>
    <w:rsid w:val="00C40D3C"/>
    <w:rsid w:val="00C41E18"/>
    <w:rsid w:val="00C44E2B"/>
    <w:rsid w:val="00C53891"/>
    <w:rsid w:val="00C61DE0"/>
    <w:rsid w:val="00C6365D"/>
    <w:rsid w:val="00C646D0"/>
    <w:rsid w:val="00C65717"/>
    <w:rsid w:val="00C669A8"/>
    <w:rsid w:val="00C70889"/>
    <w:rsid w:val="00C748EF"/>
    <w:rsid w:val="00C755EE"/>
    <w:rsid w:val="00C75E99"/>
    <w:rsid w:val="00C80CAB"/>
    <w:rsid w:val="00C80F3C"/>
    <w:rsid w:val="00C81364"/>
    <w:rsid w:val="00C8261D"/>
    <w:rsid w:val="00C84A97"/>
    <w:rsid w:val="00C923B7"/>
    <w:rsid w:val="00CA0285"/>
    <w:rsid w:val="00CA2029"/>
    <w:rsid w:val="00CA3EDB"/>
    <w:rsid w:val="00CB3EAC"/>
    <w:rsid w:val="00CB6DE8"/>
    <w:rsid w:val="00CC0AA9"/>
    <w:rsid w:val="00CC3035"/>
    <w:rsid w:val="00CC3DD1"/>
    <w:rsid w:val="00CC57A5"/>
    <w:rsid w:val="00CD2577"/>
    <w:rsid w:val="00CD5C55"/>
    <w:rsid w:val="00CD7D94"/>
    <w:rsid w:val="00CE4BDE"/>
    <w:rsid w:val="00D103F7"/>
    <w:rsid w:val="00D15B0C"/>
    <w:rsid w:val="00D15BE1"/>
    <w:rsid w:val="00D21B54"/>
    <w:rsid w:val="00D2225E"/>
    <w:rsid w:val="00D26859"/>
    <w:rsid w:val="00D3075B"/>
    <w:rsid w:val="00D31753"/>
    <w:rsid w:val="00D36B14"/>
    <w:rsid w:val="00D37837"/>
    <w:rsid w:val="00D402C0"/>
    <w:rsid w:val="00D44222"/>
    <w:rsid w:val="00D4574C"/>
    <w:rsid w:val="00D46D2F"/>
    <w:rsid w:val="00D5124E"/>
    <w:rsid w:val="00D538D5"/>
    <w:rsid w:val="00D66ADD"/>
    <w:rsid w:val="00D675B4"/>
    <w:rsid w:val="00D711BB"/>
    <w:rsid w:val="00D736AE"/>
    <w:rsid w:val="00D7732C"/>
    <w:rsid w:val="00D824F9"/>
    <w:rsid w:val="00D846A8"/>
    <w:rsid w:val="00D84C51"/>
    <w:rsid w:val="00D87F78"/>
    <w:rsid w:val="00DA0235"/>
    <w:rsid w:val="00DA1069"/>
    <w:rsid w:val="00DA33D0"/>
    <w:rsid w:val="00DA3CE2"/>
    <w:rsid w:val="00DA6813"/>
    <w:rsid w:val="00DB0BEF"/>
    <w:rsid w:val="00DB142B"/>
    <w:rsid w:val="00DB1885"/>
    <w:rsid w:val="00DB2041"/>
    <w:rsid w:val="00DB2642"/>
    <w:rsid w:val="00DB70BB"/>
    <w:rsid w:val="00DC0757"/>
    <w:rsid w:val="00DC6DA9"/>
    <w:rsid w:val="00DD15FB"/>
    <w:rsid w:val="00DD42B4"/>
    <w:rsid w:val="00DE272E"/>
    <w:rsid w:val="00DE28AE"/>
    <w:rsid w:val="00DE68D3"/>
    <w:rsid w:val="00DE78D7"/>
    <w:rsid w:val="00DF1B65"/>
    <w:rsid w:val="00DF2A1A"/>
    <w:rsid w:val="00E025B4"/>
    <w:rsid w:val="00E15842"/>
    <w:rsid w:val="00E16ED8"/>
    <w:rsid w:val="00E342E3"/>
    <w:rsid w:val="00E34970"/>
    <w:rsid w:val="00E35757"/>
    <w:rsid w:val="00E375EA"/>
    <w:rsid w:val="00E43FA9"/>
    <w:rsid w:val="00E454FB"/>
    <w:rsid w:val="00E45C7B"/>
    <w:rsid w:val="00E462A8"/>
    <w:rsid w:val="00E475D3"/>
    <w:rsid w:val="00E522BD"/>
    <w:rsid w:val="00E531BE"/>
    <w:rsid w:val="00E53602"/>
    <w:rsid w:val="00E60461"/>
    <w:rsid w:val="00E60E76"/>
    <w:rsid w:val="00E63B8A"/>
    <w:rsid w:val="00E65B64"/>
    <w:rsid w:val="00E6664A"/>
    <w:rsid w:val="00E70D9A"/>
    <w:rsid w:val="00E72756"/>
    <w:rsid w:val="00E8104A"/>
    <w:rsid w:val="00E97A75"/>
    <w:rsid w:val="00EA129E"/>
    <w:rsid w:val="00EA56F4"/>
    <w:rsid w:val="00EB155E"/>
    <w:rsid w:val="00EB5258"/>
    <w:rsid w:val="00EB537D"/>
    <w:rsid w:val="00EB5D89"/>
    <w:rsid w:val="00EC22CC"/>
    <w:rsid w:val="00EC4331"/>
    <w:rsid w:val="00ED4245"/>
    <w:rsid w:val="00ED4FE0"/>
    <w:rsid w:val="00EE43B3"/>
    <w:rsid w:val="00EF1452"/>
    <w:rsid w:val="00EF37C1"/>
    <w:rsid w:val="00EF4B45"/>
    <w:rsid w:val="00EF7514"/>
    <w:rsid w:val="00F03A04"/>
    <w:rsid w:val="00F0646F"/>
    <w:rsid w:val="00F0685B"/>
    <w:rsid w:val="00F132AB"/>
    <w:rsid w:val="00F3517A"/>
    <w:rsid w:val="00F37E64"/>
    <w:rsid w:val="00F43A18"/>
    <w:rsid w:val="00F4530D"/>
    <w:rsid w:val="00F46B0C"/>
    <w:rsid w:val="00F51EB2"/>
    <w:rsid w:val="00F558E9"/>
    <w:rsid w:val="00F6004B"/>
    <w:rsid w:val="00F739D6"/>
    <w:rsid w:val="00F74D36"/>
    <w:rsid w:val="00F76041"/>
    <w:rsid w:val="00F845DC"/>
    <w:rsid w:val="00F9377A"/>
    <w:rsid w:val="00F953B2"/>
    <w:rsid w:val="00F96025"/>
    <w:rsid w:val="00F97CC5"/>
    <w:rsid w:val="00FA10B9"/>
    <w:rsid w:val="00FA7444"/>
    <w:rsid w:val="00FB4D02"/>
    <w:rsid w:val="00FB70E6"/>
    <w:rsid w:val="00FC2889"/>
    <w:rsid w:val="00FD0334"/>
    <w:rsid w:val="00FD5D25"/>
    <w:rsid w:val="00FD7A7E"/>
    <w:rsid w:val="00FE1B2F"/>
    <w:rsid w:val="00FE39CB"/>
    <w:rsid w:val="00FF4AD8"/>
    <w:rsid w:val="00FF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3"/>
    <o:shapelayout v:ext="edit">
      <o:idmap v:ext="edit" data="2"/>
    </o:shapelayout>
  </w:shapeDefaults>
  <w:decimalSymbol w:val=","/>
  <w:listSeparator w:val=";"/>
  <w14:docId w14:val="5411CB6B"/>
  <w15:chartTrackingRefBased/>
  <w15:docId w15:val="{9CCF9E3D-0863-4B5B-9C16-B6030A644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VE" w:eastAsia="es-V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72821"/>
    <w:pPr>
      <w:tabs>
        <w:tab w:val="left" w:pos="720"/>
      </w:tabs>
    </w:pPr>
    <w:rPr>
      <w:rFonts w:ascii="Arial" w:hAnsi="Arial"/>
      <w:lang w:eastAsia="en-US"/>
    </w:rPr>
  </w:style>
  <w:style w:type="paragraph" w:styleId="Ttulo1">
    <w:name w:val="heading 1"/>
    <w:basedOn w:val="Textoindependiente"/>
    <w:next w:val="Textoindependiente"/>
    <w:qFormat/>
    <w:rsid w:val="005B5A37"/>
    <w:pPr>
      <w:numPr>
        <w:numId w:val="4"/>
      </w:numPr>
      <w:spacing w:before="240" w:after="60"/>
      <w:outlineLvl w:val="0"/>
    </w:pPr>
    <w:rPr>
      <w:b/>
      <w:caps/>
      <w:sz w:val="22"/>
    </w:rPr>
  </w:style>
  <w:style w:type="paragraph" w:styleId="Ttulo2">
    <w:name w:val="heading 2"/>
    <w:basedOn w:val="Textoindependiente"/>
    <w:next w:val="Ttulo3"/>
    <w:qFormat/>
    <w:rsid w:val="005B5A37"/>
    <w:pPr>
      <w:numPr>
        <w:ilvl w:val="1"/>
        <w:numId w:val="4"/>
      </w:numPr>
      <w:spacing w:before="120" w:after="180"/>
      <w:outlineLvl w:val="1"/>
    </w:pPr>
    <w:rPr>
      <w:b/>
    </w:rPr>
  </w:style>
  <w:style w:type="paragraph" w:styleId="Ttulo3">
    <w:name w:val="heading 3"/>
    <w:basedOn w:val="Textoindependiente"/>
    <w:qFormat/>
    <w:rsid w:val="005B5A37"/>
    <w:pPr>
      <w:keepNext/>
      <w:numPr>
        <w:ilvl w:val="2"/>
        <w:numId w:val="4"/>
      </w:numPr>
      <w:tabs>
        <w:tab w:val="clear" w:pos="720"/>
      </w:tabs>
      <w:spacing w:before="120" w:after="180"/>
      <w:outlineLvl w:val="2"/>
    </w:pPr>
  </w:style>
  <w:style w:type="paragraph" w:styleId="Ttulo4">
    <w:name w:val="heading 4"/>
    <w:basedOn w:val="Normal"/>
    <w:next w:val="Sangradetextonormal1"/>
    <w:qFormat/>
    <w:rsid w:val="005B5A37"/>
    <w:pPr>
      <w:keepNext/>
      <w:numPr>
        <w:ilvl w:val="3"/>
        <w:numId w:val="4"/>
      </w:numPr>
      <w:tabs>
        <w:tab w:val="clear" w:pos="720"/>
      </w:tabs>
      <w:spacing w:before="120" w:after="180"/>
      <w:outlineLvl w:val="3"/>
    </w:pPr>
    <w:rPr>
      <w:noProof/>
    </w:rPr>
  </w:style>
  <w:style w:type="paragraph" w:styleId="Ttulo5">
    <w:name w:val="heading 5"/>
    <w:basedOn w:val="Normal"/>
    <w:next w:val="Normal"/>
    <w:qFormat/>
    <w:rsid w:val="005B5A37"/>
    <w:pPr>
      <w:keepNext/>
      <w:jc w:val="center"/>
      <w:outlineLvl w:val="4"/>
    </w:pPr>
    <w:rPr>
      <w:b/>
      <w:color w:val="000000"/>
      <w:sz w:val="24"/>
    </w:rPr>
  </w:style>
  <w:style w:type="paragraph" w:styleId="Ttulo6">
    <w:name w:val="heading 6"/>
    <w:basedOn w:val="Normal"/>
    <w:next w:val="Normal"/>
    <w:qFormat/>
    <w:rsid w:val="005B5A37"/>
    <w:pPr>
      <w:keepNext/>
      <w:spacing w:before="120" w:after="120"/>
      <w:jc w:val="center"/>
      <w:outlineLvl w:val="5"/>
    </w:pPr>
    <w:rPr>
      <w:b/>
      <w:bCs/>
    </w:rPr>
  </w:style>
  <w:style w:type="paragraph" w:styleId="Ttulo7">
    <w:name w:val="heading 7"/>
    <w:basedOn w:val="Normal"/>
    <w:next w:val="Normal"/>
    <w:qFormat/>
    <w:rsid w:val="005B5A37"/>
    <w:pPr>
      <w:keepNext/>
      <w:spacing w:before="120" w:after="120"/>
      <w:jc w:val="center"/>
      <w:outlineLvl w:val="6"/>
    </w:pPr>
    <w:rPr>
      <w:b/>
      <w:bCs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aliases w:val="Body Text 1"/>
    <w:basedOn w:val="Normal"/>
    <w:rsid w:val="005B5A37"/>
    <w:pPr>
      <w:spacing w:after="120"/>
      <w:ind w:left="720"/>
    </w:pPr>
  </w:style>
  <w:style w:type="paragraph" w:customStyle="1" w:styleId="Sangradetextonormal1">
    <w:name w:val="Sangría de texto normal1"/>
    <w:basedOn w:val="Textoindependiente"/>
    <w:next w:val="Normal"/>
    <w:rsid w:val="005B5A37"/>
    <w:pPr>
      <w:tabs>
        <w:tab w:val="clear" w:pos="720"/>
        <w:tab w:val="left" w:pos="1080"/>
      </w:tabs>
      <w:ind w:left="1080"/>
    </w:pPr>
  </w:style>
  <w:style w:type="character" w:styleId="Nmerodepgina">
    <w:name w:val="page number"/>
    <w:rsid w:val="005B5A37"/>
    <w:rPr>
      <w:rFonts w:ascii="Arial" w:hAnsi="Arial"/>
      <w:b/>
      <w:sz w:val="16"/>
    </w:rPr>
  </w:style>
  <w:style w:type="paragraph" w:customStyle="1" w:styleId="bullet1">
    <w:name w:val="bullet1"/>
    <w:basedOn w:val="Textoindependiente"/>
    <w:rsid w:val="005B5A37"/>
    <w:pPr>
      <w:tabs>
        <w:tab w:val="num" w:pos="1080"/>
      </w:tabs>
      <w:ind w:left="1080" w:hanging="360"/>
    </w:pPr>
  </w:style>
  <w:style w:type="paragraph" w:customStyle="1" w:styleId="ProcedureTitle">
    <w:name w:val="Procedure Title"/>
    <w:rsid w:val="005B5A37"/>
    <w:pPr>
      <w:jc w:val="center"/>
    </w:pPr>
    <w:rPr>
      <w:rFonts w:ascii="Arial" w:hAnsi="Arial"/>
      <w:b/>
      <w:caps/>
      <w:spacing w:val="-2"/>
      <w:sz w:val="28"/>
      <w:lang w:val="en-US" w:eastAsia="en-US"/>
    </w:rPr>
  </w:style>
  <w:style w:type="paragraph" w:customStyle="1" w:styleId="bulletabc">
    <w:name w:val="bullet abc"/>
    <w:basedOn w:val="Textoindependiente"/>
    <w:rsid w:val="005B5A37"/>
    <w:pPr>
      <w:numPr>
        <w:numId w:val="3"/>
      </w:numPr>
    </w:pPr>
  </w:style>
  <w:style w:type="paragraph" w:styleId="Encabezado">
    <w:name w:val="header"/>
    <w:aliases w:val="Encabezado Linea 1,encabezado,Header Line1,L1,List Indent 1"/>
    <w:basedOn w:val="Normal"/>
    <w:link w:val="EncabezadoCar"/>
    <w:uiPriority w:val="99"/>
    <w:rsid w:val="005B5A37"/>
    <w:pPr>
      <w:widowControl w:val="0"/>
      <w:tabs>
        <w:tab w:val="clear" w:pos="720"/>
        <w:tab w:val="center" w:pos="4320"/>
        <w:tab w:val="right" w:pos="8640"/>
      </w:tabs>
    </w:pPr>
    <w:rPr>
      <w:noProof/>
    </w:rPr>
  </w:style>
  <w:style w:type="paragraph" w:styleId="Piedepgina">
    <w:name w:val="footer"/>
    <w:basedOn w:val="Normal"/>
    <w:rsid w:val="005B5A37"/>
    <w:pPr>
      <w:pBdr>
        <w:top w:val="single" w:sz="4" w:space="1" w:color="auto"/>
      </w:pBdr>
      <w:tabs>
        <w:tab w:val="clear" w:pos="720"/>
        <w:tab w:val="center" w:pos="2030"/>
        <w:tab w:val="right" w:pos="4060"/>
        <w:tab w:val="left" w:pos="6091"/>
        <w:tab w:val="left" w:pos="8121"/>
        <w:tab w:val="left" w:pos="10152"/>
      </w:tabs>
      <w:spacing w:before="120"/>
    </w:pPr>
    <w:rPr>
      <w:i/>
      <w:noProof/>
      <w:sz w:val="16"/>
    </w:rPr>
  </w:style>
  <w:style w:type="paragraph" w:styleId="Textoindependiente3">
    <w:name w:val="Body Text 3"/>
    <w:basedOn w:val="Normal"/>
    <w:rsid w:val="005B5A37"/>
    <w:pPr>
      <w:spacing w:after="120"/>
    </w:pPr>
    <w:rPr>
      <w:sz w:val="16"/>
      <w:szCs w:val="16"/>
    </w:rPr>
  </w:style>
  <w:style w:type="paragraph" w:customStyle="1" w:styleId="PageNo">
    <w:name w:val="Page No."/>
    <w:basedOn w:val="Piedepgina"/>
    <w:rsid w:val="005B5A37"/>
    <w:pPr>
      <w:pBdr>
        <w:top w:val="none" w:sz="0" w:space="0" w:color="auto"/>
      </w:pBdr>
      <w:tabs>
        <w:tab w:val="clear" w:pos="2030"/>
        <w:tab w:val="clear" w:pos="4060"/>
        <w:tab w:val="clear" w:pos="6091"/>
        <w:tab w:val="clear" w:pos="8121"/>
        <w:tab w:val="clear" w:pos="10152"/>
        <w:tab w:val="center" w:pos="4680"/>
        <w:tab w:val="right" w:pos="8640"/>
      </w:tabs>
      <w:spacing w:before="0"/>
    </w:pPr>
    <w:rPr>
      <w:i w:val="0"/>
      <w:noProof w:val="0"/>
      <w:sz w:val="22"/>
      <w:szCs w:val="24"/>
    </w:rPr>
  </w:style>
  <w:style w:type="paragraph" w:customStyle="1" w:styleId="Head1">
    <w:name w:val="Head1"/>
    <w:basedOn w:val="Normal"/>
    <w:next w:val="Textoindependiente"/>
    <w:rsid w:val="005B5A37"/>
    <w:pPr>
      <w:tabs>
        <w:tab w:val="clear" w:pos="720"/>
      </w:tabs>
      <w:spacing w:before="240" w:after="120"/>
    </w:pPr>
    <w:rPr>
      <w:caps/>
      <w:sz w:val="22"/>
      <w:u w:val="single"/>
    </w:rPr>
  </w:style>
  <w:style w:type="paragraph" w:customStyle="1" w:styleId="Head3">
    <w:name w:val="Head3"/>
    <w:basedOn w:val="Sangra2detindependiente"/>
    <w:next w:val="Textoindependiente3"/>
    <w:rsid w:val="005B5A37"/>
    <w:pPr>
      <w:tabs>
        <w:tab w:val="num" w:pos="360"/>
      </w:tabs>
      <w:spacing w:before="120" w:line="240" w:lineRule="auto"/>
      <w:ind w:hanging="360"/>
      <w:jc w:val="both"/>
    </w:pPr>
    <w:rPr>
      <w:sz w:val="22"/>
    </w:rPr>
  </w:style>
  <w:style w:type="paragraph" w:styleId="Sangra2detindependiente">
    <w:name w:val="Body Text Indent 2"/>
    <w:basedOn w:val="Normal"/>
    <w:rsid w:val="005B5A37"/>
    <w:pPr>
      <w:spacing w:after="120" w:line="480" w:lineRule="auto"/>
      <w:ind w:left="360"/>
    </w:pPr>
  </w:style>
  <w:style w:type="paragraph" w:customStyle="1" w:styleId="BechLine1">
    <w:name w:val="Bech Line 1"/>
    <w:basedOn w:val="Normal"/>
    <w:rsid w:val="005B5A37"/>
    <w:pPr>
      <w:tabs>
        <w:tab w:val="clear" w:pos="720"/>
      </w:tabs>
      <w:spacing w:before="1600"/>
    </w:pPr>
    <w:rPr>
      <w:rFonts w:ascii="Helvetica" w:hAnsi="Helvetica"/>
      <w:caps/>
      <w:sz w:val="18"/>
      <w:szCs w:val="24"/>
    </w:rPr>
  </w:style>
  <w:style w:type="paragraph" w:customStyle="1" w:styleId="BechLine2">
    <w:name w:val="Bech Line 2"/>
    <w:basedOn w:val="BechLine1"/>
    <w:rsid w:val="005B5A37"/>
    <w:pPr>
      <w:spacing w:before="0" w:after="1680"/>
    </w:pPr>
  </w:style>
  <w:style w:type="paragraph" w:customStyle="1" w:styleId="CenteredHeading">
    <w:name w:val="Centered Heading"/>
    <w:basedOn w:val="Normal"/>
    <w:rsid w:val="005B5A37"/>
    <w:pPr>
      <w:tabs>
        <w:tab w:val="clear" w:pos="720"/>
      </w:tabs>
      <w:spacing w:after="240"/>
      <w:jc w:val="center"/>
    </w:pPr>
    <w:rPr>
      <w:b/>
      <w:sz w:val="28"/>
      <w:szCs w:val="24"/>
      <w:u w:val="single"/>
    </w:rPr>
  </w:style>
  <w:style w:type="paragraph" w:customStyle="1" w:styleId="TableBox">
    <w:name w:val="Table Box"/>
    <w:basedOn w:val="CenteredHeading"/>
    <w:rsid w:val="005B5A37"/>
    <w:pPr>
      <w:spacing w:before="60" w:after="60"/>
    </w:pPr>
    <w:rPr>
      <w:b w:val="0"/>
      <w:sz w:val="22"/>
    </w:rPr>
  </w:style>
  <w:style w:type="paragraph" w:customStyle="1" w:styleId="PageFooter">
    <w:name w:val="Page Footer"/>
    <w:basedOn w:val="Normal"/>
    <w:rsid w:val="005B5A37"/>
    <w:pPr>
      <w:tabs>
        <w:tab w:val="clear" w:pos="720"/>
      </w:tabs>
      <w:jc w:val="both"/>
    </w:pPr>
    <w:rPr>
      <w:sz w:val="16"/>
    </w:rPr>
  </w:style>
  <w:style w:type="paragraph" w:customStyle="1" w:styleId="Head2">
    <w:name w:val="Head2"/>
    <w:basedOn w:val="Head1"/>
    <w:next w:val="Textoindependiente2"/>
    <w:rsid w:val="005B5A37"/>
    <w:pPr>
      <w:tabs>
        <w:tab w:val="num" w:pos="360"/>
      </w:tabs>
      <w:spacing w:before="120"/>
      <w:ind w:left="360" w:hanging="360"/>
    </w:pPr>
    <w:rPr>
      <w:bCs/>
      <w:u w:val="none"/>
    </w:rPr>
  </w:style>
  <w:style w:type="paragraph" w:styleId="Textoindependiente2">
    <w:name w:val="Body Text 2"/>
    <w:basedOn w:val="Normal"/>
    <w:rsid w:val="005B5A37"/>
    <w:pPr>
      <w:tabs>
        <w:tab w:val="clear" w:pos="720"/>
      </w:tabs>
      <w:spacing w:after="120" w:line="480" w:lineRule="auto"/>
    </w:pPr>
    <w:rPr>
      <w:sz w:val="24"/>
      <w:szCs w:val="24"/>
    </w:rPr>
  </w:style>
  <w:style w:type="paragraph" w:customStyle="1" w:styleId="ctb12pt">
    <w:name w:val="ctb12pt"/>
    <w:basedOn w:val="Normal"/>
    <w:rsid w:val="005B5A37"/>
    <w:pPr>
      <w:tabs>
        <w:tab w:val="clear" w:pos="720"/>
      </w:tabs>
      <w:suppressAutoHyphens/>
      <w:spacing w:after="240"/>
      <w:jc w:val="center"/>
    </w:pPr>
    <w:rPr>
      <w:b/>
      <w:spacing w:val="-3"/>
      <w:sz w:val="24"/>
    </w:rPr>
  </w:style>
  <w:style w:type="paragraph" w:customStyle="1" w:styleId="TOCHead">
    <w:name w:val="TOC Head"/>
    <w:basedOn w:val="Normal"/>
    <w:rsid w:val="005B5A37"/>
    <w:pPr>
      <w:tabs>
        <w:tab w:val="clear" w:pos="720"/>
      </w:tabs>
      <w:spacing w:after="240"/>
    </w:pPr>
    <w:rPr>
      <w:b/>
      <w:bCs/>
      <w:sz w:val="24"/>
    </w:rPr>
  </w:style>
  <w:style w:type="paragraph" w:customStyle="1" w:styleId="Bullet10">
    <w:name w:val="Bullet 1"/>
    <w:basedOn w:val="Sangradetextonormal"/>
    <w:rsid w:val="005B5A37"/>
    <w:pPr>
      <w:tabs>
        <w:tab w:val="num" w:pos="720"/>
      </w:tabs>
      <w:ind w:left="1080" w:hanging="720"/>
    </w:pPr>
  </w:style>
  <w:style w:type="paragraph" w:styleId="Sangradetextonormal">
    <w:name w:val="Body Text Indent"/>
    <w:basedOn w:val="Normal"/>
    <w:rsid w:val="005B5A37"/>
    <w:pPr>
      <w:tabs>
        <w:tab w:val="clear" w:pos="720"/>
      </w:tabs>
      <w:spacing w:after="240"/>
      <w:ind w:left="720"/>
      <w:jc w:val="both"/>
    </w:pPr>
    <w:rPr>
      <w:sz w:val="24"/>
    </w:rPr>
  </w:style>
  <w:style w:type="paragraph" w:customStyle="1" w:styleId="Head4">
    <w:name w:val="Head4"/>
    <w:basedOn w:val="Sangra3detindependiente"/>
    <w:next w:val="BodyText4"/>
    <w:rsid w:val="005B5A37"/>
    <w:pPr>
      <w:tabs>
        <w:tab w:val="num" w:pos="2880"/>
      </w:tabs>
      <w:spacing w:after="120"/>
      <w:ind w:left="2880" w:hanging="720"/>
    </w:pPr>
    <w:rPr>
      <w:sz w:val="24"/>
    </w:rPr>
  </w:style>
  <w:style w:type="paragraph" w:styleId="Sangra3detindependiente">
    <w:name w:val="Body Text Indent 3"/>
    <w:basedOn w:val="Normal"/>
    <w:rsid w:val="005B5A37"/>
    <w:pPr>
      <w:tabs>
        <w:tab w:val="clear" w:pos="720"/>
      </w:tabs>
      <w:ind w:left="720"/>
      <w:jc w:val="both"/>
    </w:pPr>
    <w:rPr>
      <w:sz w:val="22"/>
    </w:rPr>
  </w:style>
  <w:style w:type="paragraph" w:customStyle="1" w:styleId="BodyText4">
    <w:name w:val="Body Text 4"/>
    <w:basedOn w:val="Textoindependiente3"/>
    <w:rsid w:val="005B5A37"/>
    <w:pPr>
      <w:tabs>
        <w:tab w:val="clear" w:pos="720"/>
      </w:tabs>
    </w:pPr>
    <w:rPr>
      <w:sz w:val="24"/>
      <w:szCs w:val="20"/>
    </w:rPr>
  </w:style>
  <w:style w:type="paragraph" w:customStyle="1" w:styleId="DocumentTitle">
    <w:name w:val="Document Title"/>
    <w:basedOn w:val="Normal"/>
    <w:rsid w:val="005B5A37"/>
    <w:pPr>
      <w:tabs>
        <w:tab w:val="clear" w:pos="720"/>
      </w:tabs>
      <w:spacing w:before="5760" w:after="60"/>
      <w:jc w:val="center"/>
    </w:pPr>
    <w:rPr>
      <w:rFonts w:ascii="Arial Rounded MT Bold" w:hAnsi="Arial Rounded MT Bold"/>
      <w:b/>
      <w:caps/>
      <w:sz w:val="32"/>
      <w:lang w:val="en-GB"/>
    </w:rPr>
  </w:style>
  <w:style w:type="paragraph" w:styleId="Ttulo">
    <w:name w:val="Title"/>
    <w:basedOn w:val="Normal"/>
    <w:qFormat/>
    <w:rsid w:val="005B5A37"/>
    <w:pPr>
      <w:tabs>
        <w:tab w:val="clear" w:pos="720"/>
      </w:tabs>
      <w:jc w:val="center"/>
    </w:pPr>
    <w:rPr>
      <w:rFonts w:ascii="Times New Roman" w:hAnsi="Times New Roman"/>
      <w:b/>
      <w:sz w:val="28"/>
    </w:rPr>
  </w:style>
  <w:style w:type="paragraph" w:customStyle="1" w:styleId="Epgrafe">
    <w:name w:val="Epígrafe"/>
    <w:basedOn w:val="Normal"/>
    <w:next w:val="Normal"/>
    <w:qFormat/>
    <w:rsid w:val="005B5A37"/>
    <w:pPr>
      <w:tabs>
        <w:tab w:val="clear" w:pos="720"/>
      </w:tabs>
    </w:pPr>
    <w:rPr>
      <w:b/>
      <w:bCs/>
      <w:sz w:val="28"/>
      <w:szCs w:val="24"/>
    </w:rPr>
  </w:style>
  <w:style w:type="paragraph" w:styleId="Subttulo">
    <w:name w:val="Subtitle"/>
    <w:basedOn w:val="Normal"/>
    <w:qFormat/>
    <w:rsid w:val="005B5A37"/>
    <w:pPr>
      <w:tabs>
        <w:tab w:val="clear" w:pos="720"/>
      </w:tabs>
      <w:spacing w:after="240"/>
      <w:jc w:val="center"/>
    </w:pPr>
    <w:rPr>
      <w:b/>
      <w:bCs/>
      <w:sz w:val="28"/>
      <w:szCs w:val="24"/>
    </w:rPr>
  </w:style>
  <w:style w:type="paragraph" w:customStyle="1" w:styleId="Document1">
    <w:name w:val="Document 1"/>
    <w:rsid w:val="005B5A37"/>
    <w:pPr>
      <w:keepNext/>
      <w:keepLines/>
      <w:tabs>
        <w:tab w:val="left" w:pos="-720"/>
      </w:tabs>
      <w:suppressAutoHyphens/>
    </w:pPr>
    <w:rPr>
      <w:rFonts w:ascii="Arial" w:hAnsi="Arial"/>
      <w:lang w:val="en-US" w:eastAsia="en-US"/>
    </w:rPr>
  </w:style>
  <w:style w:type="paragraph" w:customStyle="1" w:styleId="lm1">
    <w:name w:val="lm@1"/>
    <w:basedOn w:val="Normal"/>
    <w:rsid w:val="005B5A37"/>
    <w:pPr>
      <w:tabs>
        <w:tab w:val="clear" w:pos="720"/>
      </w:tabs>
      <w:suppressAutoHyphens/>
      <w:ind w:left="1440"/>
      <w:jc w:val="both"/>
    </w:pPr>
    <w:rPr>
      <w:spacing w:val="-2"/>
    </w:rPr>
  </w:style>
  <w:style w:type="paragraph" w:customStyle="1" w:styleId="lm5">
    <w:name w:val="lm@.5"/>
    <w:basedOn w:val="Normal"/>
    <w:rsid w:val="005B5A37"/>
    <w:pPr>
      <w:tabs>
        <w:tab w:val="clear" w:pos="720"/>
        <w:tab w:val="left" w:pos="-1440"/>
        <w:tab w:val="left" w:pos="-720"/>
      </w:tabs>
      <w:ind w:left="720"/>
      <w:jc w:val="both"/>
    </w:pPr>
  </w:style>
  <w:style w:type="paragraph" w:customStyle="1" w:styleId="RightPar2">
    <w:name w:val="Right Par 2"/>
    <w:rsid w:val="005B5A37"/>
    <w:pPr>
      <w:tabs>
        <w:tab w:val="left" w:pos="-720"/>
        <w:tab w:val="left" w:pos="0"/>
        <w:tab w:val="left" w:pos="720"/>
        <w:tab w:val="decimal" w:pos="1440"/>
      </w:tabs>
      <w:suppressAutoHyphens/>
      <w:ind w:left="1440"/>
    </w:pPr>
    <w:rPr>
      <w:rFonts w:ascii="Arial" w:hAnsi="Arial"/>
      <w:lang w:val="en-US" w:eastAsia="en-US"/>
    </w:rPr>
  </w:style>
  <w:style w:type="paragraph" w:customStyle="1" w:styleId="RightPar1">
    <w:name w:val="Right Par 1"/>
    <w:rsid w:val="005B5A37"/>
    <w:pPr>
      <w:tabs>
        <w:tab w:val="left" w:pos="-720"/>
        <w:tab w:val="left" w:pos="0"/>
        <w:tab w:val="decimal" w:pos="720"/>
      </w:tabs>
      <w:suppressAutoHyphens/>
      <w:ind w:left="720"/>
    </w:pPr>
    <w:rPr>
      <w:rFonts w:ascii="Arial" w:hAnsi="Arial"/>
      <w:lang w:val="en-US" w:eastAsia="en-US"/>
    </w:rPr>
  </w:style>
  <w:style w:type="paragraph" w:customStyle="1" w:styleId="0">
    <w:name w:val="0"/>
    <w:aliases w:val="docfont"/>
    <w:rsid w:val="005B5A37"/>
    <w:rPr>
      <w:rFonts w:ascii="Arial" w:hAnsi="Arial"/>
      <w:sz w:val="18"/>
      <w:lang w:val="en-US" w:eastAsia="en-US"/>
    </w:rPr>
  </w:style>
  <w:style w:type="paragraph" w:customStyle="1" w:styleId="FormFieldCen">
    <w:name w:val="FormFieldCen"/>
    <w:basedOn w:val="FormField"/>
    <w:rsid w:val="005B5A37"/>
    <w:pPr>
      <w:jc w:val="center"/>
    </w:pPr>
  </w:style>
  <w:style w:type="paragraph" w:customStyle="1" w:styleId="FormField">
    <w:name w:val="FormField"/>
    <w:basedOn w:val="0"/>
    <w:rsid w:val="005B5A37"/>
    <w:rPr>
      <w:rFonts w:ascii="Courier New" w:hAnsi="Courier New"/>
    </w:rPr>
  </w:style>
  <w:style w:type="paragraph" w:customStyle="1" w:styleId="Table">
    <w:name w:val="Table"/>
    <w:basedOn w:val="Normal"/>
    <w:rsid w:val="005B5A37"/>
    <w:pPr>
      <w:keepNext/>
      <w:keepLines/>
      <w:tabs>
        <w:tab w:val="clear" w:pos="720"/>
      </w:tabs>
      <w:spacing w:before="44"/>
      <w:ind w:left="86" w:right="86"/>
    </w:pPr>
    <w:rPr>
      <w:sz w:val="18"/>
      <w:lang w:val="en-GB"/>
    </w:rPr>
  </w:style>
  <w:style w:type="paragraph" w:customStyle="1" w:styleId="pnc">
    <w:name w:val="pnc"/>
    <w:aliases w:val="pncenter"/>
    <w:basedOn w:val="Normal"/>
    <w:rsid w:val="005B5A37"/>
    <w:pPr>
      <w:tabs>
        <w:tab w:val="clear" w:pos="720"/>
      </w:tabs>
      <w:suppressAutoHyphens/>
      <w:jc w:val="center"/>
    </w:pPr>
    <w:rPr>
      <w:b/>
    </w:rPr>
  </w:style>
  <w:style w:type="paragraph" w:customStyle="1" w:styleId="xl24">
    <w:name w:val="xl24"/>
    <w:basedOn w:val="Normal"/>
    <w:rsid w:val="005B5A3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720"/>
      </w:tabs>
      <w:spacing w:before="100" w:beforeAutospacing="1" w:after="100" w:afterAutospacing="1"/>
      <w:jc w:val="center"/>
    </w:pPr>
    <w:rPr>
      <w:rFonts w:eastAsia="Arial Unicode MS" w:cs="Arial"/>
      <w:b/>
      <w:bCs/>
      <w:sz w:val="24"/>
      <w:szCs w:val="24"/>
    </w:rPr>
  </w:style>
  <w:style w:type="paragraph" w:customStyle="1" w:styleId="xl25">
    <w:name w:val="xl25"/>
    <w:basedOn w:val="Normal"/>
    <w:rsid w:val="005B5A3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720"/>
      </w:tabs>
      <w:spacing w:before="100" w:beforeAutospacing="1" w:after="100" w:afterAutospacing="1"/>
      <w:jc w:val="center"/>
    </w:pPr>
    <w:rPr>
      <w:rFonts w:eastAsia="Arial Unicode MS" w:cs="Arial"/>
      <w:b/>
      <w:bCs/>
      <w:sz w:val="24"/>
      <w:szCs w:val="24"/>
    </w:rPr>
  </w:style>
  <w:style w:type="paragraph" w:customStyle="1" w:styleId="xl26">
    <w:name w:val="xl26"/>
    <w:basedOn w:val="Normal"/>
    <w:rsid w:val="005B5A3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720"/>
      </w:tabs>
      <w:spacing w:before="100" w:beforeAutospacing="1" w:after="100" w:afterAutospacing="1"/>
      <w:jc w:val="center"/>
    </w:pPr>
    <w:rPr>
      <w:rFonts w:eastAsia="Arial Unicode MS" w:cs="Arial"/>
      <w:b/>
      <w:bCs/>
      <w:sz w:val="24"/>
      <w:szCs w:val="24"/>
    </w:rPr>
  </w:style>
  <w:style w:type="paragraph" w:customStyle="1" w:styleId="xl27">
    <w:name w:val="xl27"/>
    <w:basedOn w:val="Normal"/>
    <w:rsid w:val="005B5A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720"/>
      </w:tabs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Normal"/>
    <w:rsid w:val="005B5A37"/>
    <w:pPr>
      <w:pBdr>
        <w:bottom w:val="single" w:sz="4" w:space="0" w:color="auto"/>
      </w:pBdr>
      <w:tabs>
        <w:tab w:val="clear" w:pos="720"/>
      </w:tabs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29">
    <w:name w:val="xl29"/>
    <w:basedOn w:val="Normal"/>
    <w:rsid w:val="005B5A3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720"/>
      </w:tabs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 w:val="24"/>
      <w:szCs w:val="24"/>
    </w:rPr>
  </w:style>
  <w:style w:type="paragraph" w:customStyle="1" w:styleId="xl30">
    <w:name w:val="xl30"/>
    <w:basedOn w:val="Normal"/>
    <w:rsid w:val="005B5A3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720"/>
      </w:tabs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 w:val="24"/>
      <w:szCs w:val="24"/>
    </w:rPr>
  </w:style>
  <w:style w:type="paragraph" w:customStyle="1" w:styleId="xl31">
    <w:name w:val="xl31"/>
    <w:basedOn w:val="Normal"/>
    <w:rsid w:val="005B5A37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720"/>
      </w:tabs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 w:val="24"/>
      <w:szCs w:val="24"/>
    </w:rPr>
  </w:style>
  <w:style w:type="paragraph" w:customStyle="1" w:styleId="xl32">
    <w:name w:val="xl32"/>
    <w:basedOn w:val="Normal"/>
    <w:rsid w:val="005B5A3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720"/>
      </w:tabs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 w:val="24"/>
      <w:szCs w:val="24"/>
    </w:rPr>
  </w:style>
  <w:style w:type="paragraph" w:customStyle="1" w:styleId="xl33">
    <w:name w:val="xl33"/>
    <w:basedOn w:val="Normal"/>
    <w:rsid w:val="005B5A37"/>
    <w:pPr>
      <w:pBdr>
        <w:top w:val="single" w:sz="8" w:space="0" w:color="auto"/>
      </w:pBdr>
      <w:shd w:val="clear" w:color="auto" w:fill="C0C0C0"/>
      <w:tabs>
        <w:tab w:val="clear" w:pos="720"/>
      </w:tabs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 w:val="24"/>
      <w:szCs w:val="24"/>
    </w:rPr>
  </w:style>
  <w:style w:type="paragraph" w:customStyle="1" w:styleId="xl34">
    <w:name w:val="xl34"/>
    <w:basedOn w:val="Normal"/>
    <w:rsid w:val="005B5A37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720"/>
      </w:tabs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 w:val="24"/>
      <w:szCs w:val="24"/>
    </w:rPr>
  </w:style>
  <w:style w:type="paragraph" w:customStyle="1" w:styleId="xl35">
    <w:name w:val="xl35"/>
    <w:basedOn w:val="Normal"/>
    <w:rsid w:val="005B5A3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720"/>
      </w:tabs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Normal"/>
    <w:rsid w:val="005B5A3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720"/>
      </w:tabs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 w:val="24"/>
      <w:szCs w:val="24"/>
    </w:rPr>
  </w:style>
  <w:style w:type="paragraph" w:customStyle="1" w:styleId="xl37">
    <w:name w:val="xl37"/>
    <w:basedOn w:val="Normal"/>
    <w:rsid w:val="005B5A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720"/>
      </w:tabs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 w:val="24"/>
      <w:szCs w:val="24"/>
    </w:rPr>
  </w:style>
  <w:style w:type="paragraph" w:customStyle="1" w:styleId="xl38">
    <w:name w:val="xl38"/>
    <w:basedOn w:val="Normal"/>
    <w:rsid w:val="005B5A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720"/>
      </w:tabs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 w:val="24"/>
      <w:szCs w:val="24"/>
    </w:rPr>
  </w:style>
  <w:style w:type="paragraph" w:customStyle="1" w:styleId="xl39">
    <w:name w:val="xl39"/>
    <w:basedOn w:val="Normal"/>
    <w:rsid w:val="005B5A37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720"/>
      </w:tabs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 w:val="24"/>
      <w:szCs w:val="24"/>
    </w:rPr>
  </w:style>
  <w:style w:type="paragraph" w:customStyle="1" w:styleId="xl40">
    <w:name w:val="xl40"/>
    <w:basedOn w:val="Normal"/>
    <w:rsid w:val="005B5A37"/>
    <w:pPr>
      <w:shd w:val="clear" w:color="auto" w:fill="C0C0C0"/>
      <w:tabs>
        <w:tab w:val="clear" w:pos="720"/>
      </w:tabs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 w:val="24"/>
      <w:szCs w:val="24"/>
    </w:rPr>
  </w:style>
  <w:style w:type="paragraph" w:customStyle="1" w:styleId="xl41">
    <w:name w:val="xl41"/>
    <w:basedOn w:val="Normal"/>
    <w:rsid w:val="005B5A37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720"/>
      </w:tabs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 w:val="24"/>
      <w:szCs w:val="24"/>
    </w:rPr>
  </w:style>
  <w:style w:type="paragraph" w:customStyle="1" w:styleId="xl42">
    <w:name w:val="xl42"/>
    <w:basedOn w:val="Normal"/>
    <w:rsid w:val="005B5A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720"/>
      </w:tabs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3">
    <w:name w:val="xl43"/>
    <w:basedOn w:val="Normal"/>
    <w:rsid w:val="005B5A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720"/>
      </w:tabs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 w:val="24"/>
      <w:szCs w:val="24"/>
    </w:rPr>
  </w:style>
  <w:style w:type="paragraph" w:customStyle="1" w:styleId="xl44">
    <w:name w:val="xl44"/>
    <w:basedOn w:val="Normal"/>
    <w:rsid w:val="005B5A37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720"/>
      </w:tabs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 w:val="24"/>
      <w:szCs w:val="24"/>
    </w:rPr>
  </w:style>
  <w:style w:type="paragraph" w:customStyle="1" w:styleId="xl45">
    <w:name w:val="xl45"/>
    <w:basedOn w:val="Normal"/>
    <w:rsid w:val="005B5A3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720"/>
      </w:tabs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Normal"/>
    <w:rsid w:val="005B5A3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720"/>
      </w:tabs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 w:val="24"/>
      <w:szCs w:val="24"/>
    </w:rPr>
  </w:style>
  <w:style w:type="paragraph" w:customStyle="1" w:styleId="xl47">
    <w:name w:val="xl47"/>
    <w:basedOn w:val="Normal"/>
    <w:rsid w:val="005B5A3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720"/>
      </w:tabs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 w:val="24"/>
      <w:szCs w:val="24"/>
    </w:rPr>
  </w:style>
  <w:style w:type="paragraph" w:customStyle="1" w:styleId="xl48">
    <w:name w:val="xl48"/>
    <w:basedOn w:val="Normal"/>
    <w:rsid w:val="005B5A3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720"/>
      </w:tabs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 w:val="24"/>
      <w:szCs w:val="24"/>
    </w:rPr>
  </w:style>
  <w:style w:type="paragraph" w:customStyle="1" w:styleId="xl49">
    <w:name w:val="xl49"/>
    <w:basedOn w:val="Normal"/>
    <w:rsid w:val="005B5A37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720"/>
      </w:tabs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 w:val="24"/>
      <w:szCs w:val="24"/>
    </w:rPr>
  </w:style>
  <w:style w:type="paragraph" w:customStyle="1" w:styleId="xl50">
    <w:name w:val="xl50"/>
    <w:basedOn w:val="Normal"/>
    <w:rsid w:val="005B5A37"/>
    <w:pPr>
      <w:pBdr>
        <w:bottom w:val="single" w:sz="8" w:space="0" w:color="auto"/>
      </w:pBdr>
      <w:shd w:val="clear" w:color="auto" w:fill="C0C0C0"/>
      <w:tabs>
        <w:tab w:val="clear" w:pos="720"/>
      </w:tabs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 w:val="24"/>
      <w:szCs w:val="24"/>
    </w:rPr>
  </w:style>
  <w:style w:type="paragraph" w:customStyle="1" w:styleId="xl51">
    <w:name w:val="xl51"/>
    <w:basedOn w:val="Normal"/>
    <w:rsid w:val="005B5A37"/>
    <w:pPr>
      <w:tabs>
        <w:tab w:val="clear" w:pos="720"/>
      </w:tabs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52">
    <w:name w:val="xl52"/>
    <w:basedOn w:val="Normal"/>
    <w:rsid w:val="005B5A37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720"/>
      </w:tabs>
      <w:spacing w:before="100" w:beforeAutospacing="1" w:after="100" w:afterAutospacing="1"/>
      <w:jc w:val="center"/>
    </w:pPr>
    <w:rPr>
      <w:rFonts w:eastAsia="Arial Unicode MS" w:cs="Arial"/>
      <w:b/>
      <w:bCs/>
      <w:sz w:val="24"/>
      <w:szCs w:val="24"/>
    </w:rPr>
  </w:style>
  <w:style w:type="paragraph" w:customStyle="1" w:styleId="xl53">
    <w:name w:val="xl53"/>
    <w:basedOn w:val="Normal"/>
    <w:rsid w:val="005B5A3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tabs>
        <w:tab w:val="clear" w:pos="720"/>
      </w:tabs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54">
    <w:name w:val="xl54"/>
    <w:basedOn w:val="Normal"/>
    <w:rsid w:val="005B5A37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720"/>
      </w:tabs>
      <w:spacing w:before="100" w:beforeAutospacing="1" w:after="100" w:afterAutospacing="1"/>
      <w:jc w:val="center"/>
    </w:pPr>
    <w:rPr>
      <w:rFonts w:eastAsia="Arial Unicode MS" w:cs="Arial"/>
      <w:b/>
      <w:bCs/>
      <w:sz w:val="24"/>
      <w:szCs w:val="24"/>
    </w:rPr>
  </w:style>
  <w:style w:type="paragraph" w:customStyle="1" w:styleId="xl55">
    <w:name w:val="xl55"/>
    <w:basedOn w:val="Normal"/>
    <w:rsid w:val="005B5A3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720"/>
      </w:tabs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 w:val="24"/>
      <w:szCs w:val="24"/>
    </w:rPr>
  </w:style>
  <w:style w:type="paragraph" w:customStyle="1" w:styleId="xl56">
    <w:name w:val="xl56"/>
    <w:basedOn w:val="Normal"/>
    <w:rsid w:val="005B5A37"/>
    <w:pPr>
      <w:tabs>
        <w:tab w:val="clear" w:pos="720"/>
      </w:tabs>
      <w:spacing w:before="100" w:beforeAutospacing="1" w:after="100" w:afterAutospacing="1"/>
      <w:jc w:val="right"/>
    </w:pPr>
    <w:rPr>
      <w:rFonts w:eastAsia="Arial Unicode MS" w:cs="Arial"/>
      <w:b/>
      <w:bCs/>
      <w:sz w:val="24"/>
      <w:szCs w:val="24"/>
    </w:rPr>
  </w:style>
  <w:style w:type="paragraph" w:customStyle="1" w:styleId="xl57">
    <w:name w:val="xl57"/>
    <w:basedOn w:val="Normal"/>
    <w:rsid w:val="005B5A37"/>
    <w:pPr>
      <w:tabs>
        <w:tab w:val="clear" w:pos="720"/>
      </w:tabs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9">
    <w:name w:val="xl59"/>
    <w:basedOn w:val="Normal"/>
    <w:rsid w:val="005B5A37"/>
    <w:pPr>
      <w:tabs>
        <w:tab w:val="clear" w:pos="720"/>
      </w:tabs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letterhead">
    <w:name w:val="letterhead"/>
    <w:rsid w:val="005B5A37"/>
    <w:rPr>
      <w:rFonts w:ascii="Arial" w:hAnsi="Arial"/>
      <w:noProof w:val="0"/>
      <w:sz w:val="20"/>
      <w:lang w:val="en-US"/>
    </w:rPr>
  </w:style>
  <w:style w:type="character" w:customStyle="1" w:styleId="Document8">
    <w:name w:val="Document 8"/>
    <w:basedOn w:val="Fuentedeprrafopredeter"/>
    <w:rsid w:val="005B5A37"/>
  </w:style>
  <w:style w:type="character" w:customStyle="1" w:styleId="Document4">
    <w:name w:val="Document 4"/>
    <w:rsid w:val="005B5A37"/>
    <w:rPr>
      <w:b/>
      <w:i/>
      <w:sz w:val="20"/>
    </w:rPr>
  </w:style>
  <w:style w:type="character" w:customStyle="1" w:styleId="Document6">
    <w:name w:val="Document 6"/>
    <w:basedOn w:val="Fuentedeprrafopredeter"/>
    <w:rsid w:val="005B5A37"/>
  </w:style>
  <w:style w:type="character" w:customStyle="1" w:styleId="Document5">
    <w:name w:val="Document 5"/>
    <w:basedOn w:val="Fuentedeprrafopredeter"/>
    <w:rsid w:val="005B5A37"/>
  </w:style>
  <w:style w:type="character" w:customStyle="1" w:styleId="Document2">
    <w:name w:val="Document 2"/>
    <w:rsid w:val="005B5A37"/>
    <w:rPr>
      <w:rFonts w:ascii="Arial" w:hAnsi="Arial"/>
      <w:noProof w:val="0"/>
      <w:sz w:val="20"/>
      <w:lang w:val="en-US"/>
    </w:rPr>
  </w:style>
  <w:style w:type="character" w:customStyle="1" w:styleId="Document7">
    <w:name w:val="Document 7"/>
    <w:basedOn w:val="Fuentedeprrafopredeter"/>
    <w:rsid w:val="005B5A37"/>
  </w:style>
  <w:style w:type="character" w:customStyle="1" w:styleId="Bibliogrphy">
    <w:name w:val="Bibliogrphy"/>
    <w:basedOn w:val="Fuentedeprrafopredeter"/>
    <w:rsid w:val="005B5A37"/>
  </w:style>
  <w:style w:type="character" w:customStyle="1" w:styleId="Document3">
    <w:name w:val="Document 3"/>
    <w:rsid w:val="005B5A37"/>
    <w:rPr>
      <w:rFonts w:ascii="Arial" w:hAnsi="Arial"/>
      <w:noProof w:val="0"/>
      <w:sz w:val="20"/>
      <w:lang w:val="en-US"/>
    </w:rPr>
  </w:style>
  <w:style w:type="paragraph" w:customStyle="1" w:styleId="RightPar3">
    <w:name w:val="Right Par 3"/>
    <w:rsid w:val="005B5A37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/>
    </w:pPr>
    <w:rPr>
      <w:rFonts w:ascii="Arial" w:hAnsi="Arial"/>
      <w:lang w:val="en-US" w:eastAsia="en-US"/>
    </w:rPr>
  </w:style>
  <w:style w:type="paragraph" w:customStyle="1" w:styleId="RightPar4">
    <w:name w:val="Right Par 4"/>
    <w:rsid w:val="005B5A37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/>
    </w:pPr>
    <w:rPr>
      <w:rFonts w:ascii="Arial" w:hAnsi="Arial"/>
      <w:lang w:val="en-US" w:eastAsia="en-US"/>
    </w:rPr>
  </w:style>
  <w:style w:type="paragraph" w:customStyle="1" w:styleId="RightPar5">
    <w:name w:val="Right Par 5"/>
    <w:rsid w:val="005B5A3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/>
    </w:pPr>
    <w:rPr>
      <w:rFonts w:ascii="Arial" w:hAnsi="Arial"/>
      <w:lang w:val="en-US" w:eastAsia="en-US"/>
    </w:rPr>
  </w:style>
  <w:style w:type="paragraph" w:customStyle="1" w:styleId="RightPar6">
    <w:name w:val="Right Par 6"/>
    <w:rsid w:val="005B5A3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/>
    </w:pPr>
    <w:rPr>
      <w:rFonts w:ascii="Arial" w:hAnsi="Arial"/>
      <w:lang w:val="en-US" w:eastAsia="en-US"/>
    </w:rPr>
  </w:style>
  <w:style w:type="paragraph" w:customStyle="1" w:styleId="RightPar7">
    <w:name w:val="Right Par 7"/>
    <w:rsid w:val="005B5A3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/>
    </w:pPr>
    <w:rPr>
      <w:rFonts w:ascii="Arial" w:hAnsi="Arial"/>
      <w:lang w:val="en-US" w:eastAsia="en-US"/>
    </w:rPr>
  </w:style>
  <w:style w:type="paragraph" w:customStyle="1" w:styleId="RightPar8">
    <w:name w:val="Right Par 8"/>
    <w:rsid w:val="005B5A3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/>
    </w:pPr>
    <w:rPr>
      <w:rFonts w:ascii="Arial" w:hAnsi="Arial"/>
      <w:lang w:val="en-US" w:eastAsia="en-US"/>
    </w:rPr>
  </w:style>
  <w:style w:type="character" w:customStyle="1" w:styleId="DocInit">
    <w:name w:val="Doc Init"/>
    <w:basedOn w:val="Fuentedeprrafopredeter"/>
    <w:rsid w:val="005B5A37"/>
  </w:style>
  <w:style w:type="character" w:customStyle="1" w:styleId="TechInit">
    <w:name w:val="Tech Init"/>
    <w:rsid w:val="005B5A37"/>
    <w:rPr>
      <w:rFonts w:ascii="Arial" w:hAnsi="Arial"/>
      <w:noProof w:val="0"/>
      <w:sz w:val="20"/>
      <w:lang w:val="en-US"/>
    </w:rPr>
  </w:style>
  <w:style w:type="paragraph" w:customStyle="1" w:styleId="Technical5">
    <w:name w:val="Technical 5"/>
    <w:rsid w:val="005B5A37"/>
    <w:pPr>
      <w:tabs>
        <w:tab w:val="left" w:pos="-720"/>
      </w:tabs>
      <w:suppressAutoHyphens/>
      <w:ind w:firstLine="720"/>
    </w:pPr>
    <w:rPr>
      <w:rFonts w:ascii="Arial" w:hAnsi="Arial"/>
      <w:b/>
      <w:lang w:val="en-US" w:eastAsia="en-US"/>
    </w:rPr>
  </w:style>
  <w:style w:type="paragraph" w:customStyle="1" w:styleId="Technical6">
    <w:name w:val="Technical 6"/>
    <w:rsid w:val="005B5A37"/>
    <w:pPr>
      <w:tabs>
        <w:tab w:val="left" w:pos="-720"/>
      </w:tabs>
      <w:suppressAutoHyphens/>
      <w:ind w:firstLine="720"/>
    </w:pPr>
    <w:rPr>
      <w:rFonts w:ascii="Arial" w:hAnsi="Arial"/>
      <w:b/>
      <w:lang w:val="en-US" w:eastAsia="en-US"/>
    </w:rPr>
  </w:style>
  <w:style w:type="character" w:customStyle="1" w:styleId="Technical2">
    <w:name w:val="Technical 2"/>
    <w:rsid w:val="005B5A37"/>
    <w:rPr>
      <w:rFonts w:ascii="Arial" w:hAnsi="Arial"/>
      <w:noProof w:val="0"/>
      <w:sz w:val="20"/>
      <w:lang w:val="en-US"/>
    </w:rPr>
  </w:style>
  <w:style w:type="character" w:customStyle="1" w:styleId="Technical3">
    <w:name w:val="Technical 3"/>
    <w:rsid w:val="005B5A37"/>
    <w:rPr>
      <w:rFonts w:ascii="Arial" w:hAnsi="Arial"/>
      <w:noProof w:val="0"/>
      <w:sz w:val="20"/>
      <w:lang w:val="en-US"/>
    </w:rPr>
  </w:style>
  <w:style w:type="paragraph" w:customStyle="1" w:styleId="Technical4">
    <w:name w:val="Technical 4"/>
    <w:rsid w:val="005B5A37"/>
    <w:pPr>
      <w:tabs>
        <w:tab w:val="left" w:pos="-720"/>
      </w:tabs>
      <w:suppressAutoHyphens/>
    </w:pPr>
    <w:rPr>
      <w:rFonts w:ascii="Arial" w:hAnsi="Arial"/>
      <w:b/>
      <w:lang w:val="en-US" w:eastAsia="en-US"/>
    </w:rPr>
  </w:style>
  <w:style w:type="character" w:customStyle="1" w:styleId="Technical1">
    <w:name w:val="Technical 1"/>
    <w:rsid w:val="005B5A37"/>
    <w:rPr>
      <w:rFonts w:ascii="Arial" w:hAnsi="Arial"/>
      <w:noProof w:val="0"/>
      <w:sz w:val="20"/>
      <w:lang w:val="en-US"/>
    </w:rPr>
  </w:style>
  <w:style w:type="paragraph" w:customStyle="1" w:styleId="Technical7">
    <w:name w:val="Technical 7"/>
    <w:rsid w:val="005B5A37"/>
    <w:pPr>
      <w:tabs>
        <w:tab w:val="left" w:pos="-720"/>
      </w:tabs>
      <w:suppressAutoHyphens/>
      <w:ind w:firstLine="720"/>
    </w:pPr>
    <w:rPr>
      <w:rFonts w:ascii="Arial" w:hAnsi="Arial"/>
      <w:b/>
      <w:lang w:val="en-US" w:eastAsia="en-US"/>
    </w:rPr>
  </w:style>
  <w:style w:type="paragraph" w:customStyle="1" w:styleId="Technical8">
    <w:name w:val="Technical 8"/>
    <w:rsid w:val="005B5A37"/>
    <w:pPr>
      <w:tabs>
        <w:tab w:val="left" w:pos="-720"/>
      </w:tabs>
      <w:suppressAutoHyphens/>
      <w:ind w:firstLine="720"/>
    </w:pPr>
    <w:rPr>
      <w:rFonts w:ascii="Arial" w:hAnsi="Arial"/>
      <w:b/>
      <w:lang w:val="en-US" w:eastAsia="en-US"/>
    </w:rPr>
  </w:style>
  <w:style w:type="character" w:customStyle="1" w:styleId="EquationCaption">
    <w:name w:val="_Equation Caption"/>
    <w:rsid w:val="005B5A37"/>
  </w:style>
  <w:style w:type="paragraph" w:customStyle="1" w:styleId="b">
    <w:name w:val="b"/>
    <w:aliases w:val="bold"/>
    <w:basedOn w:val="Normal"/>
    <w:rsid w:val="005B5A37"/>
    <w:pPr>
      <w:tabs>
        <w:tab w:val="clear" w:pos="720"/>
      </w:tabs>
      <w:suppressAutoHyphens/>
      <w:jc w:val="both"/>
    </w:pPr>
    <w:rPr>
      <w:b/>
      <w:spacing w:val="-2"/>
    </w:rPr>
  </w:style>
  <w:style w:type="paragraph" w:customStyle="1" w:styleId="h1">
    <w:name w:val="h1"/>
    <w:aliases w:val="hang1"/>
    <w:basedOn w:val="Normal"/>
    <w:rsid w:val="005B5A37"/>
    <w:pPr>
      <w:tabs>
        <w:tab w:val="clear" w:pos="720"/>
        <w:tab w:val="left" w:pos="-1440"/>
        <w:tab w:val="left" w:pos="-720"/>
        <w:tab w:val="left" w:pos="0"/>
      </w:tabs>
      <w:ind w:left="720" w:hanging="720"/>
      <w:jc w:val="both"/>
    </w:pPr>
  </w:style>
  <w:style w:type="paragraph" w:customStyle="1" w:styleId="h2">
    <w:name w:val="h2"/>
    <w:aliases w:val="hang2"/>
    <w:basedOn w:val="h1"/>
    <w:rsid w:val="005B5A37"/>
    <w:pPr>
      <w:tabs>
        <w:tab w:val="clear" w:pos="-720"/>
        <w:tab w:val="clear" w:pos="0"/>
      </w:tabs>
      <w:ind w:left="1440"/>
    </w:pPr>
  </w:style>
  <w:style w:type="paragraph" w:customStyle="1" w:styleId="pn">
    <w:name w:val="pn"/>
    <w:basedOn w:val="Normal"/>
    <w:rsid w:val="005B5A37"/>
    <w:pPr>
      <w:tabs>
        <w:tab w:val="clear" w:pos="720"/>
        <w:tab w:val="left" w:pos="-1800"/>
        <w:tab w:val="left" w:pos="-1080"/>
      </w:tabs>
      <w:suppressAutoHyphens/>
      <w:ind w:left="720" w:right="720"/>
      <w:jc w:val="both"/>
    </w:pPr>
    <w:rPr>
      <w:b/>
    </w:rPr>
  </w:style>
  <w:style w:type="paragraph" w:customStyle="1" w:styleId="t">
    <w:name w:val="t"/>
    <w:aliases w:val="text"/>
    <w:basedOn w:val="Normal"/>
    <w:rsid w:val="005B5A37"/>
    <w:pPr>
      <w:tabs>
        <w:tab w:val="clear" w:pos="720"/>
        <w:tab w:val="left" w:pos="-1440"/>
        <w:tab w:val="left" w:pos="-720"/>
      </w:tabs>
      <w:suppressAutoHyphens/>
      <w:jc w:val="both"/>
    </w:pPr>
  </w:style>
  <w:style w:type="paragraph" w:customStyle="1" w:styleId="lm50">
    <w:name w:val="lm@5"/>
    <w:basedOn w:val="Normal"/>
    <w:rsid w:val="005B5A37"/>
    <w:pPr>
      <w:tabs>
        <w:tab w:val="clear" w:pos="720"/>
        <w:tab w:val="left" w:pos="-1440"/>
        <w:tab w:val="left" w:pos="-720"/>
      </w:tabs>
      <w:suppressAutoHyphens/>
      <w:ind w:left="720"/>
      <w:jc w:val="both"/>
    </w:pPr>
  </w:style>
  <w:style w:type="paragraph" w:customStyle="1" w:styleId="ctb10pt">
    <w:name w:val="ctb10pt"/>
    <w:basedOn w:val="Normal"/>
    <w:rsid w:val="005B5A37"/>
    <w:pPr>
      <w:tabs>
        <w:tab w:val="clear" w:pos="720"/>
      </w:tabs>
      <w:suppressAutoHyphens/>
      <w:jc w:val="center"/>
    </w:pPr>
    <w:rPr>
      <w:b/>
    </w:rPr>
  </w:style>
  <w:style w:type="paragraph" w:customStyle="1" w:styleId="4">
    <w:name w:val="4"/>
    <w:aliases w:val="rj"/>
    <w:basedOn w:val="0"/>
    <w:rsid w:val="005B5A37"/>
    <w:pPr>
      <w:jc w:val="right"/>
    </w:pPr>
  </w:style>
  <w:style w:type="paragraph" w:customStyle="1" w:styleId="1">
    <w:name w:val="1"/>
    <w:aliases w:val="Arial7L"/>
    <w:rsid w:val="005B5A37"/>
    <w:rPr>
      <w:rFonts w:ascii="Arial" w:hAnsi="Arial"/>
      <w:sz w:val="14"/>
      <w:lang w:val="en-US" w:eastAsia="en-US"/>
    </w:rPr>
  </w:style>
  <w:style w:type="paragraph" w:customStyle="1" w:styleId="2">
    <w:name w:val="2"/>
    <w:aliases w:val="Arial7C"/>
    <w:rsid w:val="005B5A37"/>
    <w:pPr>
      <w:jc w:val="center"/>
    </w:pPr>
    <w:rPr>
      <w:rFonts w:ascii="Arial" w:hAnsi="Arial"/>
      <w:sz w:val="14"/>
      <w:lang w:val="en-US" w:eastAsia="en-US"/>
    </w:rPr>
  </w:style>
  <w:style w:type="paragraph" w:customStyle="1" w:styleId="indA">
    <w:name w:val="indA"/>
    <w:basedOn w:val="Normal"/>
    <w:rsid w:val="005B5A37"/>
    <w:pPr>
      <w:keepNext/>
      <w:tabs>
        <w:tab w:val="clear" w:pos="720"/>
      </w:tabs>
      <w:suppressAutoHyphens/>
      <w:spacing w:after="200"/>
      <w:jc w:val="both"/>
    </w:pPr>
    <w:rPr>
      <w:spacing w:val="-2"/>
    </w:rPr>
  </w:style>
  <w:style w:type="paragraph" w:customStyle="1" w:styleId="8">
    <w:name w:val="8"/>
    <w:aliases w:val="8point"/>
    <w:basedOn w:val="0"/>
    <w:rsid w:val="005B5A37"/>
    <w:pPr>
      <w:spacing w:before="40"/>
    </w:pPr>
    <w:rPr>
      <w:sz w:val="16"/>
    </w:rPr>
  </w:style>
  <w:style w:type="paragraph" w:customStyle="1" w:styleId="Description">
    <w:name w:val="Description"/>
    <w:basedOn w:val="FormField"/>
    <w:rsid w:val="005B5A37"/>
    <w:pPr>
      <w:tabs>
        <w:tab w:val="num" w:pos="360"/>
      </w:tabs>
      <w:spacing w:before="40"/>
      <w:ind w:left="360" w:hanging="360"/>
    </w:pPr>
    <w:rPr>
      <w:rFonts w:ascii="Arial" w:hAnsi="Arial"/>
    </w:rPr>
  </w:style>
  <w:style w:type="paragraph" w:customStyle="1" w:styleId="3">
    <w:name w:val="3"/>
    <w:aliases w:val="Arial7R"/>
    <w:rsid w:val="005B5A37"/>
    <w:pPr>
      <w:jc w:val="right"/>
    </w:pPr>
    <w:rPr>
      <w:rFonts w:ascii="Arial" w:hAnsi="Arial"/>
      <w:sz w:val="14"/>
      <w:lang w:val="en-US" w:eastAsia="en-US"/>
    </w:rPr>
  </w:style>
  <w:style w:type="paragraph" w:customStyle="1" w:styleId="Footer2">
    <w:name w:val="Footer2"/>
    <w:basedOn w:val="Normal"/>
    <w:rsid w:val="005B5A37"/>
    <w:pPr>
      <w:pBdr>
        <w:top w:val="single" w:sz="12" w:space="6" w:color="auto"/>
      </w:pBdr>
      <w:tabs>
        <w:tab w:val="clear" w:pos="720"/>
        <w:tab w:val="center" w:pos="4680"/>
        <w:tab w:val="left" w:pos="6480"/>
        <w:tab w:val="center" w:pos="7200"/>
        <w:tab w:val="right" w:pos="9180"/>
        <w:tab w:val="right" w:pos="13500"/>
      </w:tabs>
      <w:suppressAutoHyphens/>
      <w:spacing w:before="120"/>
      <w:jc w:val="both"/>
    </w:pPr>
    <w:rPr>
      <w:spacing w:val="-2"/>
    </w:rPr>
  </w:style>
  <w:style w:type="paragraph" w:customStyle="1" w:styleId="b1">
    <w:name w:val="b1"/>
    <w:aliases w:val="bullet 1"/>
    <w:basedOn w:val="Normal"/>
    <w:rsid w:val="005B5A37"/>
    <w:pPr>
      <w:tabs>
        <w:tab w:val="clear" w:pos="720"/>
      </w:tabs>
      <w:spacing w:before="120"/>
      <w:ind w:left="720" w:hanging="360"/>
      <w:jc w:val="both"/>
    </w:pPr>
  </w:style>
  <w:style w:type="paragraph" w:customStyle="1" w:styleId="hanglm1">
    <w:name w:val="hanglm@1"/>
    <w:basedOn w:val="Normal"/>
    <w:rsid w:val="005B5A37"/>
    <w:pPr>
      <w:tabs>
        <w:tab w:val="clear" w:pos="720"/>
        <w:tab w:val="left" w:pos="-1440"/>
        <w:tab w:val="right" w:pos="7200"/>
      </w:tabs>
      <w:ind w:left="2160" w:hanging="720"/>
      <w:jc w:val="both"/>
    </w:pPr>
  </w:style>
  <w:style w:type="paragraph" w:customStyle="1" w:styleId="00BodyText">
    <w:name w:val="00 BodyText"/>
    <w:basedOn w:val="Normal"/>
    <w:rsid w:val="005B5A37"/>
    <w:pPr>
      <w:tabs>
        <w:tab w:val="clear" w:pos="720"/>
      </w:tabs>
      <w:spacing w:after="220"/>
    </w:pPr>
    <w:rPr>
      <w:sz w:val="22"/>
    </w:rPr>
  </w:style>
  <w:style w:type="paragraph" w:customStyle="1" w:styleId="xl58">
    <w:name w:val="xl58"/>
    <w:basedOn w:val="Normal"/>
    <w:rsid w:val="005B5A37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720"/>
      </w:tabs>
      <w:spacing w:before="100" w:beforeAutospacing="1" w:after="100" w:afterAutospacing="1"/>
      <w:jc w:val="center"/>
    </w:pPr>
    <w:rPr>
      <w:rFonts w:eastAsia="Arial Unicode MS" w:cs="Arial"/>
      <w:b/>
      <w:bCs/>
      <w:sz w:val="24"/>
      <w:szCs w:val="24"/>
    </w:rPr>
  </w:style>
  <w:style w:type="paragraph" w:styleId="Textodeglobo">
    <w:name w:val="Balloon Text"/>
    <w:basedOn w:val="Normal"/>
    <w:semiHidden/>
    <w:rsid w:val="004865D8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F51EB2"/>
    <w:pPr>
      <w:tabs>
        <w:tab w:val="left" w:pos="720"/>
      </w:tabs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8D798B"/>
    <w:rPr>
      <w:color w:val="0000FF"/>
      <w:u w:val="single"/>
    </w:rPr>
  </w:style>
  <w:style w:type="character" w:styleId="Hipervnculovisitado">
    <w:name w:val="FollowedHyperlink"/>
    <w:rsid w:val="008D798B"/>
    <w:rPr>
      <w:color w:val="800080"/>
      <w:u w:val="single"/>
    </w:rPr>
  </w:style>
  <w:style w:type="paragraph" w:styleId="Prrafodelista">
    <w:name w:val="List Paragraph"/>
    <w:basedOn w:val="Normal"/>
    <w:uiPriority w:val="34"/>
    <w:qFormat/>
    <w:rsid w:val="006D2A81"/>
    <w:pPr>
      <w:ind w:left="720"/>
      <w:contextualSpacing/>
    </w:pPr>
  </w:style>
  <w:style w:type="paragraph" w:styleId="Mapadeldocumento">
    <w:name w:val="Document Map"/>
    <w:basedOn w:val="Normal"/>
    <w:link w:val="MapadeldocumentoCar"/>
    <w:rsid w:val="007D0873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link w:val="Mapadeldocumento"/>
    <w:rsid w:val="007D0873"/>
    <w:rPr>
      <w:rFonts w:ascii="Tahoma" w:hAnsi="Tahoma" w:cs="Tahoma"/>
      <w:sz w:val="16"/>
      <w:szCs w:val="16"/>
      <w:lang w:val="es-VE" w:eastAsia="en-US"/>
    </w:rPr>
  </w:style>
  <w:style w:type="character" w:customStyle="1" w:styleId="EncabezadoCar">
    <w:name w:val="Encabezado Car"/>
    <w:aliases w:val="Encabezado Linea 1 Car,encabezado Car,Header Line1 Car,L1 Car,List Indent 1 Car"/>
    <w:link w:val="Encabezado"/>
    <w:uiPriority w:val="99"/>
    <w:rsid w:val="003159EA"/>
    <w:rPr>
      <w:rFonts w:ascii="Arial" w:hAnsi="Arial"/>
      <w:noProof/>
      <w:lang w:val="es-VE"/>
    </w:rPr>
  </w:style>
  <w:style w:type="paragraph" w:customStyle="1" w:styleId="Default">
    <w:name w:val="Default"/>
    <w:rsid w:val="00EA129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s-UY" w:eastAsia="es-UY"/>
    </w:rPr>
  </w:style>
  <w:style w:type="character" w:styleId="Textodelmarcadordeposicin">
    <w:name w:val="Placeholder Text"/>
    <w:basedOn w:val="Fuentedeprrafopredeter"/>
    <w:uiPriority w:val="99"/>
    <w:semiHidden/>
    <w:rsid w:val="00505FF0"/>
    <w:rPr>
      <w:color w:val="808080"/>
    </w:rPr>
  </w:style>
  <w:style w:type="paragraph" w:styleId="Revisin">
    <w:name w:val="Revision"/>
    <w:hidden/>
    <w:uiPriority w:val="99"/>
    <w:semiHidden/>
    <w:rsid w:val="00955BFE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control" Target="activeX/activeX8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ontrol" Target="activeX/activeX11.xml"/><Relationship Id="rId7" Type="http://schemas.openxmlformats.org/officeDocument/2006/relationships/endnotes" Target="endnotes.xml"/><Relationship Id="rId12" Type="http://schemas.openxmlformats.org/officeDocument/2006/relationships/control" Target="activeX/activeX3.xml"/><Relationship Id="rId17" Type="http://schemas.openxmlformats.org/officeDocument/2006/relationships/control" Target="activeX/activeX7.xm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control" Target="activeX/activeX6.xml"/><Relationship Id="rId20" Type="http://schemas.openxmlformats.org/officeDocument/2006/relationships/control" Target="activeX/activeX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ontrol" Target="activeX/activeX5.xml"/><Relationship Id="rId23" Type="http://schemas.openxmlformats.org/officeDocument/2006/relationships/control" Target="activeX/activeX13.xml"/><Relationship Id="rId10" Type="http://schemas.openxmlformats.org/officeDocument/2006/relationships/image" Target="media/image2.wmf"/><Relationship Id="rId19" Type="http://schemas.openxmlformats.org/officeDocument/2006/relationships/control" Target="activeX/activeX9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4.xml"/><Relationship Id="rId22" Type="http://schemas.openxmlformats.org/officeDocument/2006/relationships/control" Target="activeX/activeX12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%20DRIVE\!SWPPs\SWPP%20template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CA210-62ED-479E-AF0E-1D1D4653C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SWPP template.dot</Template>
  <TotalTime>3</TotalTime>
  <Pages>2</Pages>
  <Words>390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Attachment B</vt:lpstr>
    </vt:vector>
  </TitlesOfParts>
  <Company>Bechtel</Company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Attachment B</dc:title>
  <dc:subject/>
  <dc:creator>sknight</dc:creator>
  <cp:keywords/>
  <cp:lastModifiedBy>luis duran</cp:lastModifiedBy>
  <cp:revision>3</cp:revision>
  <cp:lastPrinted>2008-11-03T14:39:00Z</cp:lastPrinted>
  <dcterms:created xsi:type="dcterms:W3CDTF">2022-07-25T22:59:00Z</dcterms:created>
  <dcterms:modified xsi:type="dcterms:W3CDTF">2022-07-25T23:01:00Z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              </vt:lpwstr>
  </property>
</Properties>
</file>