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1548"/>
        <w:gridCol w:w="474"/>
        <w:gridCol w:w="238"/>
        <w:gridCol w:w="259"/>
        <w:gridCol w:w="31"/>
        <w:gridCol w:w="425"/>
        <w:gridCol w:w="369"/>
        <w:gridCol w:w="194"/>
        <w:gridCol w:w="282"/>
        <w:gridCol w:w="198"/>
        <w:gridCol w:w="369"/>
        <w:gridCol w:w="567"/>
        <w:gridCol w:w="564"/>
        <w:gridCol w:w="273"/>
        <w:gridCol w:w="239"/>
        <w:gridCol w:w="656"/>
        <w:gridCol w:w="394"/>
        <w:gridCol w:w="475"/>
        <w:gridCol w:w="481"/>
        <w:gridCol w:w="1142"/>
        <w:gridCol w:w="411"/>
        <w:gridCol w:w="461"/>
        <w:gridCol w:w="10"/>
      </w:tblGrid>
      <w:tr w:rsidR="00034F9E" w14:paraId="324D11B6" w14:textId="77777777" w:rsidTr="00856357">
        <w:tc>
          <w:tcPr>
            <w:tcW w:w="10060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0CECE" w:themeFill="background2" w:themeFillShade="E6"/>
            <w:vAlign w:val="center"/>
          </w:tcPr>
          <w:p w14:paraId="470F556D" w14:textId="77EC907B" w:rsidR="00034F9E" w:rsidRDefault="00034F9E" w:rsidP="00034F9E">
            <w:pPr>
              <w:tabs>
                <w:tab w:val="left" w:pos="450"/>
                <w:tab w:val="center" w:pos="7200"/>
              </w:tabs>
              <w:spacing w:before="120" w:after="120"/>
              <w:jc w:val="center"/>
            </w:pPr>
            <w:r w:rsidRPr="000C122C">
              <w:rPr>
                <w:b/>
                <w:sz w:val="24"/>
                <w:szCs w:val="24"/>
              </w:rPr>
              <w:t>CERTIFICACIÓN DE EXPERIENCIA</w:t>
            </w:r>
          </w:p>
        </w:tc>
      </w:tr>
      <w:tr w:rsidR="00034F9E" w14:paraId="178BCFB4" w14:textId="77777777" w:rsidTr="00856357">
        <w:tc>
          <w:tcPr>
            <w:tcW w:w="10060" w:type="dxa"/>
            <w:gridSpan w:val="2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1B3BDF8" w14:textId="536795C2" w:rsidR="00034F9E" w:rsidRDefault="00034F9E" w:rsidP="00172821">
            <w:pPr>
              <w:tabs>
                <w:tab w:val="left" w:pos="450"/>
                <w:tab w:val="center" w:pos="7200"/>
              </w:tabs>
              <w:spacing w:before="60" w:after="60"/>
            </w:pPr>
            <w:r w:rsidRPr="007702FE">
              <w:rPr>
                <w:b/>
                <w:sz w:val="16"/>
                <w:lang w:val="es-ES"/>
              </w:rPr>
              <w:t xml:space="preserve">1.- </w:t>
            </w:r>
            <w:r>
              <w:rPr>
                <w:b/>
                <w:sz w:val="16"/>
                <w:lang w:val="es-ES"/>
              </w:rPr>
              <w:t>DATOS GENERALES DE LA CONTRATACIÓN</w:t>
            </w:r>
          </w:p>
        </w:tc>
      </w:tr>
      <w:tr w:rsidR="00034F9E" w14:paraId="22991E76" w14:textId="77777777" w:rsidTr="00856357">
        <w:tc>
          <w:tcPr>
            <w:tcW w:w="3820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ABE290" w14:textId="4E61431A" w:rsidR="00034F9E" w:rsidRDefault="00034F9E" w:rsidP="00761175">
            <w:pPr>
              <w:tabs>
                <w:tab w:val="left" w:pos="450"/>
                <w:tab w:val="center" w:pos="7200"/>
              </w:tabs>
              <w:spacing w:before="60" w:after="60"/>
            </w:pPr>
            <w:r w:rsidRPr="00CE4BDE">
              <w:rPr>
                <w:b/>
                <w:sz w:val="16"/>
                <w:lang w:val="es-ES"/>
              </w:rPr>
              <w:t>1.1- Nombre o razón social del contratante:</w:t>
            </w:r>
          </w:p>
        </w:tc>
        <w:tc>
          <w:tcPr>
            <w:tcW w:w="6240" w:type="dxa"/>
            <w:gridSpan w:val="1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16C53A" w14:textId="6F526DFA" w:rsidR="00034F9E" w:rsidRPr="005D6727" w:rsidRDefault="00034F9E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</w:tr>
      <w:tr w:rsidR="009F313C" w14:paraId="7845771E" w14:textId="77777777" w:rsidTr="00856357">
        <w:tc>
          <w:tcPr>
            <w:tcW w:w="3820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3246EB" w14:textId="6A584D77" w:rsidR="009F313C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</w:pPr>
            <w:r w:rsidRPr="00CE4BDE">
              <w:rPr>
                <w:b/>
                <w:sz w:val="16"/>
              </w:rPr>
              <w:t xml:space="preserve">1.2.- Identificación fiscal </w:t>
            </w:r>
            <w:r w:rsidRPr="00CE4BDE">
              <w:rPr>
                <w:b/>
                <w:sz w:val="16"/>
                <w:lang w:val="es-ES"/>
              </w:rPr>
              <w:t>del contratante:</w:t>
            </w:r>
          </w:p>
        </w:tc>
        <w:tc>
          <w:tcPr>
            <w:tcW w:w="6240" w:type="dxa"/>
            <w:gridSpan w:val="1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8CCA9C" w14:textId="4604C5BA" w:rsidR="009F313C" w:rsidRPr="005D6727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</w:tr>
      <w:tr w:rsidR="00034F9E" w:rsidRPr="00172821" w14:paraId="4B070B55" w14:textId="77777777" w:rsidTr="00856357">
        <w:tc>
          <w:tcPr>
            <w:tcW w:w="10060" w:type="dxa"/>
            <w:gridSpan w:val="2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CBFF42B" w14:textId="79011C63" w:rsidR="00034F9E" w:rsidRPr="00172821" w:rsidRDefault="00034F9E" w:rsidP="00761175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  <w:r w:rsidRPr="00172821">
              <w:rPr>
                <w:b/>
                <w:sz w:val="16"/>
                <w:lang w:val="es-ES"/>
              </w:rPr>
              <w:t>1.3 Datos del Contrato</w:t>
            </w:r>
          </w:p>
        </w:tc>
      </w:tr>
      <w:tr w:rsidR="009F313C" w14:paraId="6C85843A" w14:textId="77777777" w:rsidTr="00856357">
        <w:tc>
          <w:tcPr>
            <w:tcW w:w="2975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4AA36D" w14:textId="3AAB07B6" w:rsidR="009F313C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</w:pPr>
            <w:r w:rsidRPr="00CE4BDE">
              <w:rPr>
                <w:b/>
                <w:sz w:val="16"/>
              </w:rPr>
              <w:t>1.</w:t>
            </w:r>
            <w:r>
              <w:rPr>
                <w:b/>
                <w:sz w:val="16"/>
              </w:rPr>
              <w:t>3.1</w:t>
            </w:r>
            <w:r w:rsidRPr="00CE4BDE">
              <w:rPr>
                <w:b/>
                <w:sz w:val="16"/>
              </w:rPr>
              <w:t>.- Número del Contrato</w:t>
            </w:r>
            <w:r>
              <w:rPr>
                <w:b/>
                <w:sz w:val="16"/>
              </w:rPr>
              <w:t xml:space="preserve"> /ODS</w:t>
            </w:r>
            <w:r w:rsidRPr="00CE4BDE">
              <w:rPr>
                <w:b/>
                <w:sz w:val="16"/>
              </w:rPr>
              <w:t xml:space="preserve">: </w:t>
            </w:r>
          </w:p>
        </w:tc>
        <w:tc>
          <w:tcPr>
            <w:tcW w:w="7085" w:type="dxa"/>
            <w:gridSpan w:val="1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6F8671" w14:textId="3E405B8B" w:rsidR="009F313C" w:rsidRPr="005D6727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</w:tr>
      <w:tr w:rsidR="009F313C" w14:paraId="3E568001" w14:textId="77777777" w:rsidTr="00856357">
        <w:tc>
          <w:tcPr>
            <w:tcW w:w="2975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2E837B" w14:textId="4E53B3CC" w:rsidR="009F313C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</w:pPr>
            <w:r w:rsidRPr="00CE4BDE">
              <w:rPr>
                <w:b/>
                <w:sz w:val="16"/>
              </w:rPr>
              <w:t>1.3</w:t>
            </w:r>
            <w:r>
              <w:rPr>
                <w:b/>
                <w:sz w:val="16"/>
              </w:rPr>
              <w:t>.2</w:t>
            </w:r>
            <w:r w:rsidRPr="00CE4BDE">
              <w:rPr>
                <w:b/>
                <w:sz w:val="16"/>
              </w:rPr>
              <w:t xml:space="preserve">.- Nombre de la contratación:  </w:t>
            </w:r>
          </w:p>
        </w:tc>
        <w:tc>
          <w:tcPr>
            <w:tcW w:w="7085" w:type="dxa"/>
            <w:gridSpan w:val="1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4CFB6D" w14:textId="5DAC8392" w:rsidR="009F313C" w:rsidRPr="005D6727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</w:tr>
      <w:tr w:rsidR="009F313C" w:rsidRPr="00172821" w14:paraId="44821419" w14:textId="77777777" w:rsidTr="00856357">
        <w:tc>
          <w:tcPr>
            <w:tcW w:w="10060" w:type="dxa"/>
            <w:gridSpan w:val="2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4F03167A" w14:textId="46925F3C" w:rsidR="009F313C" w:rsidRPr="00172821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  <w:r w:rsidRPr="00172821">
              <w:rPr>
                <w:b/>
                <w:sz w:val="16"/>
                <w:lang w:val="es-ES"/>
              </w:rPr>
              <w:t>1.4. Datos del Proyecto</w:t>
            </w:r>
          </w:p>
        </w:tc>
      </w:tr>
      <w:tr w:rsidR="009F313C" w14:paraId="048BCB83" w14:textId="77777777" w:rsidTr="00856357">
        <w:tc>
          <w:tcPr>
            <w:tcW w:w="2975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06BC47" w14:textId="1F79D490" w:rsidR="009F313C" w:rsidRPr="00CE4BDE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</w:rPr>
            </w:pPr>
            <w:r w:rsidRPr="00CE4BDE">
              <w:rPr>
                <w:b/>
                <w:sz w:val="16"/>
              </w:rPr>
              <w:t>1.4.</w:t>
            </w:r>
            <w:r>
              <w:rPr>
                <w:b/>
                <w:sz w:val="16"/>
              </w:rPr>
              <w:t>1</w:t>
            </w:r>
            <w:r w:rsidRPr="00CE4BDE">
              <w:rPr>
                <w:b/>
                <w:sz w:val="16"/>
              </w:rPr>
              <w:t xml:space="preserve">. </w:t>
            </w:r>
            <w:r>
              <w:rPr>
                <w:b/>
                <w:sz w:val="16"/>
              </w:rPr>
              <w:t xml:space="preserve">Código </w:t>
            </w:r>
            <w:r w:rsidRPr="00CE4BDE">
              <w:rPr>
                <w:b/>
                <w:sz w:val="16"/>
              </w:rPr>
              <w:t>Proyecto</w:t>
            </w:r>
            <w:r>
              <w:rPr>
                <w:b/>
                <w:sz w:val="16"/>
              </w:rPr>
              <w:t>:</w:t>
            </w:r>
            <w:r w:rsidRPr="00CE4BDE">
              <w:rPr>
                <w:b/>
                <w:sz w:val="16"/>
              </w:rPr>
              <w:t xml:space="preserve"> </w:t>
            </w:r>
          </w:p>
        </w:tc>
        <w:tc>
          <w:tcPr>
            <w:tcW w:w="7085" w:type="dxa"/>
            <w:gridSpan w:val="1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719C73" w14:textId="1AEF5EEB" w:rsidR="009F313C" w:rsidRPr="005D6727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</w:tr>
      <w:tr w:rsidR="009F313C" w14:paraId="3E962F85" w14:textId="77777777" w:rsidTr="00856357">
        <w:tc>
          <w:tcPr>
            <w:tcW w:w="2975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D489E6" w14:textId="1FDC58E7" w:rsidR="009F313C" w:rsidRPr="00CE4BDE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</w:rPr>
            </w:pPr>
            <w:r w:rsidRPr="00CE4BDE">
              <w:rPr>
                <w:b/>
                <w:sz w:val="16"/>
              </w:rPr>
              <w:t>1.4.</w:t>
            </w:r>
            <w:r>
              <w:rPr>
                <w:b/>
                <w:sz w:val="16"/>
              </w:rPr>
              <w:t>2</w:t>
            </w:r>
            <w:r w:rsidRPr="00CE4BDE">
              <w:rPr>
                <w:b/>
                <w:sz w:val="16"/>
              </w:rPr>
              <w:t xml:space="preserve">.- </w:t>
            </w:r>
            <w:r>
              <w:rPr>
                <w:b/>
                <w:sz w:val="16"/>
              </w:rPr>
              <w:t>Nombre del Proyecto:</w:t>
            </w:r>
          </w:p>
        </w:tc>
        <w:tc>
          <w:tcPr>
            <w:tcW w:w="7085" w:type="dxa"/>
            <w:gridSpan w:val="1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BB180A" w14:textId="4FA22842" w:rsidR="009F313C" w:rsidRPr="005D6727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</w:tr>
      <w:tr w:rsidR="009F313C" w:rsidRPr="00172821" w14:paraId="4C8EDC94" w14:textId="77777777" w:rsidTr="00856357">
        <w:tc>
          <w:tcPr>
            <w:tcW w:w="10060" w:type="dxa"/>
            <w:gridSpan w:val="2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11C84F17" w14:textId="76D37198" w:rsidR="009F313C" w:rsidRPr="00172821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  <w:r w:rsidRPr="00172821">
              <w:rPr>
                <w:b/>
                <w:sz w:val="16"/>
                <w:lang w:val="es-ES"/>
              </w:rPr>
              <w:t>1.5.- Tipo de contrato:</w:t>
            </w:r>
          </w:p>
        </w:tc>
      </w:tr>
      <w:tr w:rsidR="009F313C" w14:paraId="4EE5DCCD" w14:textId="77777777" w:rsidTr="00856357">
        <w:trPr>
          <w:gridAfter w:val="1"/>
          <w:wAfter w:w="10" w:type="dxa"/>
        </w:trPr>
        <w:tc>
          <w:tcPr>
            <w:tcW w:w="255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4A974298" w14:textId="6876BDF9" w:rsidR="009F313C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</w:pPr>
            <w:r w:rsidRPr="00CE4BDE">
              <w:rPr>
                <w:b/>
                <w:sz w:val="16"/>
              </w:rPr>
              <w:t>1.5.1.- Consultoría: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7E29D02" w14:textId="3FADF897" w:rsidR="009F313C" w:rsidRDefault="009F313C" w:rsidP="006E10D6">
            <w:pPr>
              <w:tabs>
                <w:tab w:val="left" w:pos="450"/>
                <w:tab w:val="center" w:pos="7200"/>
              </w:tabs>
              <w:jc w:val="center"/>
            </w:pPr>
            <w:r>
              <w:object w:dxaOrig="225" w:dyaOrig="225" w14:anchorId="12E777F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1" type="#_x0000_t75" style="width:13.5pt;height:12.75pt" o:ole="">
                  <v:imagedata r:id="rId8" o:title=""/>
                </v:shape>
                <w:control r:id="rId9" w:name="Consultoría" w:shapeid="_x0000_i1051"/>
              </w:object>
            </w:r>
          </w:p>
        </w:tc>
        <w:tc>
          <w:tcPr>
            <w:tcW w:w="2447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3BAE1CC2" w14:textId="2FCFDDAC" w:rsidR="009F313C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</w:pPr>
            <w:r w:rsidRPr="00CE4BDE">
              <w:rPr>
                <w:b/>
                <w:sz w:val="16"/>
              </w:rPr>
              <w:t>1.5.2.- Capacitación</w:t>
            </w:r>
            <w:r>
              <w:rPr>
                <w:b/>
                <w:sz w:val="16"/>
              </w:rPr>
              <w:t>: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1921FD0" w14:textId="6E064C02" w:rsidR="009F313C" w:rsidRDefault="009F313C" w:rsidP="006E10D6">
            <w:pPr>
              <w:tabs>
                <w:tab w:val="left" w:pos="450"/>
                <w:tab w:val="center" w:pos="7200"/>
              </w:tabs>
              <w:jc w:val="center"/>
            </w:pPr>
            <w:r>
              <w:object w:dxaOrig="225" w:dyaOrig="225" w14:anchorId="5CAC903D">
                <v:shape id="_x0000_i1053" type="#_x0000_t75" style="width:13.5pt;height:14.25pt" o:ole="">
                  <v:imagedata r:id="rId10" o:title=""/>
                </v:shape>
                <w:control r:id="rId11" w:name="Consultoría1" w:shapeid="_x0000_i1053"/>
              </w:object>
            </w:r>
          </w:p>
        </w:tc>
        <w:tc>
          <w:tcPr>
            <w:tcW w:w="249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7DDB2029" w14:textId="02E418ED" w:rsidR="009F313C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</w:pPr>
            <w:r w:rsidRPr="00CE4BDE">
              <w:rPr>
                <w:b/>
                <w:sz w:val="16"/>
                <w:lang w:val="es-ES"/>
              </w:rPr>
              <w:t>1.5.</w:t>
            </w:r>
            <w:r>
              <w:rPr>
                <w:b/>
                <w:sz w:val="16"/>
                <w:lang w:val="es-ES"/>
              </w:rPr>
              <w:t>3</w:t>
            </w:r>
            <w:r w:rsidRPr="00CE4BDE">
              <w:rPr>
                <w:b/>
                <w:sz w:val="16"/>
                <w:lang w:val="es-ES"/>
              </w:rPr>
              <w:t xml:space="preserve">.- </w:t>
            </w:r>
            <w:r w:rsidRPr="002C2EF3">
              <w:rPr>
                <w:b/>
                <w:sz w:val="16"/>
              </w:rPr>
              <w:t>Certificación</w:t>
            </w:r>
            <w:r>
              <w:rPr>
                <w:b/>
                <w:sz w:val="16"/>
              </w:rPr>
              <w:t>: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2C4E3221" w14:textId="5311723D" w:rsidR="009F313C" w:rsidRDefault="009F313C" w:rsidP="006E10D6">
            <w:pPr>
              <w:tabs>
                <w:tab w:val="left" w:pos="450"/>
                <w:tab w:val="center" w:pos="7200"/>
              </w:tabs>
              <w:jc w:val="center"/>
            </w:pPr>
            <w:r>
              <w:object w:dxaOrig="225" w:dyaOrig="225" w14:anchorId="7688E95E">
                <v:shape id="_x0000_i1055" type="#_x0000_t75" style="width:13.5pt;height:14.25pt" o:ole="">
                  <v:imagedata r:id="rId10" o:title=""/>
                </v:shape>
                <w:control r:id="rId12" w:name="Consultoría2" w:shapeid="_x0000_i1055"/>
              </w:object>
            </w:r>
          </w:p>
        </w:tc>
      </w:tr>
      <w:tr w:rsidR="006E10D6" w14:paraId="0EDA9FC6" w14:textId="77777777" w:rsidTr="00856357">
        <w:tc>
          <w:tcPr>
            <w:tcW w:w="2975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E14D52" w14:textId="21CA3F45" w:rsidR="006E10D6" w:rsidRPr="00CE4BDE" w:rsidRDefault="006E10D6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  <w:r w:rsidRPr="00CE4BDE">
              <w:rPr>
                <w:b/>
                <w:sz w:val="16"/>
                <w:lang w:val="es-ES"/>
              </w:rPr>
              <w:t>1.</w:t>
            </w:r>
            <w:r>
              <w:rPr>
                <w:b/>
                <w:sz w:val="16"/>
                <w:lang w:val="es-ES"/>
              </w:rPr>
              <w:t>6</w:t>
            </w:r>
            <w:r w:rsidRPr="00CE4BDE">
              <w:rPr>
                <w:b/>
                <w:sz w:val="16"/>
                <w:lang w:val="es-ES"/>
              </w:rPr>
              <w:t xml:space="preserve">.- </w:t>
            </w:r>
            <w:r>
              <w:rPr>
                <w:b/>
                <w:sz w:val="16"/>
                <w:lang w:val="es-ES"/>
              </w:rPr>
              <w:t>Objeto de la contratación</w:t>
            </w:r>
            <w:r w:rsidRPr="00CE4BDE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7085" w:type="dxa"/>
            <w:gridSpan w:val="1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602E3D" w14:textId="316E9A67" w:rsidR="006E10D6" w:rsidRPr="005D6727" w:rsidRDefault="006E10D6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</w:tr>
      <w:tr w:rsidR="009F313C" w14:paraId="7AB32B99" w14:textId="77777777" w:rsidTr="00856357">
        <w:tc>
          <w:tcPr>
            <w:tcW w:w="2975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F149E4" w14:textId="61A112D4" w:rsidR="009F313C" w:rsidRPr="00CE4BDE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</w:rPr>
            </w:pPr>
            <w:r w:rsidRPr="00CE4BDE">
              <w:rPr>
                <w:b/>
                <w:sz w:val="16"/>
                <w:lang w:val="es-ES"/>
              </w:rPr>
              <w:t xml:space="preserve">1.7.- Lugar de ejecución: </w:t>
            </w:r>
          </w:p>
        </w:tc>
        <w:tc>
          <w:tcPr>
            <w:tcW w:w="7085" w:type="dxa"/>
            <w:gridSpan w:val="1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ACB547" w14:textId="5DE4E694" w:rsidR="009F313C" w:rsidRPr="005D6727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</w:tr>
      <w:tr w:rsidR="009F313C" w14:paraId="3BF9023A" w14:textId="77777777" w:rsidTr="00856357">
        <w:tc>
          <w:tcPr>
            <w:tcW w:w="10060" w:type="dxa"/>
            <w:gridSpan w:val="2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201E0D82" w14:textId="1F574C23" w:rsidR="009F313C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</w:pPr>
            <w:r w:rsidRPr="00CE4BDE">
              <w:rPr>
                <w:b/>
                <w:sz w:val="16"/>
              </w:rPr>
              <w:t xml:space="preserve">1.8.- Fecha de ejecución </w:t>
            </w:r>
          </w:p>
        </w:tc>
      </w:tr>
      <w:tr w:rsidR="009F313C" w14:paraId="69736BB6" w14:textId="77777777" w:rsidTr="00BB5681">
        <w:tc>
          <w:tcPr>
            <w:tcW w:w="251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7A7C838C" w14:textId="520D4571" w:rsidR="009F313C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</w:pPr>
            <w:r w:rsidRPr="00CE4BDE">
              <w:rPr>
                <w:b/>
                <w:sz w:val="16"/>
              </w:rPr>
              <w:t>1.8.1.- Fecha de inicio:</w:t>
            </w:r>
          </w:p>
        </w:tc>
        <w:tc>
          <w:tcPr>
            <w:tcW w:w="243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15CF8853" w14:textId="17173F4E" w:rsidR="009F313C" w:rsidRPr="005D6727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55AD925F" w14:textId="72E6F30F" w:rsidR="009F313C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</w:pPr>
            <w:r w:rsidRPr="00CE4BDE">
              <w:rPr>
                <w:b/>
                <w:sz w:val="16"/>
              </w:rPr>
              <w:t>1.8.2.- Fecha de finalización:</w:t>
            </w:r>
          </w:p>
        </w:tc>
        <w:tc>
          <w:tcPr>
            <w:tcW w:w="29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3A2646B5" w14:textId="71E44982" w:rsidR="009F313C" w:rsidRPr="005D6727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</w:tr>
      <w:tr w:rsidR="009F313C" w14:paraId="074C66AD" w14:textId="77777777" w:rsidTr="00856357">
        <w:tc>
          <w:tcPr>
            <w:tcW w:w="2975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7AF263" w14:textId="042A87C8" w:rsidR="009F313C" w:rsidRPr="00CE4BDE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</w:rPr>
            </w:pPr>
            <w:r w:rsidRPr="00CE4BDE">
              <w:rPr>
                <w:b/>
                <w:sz w:val="16"/>
                <w:lang w:val="es-ES"/>
              </w:rPr>
              <w:t xml:space="preserve">1.9.- Avance a la fecha: </w:t>
            </w:r>
          </w:p>
        </w:tc>
        <w:tc>
          <w:tcPr>
            <w:tcW w:w="7085" w:type="dxa"/>
            <w:gridSpan w:val="1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B19922" w14:textId="09016F4B" w:rsidR="009F313C" w:rsidRPr="005D6727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</w:tr>
      <w:tr w:rsidR="009F313C" w14:paraId="74952F5A" w14:textId="77777777" w:rsidTr="00856357">
        <w:tc>
          <w:tcPr>
            <w:tcW w:w="2975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62800A" w14:textId="73832F26" w:rsidR="009F313C" w:rsidRPr="00CE4BDE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</w:rPr>
            </w:pPr>
            <w:r w:rsidRPr="00CE4BDE">
              <w:rPr>
                <w:b/>
                <w:sz w:val="16"/>
                <w:lang w:val="es-ES"/>
              </w:rPr>
              <w:t xml:space="preserve">1.10.- Valor final del contrato: </w:t>
            </w:r>
          </w:p>
        </w:tc>
        <w:tc>
          <w:tcPr>
            <w:tcW w:w="7085" w:type="dxa"/>
            <w:gridSpan w:val="1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D6E828" w14:textId="615B5CBB" w:rsidR="009F313C" w:rsidRPr="005D6727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</w:tr>
      <w:tr w:rsidR="009F313C" w:rsidRPr="00172821" w14:paraId="68C0C067" w14:textId="77777777" w:rsidTr="00856357">
        <w:tc>
          <w:tcPr>
            <w:tcW w:w="10060" w:type="dxa"/>
            <w:gridSpan w:val="2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2EF7DF9" w14:textId="64931C3F" w:rsidR="009F313C" w:rsidRPr="00172821" w:rsidRDefault="009F313C" w:rsidP="009F313C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  <w:r w:rsidRPr="00CE4BDE">
              <w:rPr>
                <w:b/>
                <w:sz w:val="16"/>
                <w:lang w:val="es-ES"/>
              </w:rPr>
              <w:t>2.- DATOS GENERALES DEL CONTRATISTA</w:t>
            </w:r>
          </w:p>
        </w:tc>
      </w:tr>
      <w:tr w:rsidR="00C84A97" w:rsidRPr="00761175" w14:paraId="4C89CBB2" w14:textId="77777777" w:rsidTr="00856357">
        <w:tc>
          <w:tcPr>
            <w:tcW w:w="4387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BC3D06" w14:textId="717A4AD7" w:rsidR="00C84A97" w:rsidRPr="00761175" w:rsidRDefault="00C84A97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  <w:r w:rsidRPr="00761175">
              <w:rPr>
                <w:b/>
                <w:sz w:val="16"/>
                <w:lang w:val="es-ES"/>
              </w:rPr>
              <w:t xml:space="preserve">2.1.- </w:t>
            </w:r>
            <w:r w:rsidRPr="00CE4BDE">
              <w:rPr>
                <w:b/>
                <w:sz w:val="16"/>
                <w:lang w:val="es-ES"/>
              </w:rPr>
              <w:t xml:space="preserve">Nombre o razón social del contratista: </w:t>
            </w:r>
          </w:p>
        </w:tc>
        <w:tc>
          <w:tcPr>
            <w:tcW w:w="5673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7DDCBB" w14:textId="04B2318E" w:rsidR="00C84A97" w:rsidRPr="0055234E" w:rsidRDefault="00C84A97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</w:tr>
      <w:tr w:rsidR="00C84A97" w:rsidRPr="00761175" w14:paraId="4559E8B5" w14:textId="77777777" w:rsidTr="00856357">
        <w:tc>
          <w:tcPr>
            <w:tcW w:w="4387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8A9706" w14:textId="5D29DECA" w:rsidR="00C84A97" w:rsidRPr="00761175" w:rsidRDefault="00C84A97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  <w:r w:rsidRPr="00761175">
              <w:rPr>
                <w:b/>
                <w:sz w:val="16"/>
                <w:lang w:val="es-ES"/>
              </w:rPr>
              <w:t xml:space="preserve">2.2.- Identificación fiscal </w:t>
            </w:r>
            <w:r w:rsidRPr="00CE4BDE">
              <w:rPr>
                <w:b/>
                <w:sz w:val="16"/>
                <w:lang w:val="es-ES"/>
              </w:rPr>
              <w:t>del ejecutante del contrato</w:t>
            </w:r>
            <w:r w:rsidRPr="00761175">
              <w:rPr>
                <w:b/>
                <w:sz w:val="16"/>
                <w:lang w:val="es-ES"/>
              </w:rPr>
              <w:t xml:space="preserve">: </w:t>
            </w:r>
          </w:p>
        </w:tc>
        <w:tc>
          <w:tcPr>
            <w:tcW w:w="5673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D083B7" w14:textId="4323B99A" w:rsidR="00C84A97" w:rsidRPr="0055234E" w:rsidRDefault="00C84A97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</w:tr>
      <w:tr w:rsidR="00C84A97" w:rsidRPr="00761175" w14:paraId="5B5F8B3E" w14:textId="77777777" w:rsidTr="00856357">
        <w:tc>
          <w:tcPr>
            <w:tcW w:w="10060" w:type="dxa"/>
            <w:gridSpan w:val="2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06112906" w14:textId="12114EFB" w:rsidR="00C84A97" w:rsidRPr="00761175" w:rsidRDefault="00C84A97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  <w:r w:rsidRPr="00CE4BDE">
              <w:rPr>
                <w:b/>
                <w:sz w:val="16"/>
                <w:lang w:val="es-ES"/>
              </w:rPr>
              <w:t>3.- DATOS DE LA EJECUCIÓN</w:t>
            </w:r>
          </w:p>
        </w:tc>
      </w:tr>
      <w:tr w:rsidR="00C84A97" w:rsidRPr="00761175" w14:paraId="5F6181DA" w14:textId="77777777" w:rsidTr="00856357">
        <w:tc>
          <w:tcPr>
            <w:tcW w:w="10060" w:type="dxa"/>
            <w:gridSpan w:val="2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477BB3" w14:textId="1E6518DF" w:rsidR="00C84A97" w:rsidRPr="00761175" w:rsidRDefault="00C84A97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  <w:r w:rsidRPr="00761175">
              <w:rPr>
                <w:b/>
                <w:sz w:val="16"/>
                <w:lang w:val="es-ES"/>
              </w:rPr>
              <w:t>3.1- Calidad de la ejecución</w:t>
            </w:r>
          </w:p>
        </w:tc>
      </w:tr>
      <w:tr w:rsidR="00C84A97" w:rsidRPr="00761175" w14:paraId="457CAA33" w14:textId="77777777" w:rsidTr="00856357">
        <w:tc>
          <w:tcPr>
            <w:tcW w:w="15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14:paraId="5A650B01" w14:textId="67CF3ECF" w:rsidR="00C84A97" w:rsidRPr="00761175" w:rsidRDefault="00C84A97" w:rsidP="00856357">
            <w:pPr>
              <w:tabs>
                <w:tab w:val="left" w:pos="450"/>
                <w:tab w:val="center" w:pos="7200"/>
              </w:tabs>
              <w:spacing w:before="60" w:after="60"/>
              <w:jc w:val="center"/>
              <w:rPr>
                <w:b/>
                <w:sz w:val="16"/>
                <w:lang w:val="es-ES"/>
              </w:rPr>
            </w:pPr>
            <w:r w:rsidRPr="00761175">
              <w:rPr>
                <w:b/>
                <w:sz w:val="16"/>
                <w:lang w:val="es-ES"/>
              </w:rPr>
              <w:t>3.1.1.- Excelente: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71641D9F" w14:textId="122E0714" w:rsidR="00C84A97" w:rsidRPr="00761175" w:rsidRDefault="00C84A97" w:rsidP="00856357">
            <w:pPr>
              <w:tabs>
                <w:tab w:val="left" w:pos="450"/>
                <w:tab w:val="center" w:pos="7200"/>
              </w:tabs>
              <w:jc w:val="center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object w:dxaOrig="225" w:dyaOrig="225" w14:anchorId="13058A0E">
                <v:shape id="_x0000_i1057" type="#_x0000_t75" style="width:11.25pt;height:11.25pt" o:ole="">
                  <v:imagedata r:id="rId13" o:title=""/>
                  <o:lock v:ext="edit" aspectratio="f"/>
                </v:shape>
                <w:control r:id="rId14" w:name="Calidad5" w:shapeid="_x0000_i1057"/>
              </w:object>
            </w:r>
          </w:p>
        </w:tc>
        <w:tc>
          <w:tcPr>
            <w:tcW w:w="151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14:paraId="28D14B0F" w14:textId="48FDA018" w:rsidR="00C84A97" w:rsidRPr="00761175" w:rsidRDefault="00C84A97" w:rsidP="00856357">
            <w:pPr>
              <w:tabs>
                <w:tab w:val="left" w:pos="450"/>
                <w:tab w:val="center" w:pos="7200"/>
              </w:tabs>
              <w:spacing w:before="60" w:after="60"/>
              <w:jc w:val="center"/>
              <w:rPr>
                <w:b/>
                <w:sz w:val="16"/>
                <w:lang w:val="es-ES"/>
              </w:rPr>
            </w:pPr>
            <w:r w:rsidRPr="00761175">
              <w:rPr>
                <w:b/>
                <w:sz w:val="16"/>
                <w:lang w:val="es-ES"/>
              </w:rPr>
              <w:t>3.1.2.- Bueno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0394051" w14:textId="74E28B04" w:rsidR="00C84A97" w:rsidRPr="00761175" w:rsidRDefault="00C84A97" w:rsidP="00856357">
            <w:pPr>
              <w:tabs>
                <w:tab w:val="left" w:pos="450"/>
                <w:tab w:val="center" w:pos="7200"/>
              </w:tabs>
              <w:jc w:val="center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object w:dxaOrig="225" w:dyaOrig="225" w14:anchorId="717B0A13">
                <v:shape id="_x0000_i1059" type="#_x0000_t75" style="width:11.25pt;height:11.25pt" o:ole="">
                  <v:imagedata r:id="rId13" o:title=""/>
                </v:shape>
                <w:control r:id="rId15" w:name="Calidad4" w:shapeid="_x0000_i1059"/>
              </w:objec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14:paraId="2F6509F1" w14:textId="4DC1705B" w:rsidR="00C84A97" w:rsidRPr="00761175" w:rsidRDefault="00C84A97" w:rsidP="00856357">
            <w:pPr>
              <w:tabs>
                <w:tab w:val="left" w:pos="450"/>
                <w:tab w:val="center" w:pos="7200"/>
              </w:tabs>
              <w:spacing w:before="60" w:after="60"/>
              <w:jc w:val="center"/>
              <w:rPr>
                <w:b/>
                <w:sz w:val="16"/>
                <w:lang w:val="es-ES"/>
              </w:rPr>
            </w:pPr>
            <w:r w:rsidRPr="00761175">
              <w:rPr>
                <w:b/>
                <w:sz w:val="16"/>
                <w:lang w:val="es-ES"/>
              </w:rPr>
              <w:t>3.1.3.- Normal: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23B23F7" w14:textId="6E7E453E" w:rsidR="00C84A97" w:rsidRPr="00761175" w:rsidRDefault="00C84A97" w:rsidP="00856357">
            <w:pPr>
              <w:tabs>
                <w:tab w:val="left" w:pos="450"/>
                <w:tab w:val="center" w:pos="7200"/>
              </w:tabs>
              <w:jc w:val="center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object w:dxaOrig="225" w:dyaOrig="225" w14:anchorId="176770F7">
                <v:shape id="_x0000_i1061" type="#_x0000_t75" style="width:11.25pt;height:11.25pt" o:ole="">
                  <v:imagedata r:id="rId13" o:title=""/>
                  <o:lock v:ext="edit" aspectratio="f"/>
                </v:shape>
                <w:control r:id="rId16" w:name="Calidad3" w:shapeid="_x0000_i1061"/>
              </w:objec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14:paraId="41DF928C" w14:textId="11493C51" w:rsidR="00C84A97" w:rsidRPr="00761175" w:rsidRDefault="00C84A97" w:rsidP="00856357">
            <w:pPr>
              <w:tabs>
                <w:tab w:val="left" w:pos="450"/>
                <w:tab w:val="center" w:pos="7200"/>
              </w:tabs>
              <w:spacing w:before="60" w:after="60"/>
              <w:jc w:val="center"/>
              <w:rPr>
                <w:b/>
                <w:sz w:val="16"/>
                <w:lang w:val="es-ES"/>
              </w:rPr>
            </w:pPr>
            <w:r w:rsidRPr="00CE4BDE">
              <w:rPr>
                <w:b/>
                <w:sz w:val="16"/>
                <w:lang w:val="es-ES"/>
              </w:rPr>
              <w:t>3.1.4.- Regular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905DA34" w14:textId="779813B7" w:rsidR="00C84A97" w:rsidRPr="00761175" w:rsidRDefault="00C84A97" w:rsidP="00856357">
            <w:pPr>
              <w:tabs>
                <w:tab w:val="left" w:pos="450"/>
                <w:tab w:val="center" w:pos="7200"/>
              </w:tabs>
              <w:jc w:val="center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object w:dxaOrig="225" w:dyaOrig="225" w14:anchorId="442AEF54">
                <v:shape id="_x0000_i1063" type="#_x0000_t75" style="width:11.25pt;height:11.25pt" o:ole="">
                  <v:imagedata r:id="rId13" o:title=""/>
                  <o:lock v:ext="edit" aspectratio="f"/>
                </v:shape>
                <w:control r:id="rId17" w:name="Calidad2" w:shapeid="_x0000_i1063"/>
              </w:objec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14:paraId="3090D276" w14:textId="73E9CBBD" w:rsidR="00C84A97" w:rsidRPr="00761175" w:rsidRDefault="00C84A97" w:rsidP="00856357">
            <w:pPr>
              <w:tabs>
                <w:tab w:val="left" w:pos="450"/>
                <w:tab w:val="center" w:pos="7200"/>
              </w:tabs>
              <w:spacing w:before="60" w:after="60"/>
              <w:jc w:val="center"/>
              <w:rPr>
                <w:b/>
                <w:sz w:val="16"/>
                <w:lang w:val="es-ES"/>
              </w:rPr>
            </w:pPr>
            <w:r w:rsidRPr="00CE4BDE">
              <w:rPr>
                <w:b/>
                <w:sz w:val="16"/>
                <w:lang w:val="es-ES"/>
              </w:rPr>
              <w:t>3.1.5.- Malo</w:t>
            </w:r>
            <w:r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67A87AD2" w14:textId="5DAFB791" w:rsidR="00C84A97" w:rsidRPr="00761175" w:rsidRDefault="00C84A97" w:rsidP="00856357">
            <w:pPr>
              <w:tabs>
                <w:tab w:val="left" w:pos="450"/>
                <w:tab w:val="center" w:pos="7200"/>
              </w:tabs>
              <w:jc w:val="center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object w:dxaOrig="225" w:dyaOrig="225" w14:anchorId="2E45088E">
                <v:shape id="_x0000_i1065" type="#_x0000_t75" style="width:11.25pt;height:11.25pt" o:ole="">
                  <v:imagedata r:id="rId13" o:title=""/>
                  <o:lock v:ext="edit" aspectratio="f"/>
                </v:shape>
                <w:control r:id="rId18" w:name="Calidad1" w:shapeid="_x0000_i1065"/>
              </w:object>
            </w:r>
          </w:p>
        </w:tc>
      </w:tr>
      <w:tr w:rsidR="00C84A97" w:rsidRPr="00761175" w14:paraId="60CDB799" w14:textId="77777777" w:rsidTr="00856357">
        <w:tc>
          <w:tcPr>
            <w:tcW w:w="10060" w:type="dxa"/>
            <w:gridSpan w:val="2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E51E72" w14:textId="2089D7C0" w:rsidR="00C84A97" w:rsidRPr="00761175" w:rsidRDefault="00C84A97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  <w:r w:rsidRPr="00761175">
              <w:rPr>
                <w:b/>
                <w:sz w:val="16"/>
                <w:lang w:val="es-ES"/>
              </w:rPr>
              <w:t>3.2.- Cumplimiento del plazo contractual / Tiempo de la ejecución</w:t>
            </w:r>
          </w:p>
        </w:tc>
      </w:tr>
      <w:tr w:rsidR="00C84A97" w:rsidRPr="00761175" w14:paraId="52A12E4C" w14:textId="77777777" w:rsidTr="00856357">
        <w:tc>
          <w:tcPr>
            <w:tcW w:w="15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14:paraId="4A1C073E" w14:textId="77777777" w:rsidR="00C84A97" w:rsidRPr="00761175" w:rsidRDefault="00C84A97" w:rsidP="00856357">
            <w:pPr>
              <w:tabs>
                <w:tab w:val="left" w:pos="450"/>
                <w:tab w:val="center" w:pos="7200"/>
              </w:tabs>
              <w:spacing w:before="60" w:after="60"/>
              <w:jc w:val="center"/>
              <w:rPr>
                <w:b/>
                <w:sz w:val="16"/>
                <w:lang w:val="es-ES"/>
              </w:rPr>
            </w:pPr>
            <w:r w:rsidRPr="00761175">
              <w:rPr>
                <w:b/>
                <w:sz w:val="16"/>
                <w:lang w:val="es-ES"/>
              </w:rPr>
              <w:t>3.1.1.- Excelente: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304EBAE7" w14:textId="15059C19" w:rsidR="00C84A97" w:rsidRPr="00761175" w:rsidRDefault="00C84A97" w:rsidP="00856357">
            <w:pPr>
              <w:tabs>
                <w:tab w:val="left" w:pos="450"/>
                <w:tab w:val="center" w:pos="7200"/>
              </w:tabs>
              <w:jc w:val="center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object w:dxaOrig="225" w:dyaOrig="225" w14:anchorId="77B13DD0">
                <v:shape id="_x0000_i1067" type="#_x0000_t75" style="width:11.25pt;height:11.25pt" o:ole="">
                  <v:imagedata r:id="rId13" o:title=""/>
                  <o:lock v:ext="edit" aspectratio="f"/>
                </v:shape>
                <w:control r:id="rId19" w:name="Cumplimiento512" w:shapeid="_x0000_i1067"/>
              </w:object>
            </w:r>
          </w:p>
        </w:tc>
        <w:tc>
          <w:tcPr>
            <w:tcW w:w="1516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14:paraId="5765008A" w14:textId="44F3A12B" w:rsidR="00C84A97" w:rsidRPr="00761175" w:rsidRDefault="00C84A97" w:rsidP="00856357">
            <w:pPr>
              <w:tabs>
                <w:tab w:val="left" w:pos="450"/>
                <w:tab w:val="center" w:pos="7200"/>
              </w:tabs>
              <w:spacing w:before="60" w:after="60"/>
              <w:jc w:val="center"/>
              <w:rPr>
                <w:b/>
                <w:sz w:val="16"/>
                <w:lang w:val="es-ES"/>
              </w:rPr>
            </w:pPr>
            <w:r w:rsidRPr="00761175">
              <w:rPr>
                <w:b/>
                <w:sz w:val="16"/>
                <w:lang w:val="es-ES"/>
              </w:rPr>
              <w:t>3.1.2.- Bueno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8D2990E" w14:textId="1411DB2C" w:rsidR="00C84A97" w:rsidRPr="00761175" w:rsidRDefault="00C84A97" w:rsidP="00856357">
            <w:pPr>
              <w:tabs>
                <w:tab w:val="left" w:pos="450"/>
                <w:tab w:val="center" w:pos="7200"/>
              </w:tabs>
              <w:jc w:val="center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object w:dxaOrig="225" w:dyaOrig="225" w14:anchorId="7E025EE5">
                <v:shape id="_x0000_i1069" type="#_x0000_t75" style="width:11.25pt;height:11.25pt" o:ole="">
                  <v:imagedata r:id="rId13" o:title=""/>
                  <o:lock v:ext="edit" aspectratio="f"/>
                </v:shape>
                <w:control r:id="rId20" w:name="Cumplimiento511" w:shapeid="_x0000_i1069"/>
              </w:objec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14:paraId="22468FA5" w14:textId="77777777" w:rsidR="00C84A97" w:rsidRPr="00761175" w:rsidRDefault="00C84A97" w:rsidP="00856357">
            <w:pPr>
              <w:tabs>
                <w:tab w:val="left" w:pos="450"/>
                <w:tab w:val="center" w:pos="7200"/>
              </w:tabs>
              <w:spacing w:before="60" w:after="60"/>
              <w:jc w:val="center"/>
              <w:rPr>
                <w:b/>
                <w:sz w:val="16"/>
                <w:lang w:val="es-ES"/>
              </w:rPr>
            </w:pPr>
            <w:r w:rsidRPr="00761175">
              <w:rPr>
                <w:b/>
                <w:sz w:val="16"/>
                <w:lang w:val="es-ES"/>
              </w:rPr>
              <w:t>3.1.3.- Normal: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08017374" w14:textId="41A11411" w:rsidR="00C84A97" w:rsidRPr="00761175" w:rsidRDefault="00C84A97" w:rsidP="00856357">
            <w:pPr>
              <w:tabs>
                <w:tab w:val="left" w:pos="450"/>
                <w:tab w:val="center" w:pos="7200"/>
              </w:tabs>
              <w:jc w:val="center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object w:dxaOrig="225" w:dyaOrig="225" w14:anchorId="6EDAAE12">
                <v:shape id="_x0000_i1071" type="#_x0000_t75" style="width:11.25pt;height:11.25pt" o:ole="">
                  <v:imagedata r:id="rId13" o:title=""/>
                  <o:lock v:ext="edit" aspectratio="f"/>
                </v:shape>
                <w:control r:id="rId21" w:name="Cumplimiento52" w:shapeid="_x0000_i1071"/>
              </w:objec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14:paraId="3AB6D9B2" w14:textId="77777777" w:rsidR="00C84A97" w:rsidRPr="00761175" w:rsidRDefault="00C84A97" w:rsidP="00856357">
            <w:pPr>
              <w:tabs>
                <w:tab w:val="left" w:pos="450"/>
                <w:tab w:val="center" w:pos="7200"/>
              </w:tabs>
              <w:spacing w:before="60" w:after="60"/>
              <w:jc w:val="center"/>
              <w:rPr>
                <w:b/>
                <w:sz w:val="16"/>
                <w:lang w:val="es-ES"/>
              </w:rPr>
            </w:pPr>
            <w:r w:rsidRPr="00CE4BDE">
              <w:rPr>
                <w:b/>
                <w:sz w:val="16"/>
                <w:lang w:val="es-ES"/>
              </w:rPr>
              <w:t>3.1.4.- Regular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3CA501E" w14:textId="1FBC0C3B" w:rsidR="00C84A97" w:rsidRPr="00761175" w:rsidRDefault="00C84A97" w:rsidP="00856357">
            <w:pPr>
              <w:tabs>
                <w:tab w:val="left" w:pos="450"/>
                <w:tab w:val="center" w:pos="7200"/>
              </w:tabs>
              <w:jc w:val="center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object w:dxaOrig="225" w:dyaOrig="225" w14:anchorId="77283505">
                <v:shape id="_x0000_i1073" type="#_x0000_t75" style="width:11.25pt;height:11.25pt" o:ole="">
                  <v:imagedata r:id="rId13" o:title=""/>
                  <o:lock v:ext="edit" aspectratio="f"/>
                </v:shape>
                <w:control r:id="rId22" w:name="Cumplimiento51" w:shapeid="_x0000_i1073"/>
              </w:objec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vAlign w:val="center"/>
          </w:tcPr>
          <w:p w14:paraId="53704931" w14:textId="6B39FAEF" w:rsidR="00C84A97" w:rsidRPr="00761175" w:rsidRDefault="00C84A97" w:rsidP="00856357">
            <w:pPr>
              <w:tabs>
                <w:tab w:val="left" w:pos="450"/>
                <w:tab w:val="center" w:pos="7200"/>
              </w:tabs>
              <w:spacing w:before="60" w:after="60"/>
              <w:jc w:val="center"/>
              <w:rPr>
                <w:b/>
                <w:sz w:val="16"/>
                <w:lang w:val="es-ES"/>
              </w:rPr>
            </w:pPr>
            <w:r w:rsidRPr="00CE4BDE">
              <w:rPr>
                <w:b/>
                <w:sz w:val="16"/>
                <w:lang w:val="es-ES"/>
              </w:rPr>
              <w:t>3.1.5.- Malo</w:t>
            </w:r>
            <w:r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15B4C2C8" w14:textId="4609AAD8" w:rsidR="00C84A97" w:rsidRPr="00761175" w:rsidRDefault="00C84A97" w:rsidP="00856357">
            <w:pPr>
              <w:tabs>
                <w:tab w:val="left" w:pos="450"/>
                <w:tab w:val="center" w:pos="7200"/>
              </w:tabs>
              <w:jc w:val="center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object w:dxaOrig="225" w:dyaOrig="225" w14:anchorId="3C798087">
                <v:shape id="_x0000_i1075" type="#_x0000_t75" style="width:11.25pt;height:11.25pt" o:ole="">
                  <v:imagedata r:id="rId13" o:title=""/>
                  <o:lock v:ext="edit" aspectratio="f"/>
                </v:shape>
                <w:control r:id="rId23" w:name="Cumplimiento5" w:shapeid="_x0000_i1075"/>
              </w:object>
            </w:r>
          </w:p>
        </w:tc>
      </w:tr>
      <w:tr w:rsidR="00C84A97" w:rsidRPr="00761175" w14:paraId="032A2703" w14:textId="77777777" w:rsidTr="00856357">
        <w:trPr>
          <w:trHeight w:val="250"/>
        </w:trPr>
        <w:tc>
          <w:tcPr>
            <w:tcW w:w="10060" w:type="dxa"/>
            <w:gridSpan w:val="2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15CB6E" w14:textId="22CB9455" w:rsidR="00C84A97" w:rsidRPr="00761175" w:rsidRDefault="00C84A97" w:rsidP="00D103F7">
            <w:pPr>
              <w:tabs>
                <w:tab w:val="left" w:pos="450"/>
                <w:tab w:val="center" w:pos="7200"/>
              </w:tabs>
              <w:spacing w:before="60"/>
              <w:rPr>
                <w:b/>
                <w:sz w:val="16"/>
                <w:lang w:val="es-ES"/>
              </w:rPr>
            </w:pPr>
            <w:r w:rsidRPr="00CE4BDE">
              <w:rPr>
                <w:b/>
                <w:sz w:val="16"/>
                <w:lang w:val="es-ES"/>
              </w:rPr>
              <w:t>3.3.- Observaciones</w:t>
            </w:r>
          </w:p>
        </w:tc>
      </w:tr>
      <w:tr w:rsidR="00D103F7" w:rsidRPr="00761175" w14:paraId="675865FC" w14:textId="77777777" w:rsidTr="00856357">
        <w:trPr>
          <w:trHeight w:val="456"/>
        </w:trPr>
        <w:tc>
          <w:tcPr>
            <w:tcW w:w="10060" w:type="dxa"/>
            <w:gridSpan w:val="2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DF65FC" w14:textId="687A9C89" w:rsidR="00D103F7" w:rsidRPr="00D103F7" w:rsidRDefault="00D103F7" w:rsidP="00D103F7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</w:tr>
      <w:tr w:rsidR="00C84A97" w:rsidRPr="00761175" w14:paraId="47C54913" w14:textId="77777777" w:rsidTr="00856357">
        <w:tc>
          <w:tcPr>
            <w:tcW w:w="10060" w:type="dxa"/>
            <w:gridSpan w:val="2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73240449" w14:textId="7DF7E658" w:rsidR="00C84A97" w:rsidRPr="00761175" w:rsidRDefault="00C84A97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  <w:r w:rsidRPr="00CE4BDE">
              <w:rPr>
                <w:b/>
                <w:sz w:val="16"/>
                <w:lang w:val="es-ES"/>
              </w:rPr>
              <w:t xml:space="preserve">4.- CERTIFICACIÓN DE LA VERACIDAD DE LA INFORMACIÓN CONTENIDA EN ESTE DOCUMENTO </w:t>
            </w:r>
          </w:p>
        </w:tc>
      </w:tr>
      <w:tr w:rsidR="00C84A97" w:rsidRPr="00761175" w14:paraId="7C16B70A" w14:textId="77777777" w:rsidTr="00BB5681">
        <w:tc>
          <w:tcPr>
            <w:tcW w:w="4954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1F3790" w14:textId="15E35118" w:rsidR="00C84A97" w:rsidRPr="00761175" w:rsidRDefault="00C84A97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  <w:r w:rsidRPr="00761175">
              <w:rPr>
                <w:b/>
                <w:sz w:val="16"/>
                <w:lang w:val="es-ES"/>
              </w:rPr>
              <w:t>4.1.- Gerencia / Departamento:</w:t>
            </w:r>
          </w:p>
        </w:tc>
        <w:tc>
          <w:tcPr>
            <w:tcW w:w="5106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A376F0" w14:textId="42D42CC7" w:rsidR="00C84A97" w:rsidRPr="00D103F7" w:rsidRDefault="00C84A97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</w:tr>
      <w:tr w:rsidR="006902F4" w:rsidRPr="00761175" w14:paraId="7A02F40B" w14:textId="77777777" w:rsidTr="006902F4">
        <w:tc>
          <w:tcPr>
            <w:tcW w:w="226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8E0F52" w14:textId="44785A0A" w:rsidR="006902F4" w:rsidRPr="00761175" w:rsidRDefault="006902F4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  <w:r w:rsidRPr="00761175">
              <w:rPr>
                <w:b/>
                <w:sz w:val="16"/>
                <w:lang w:val="es-ES"/>
              </w:rPr>
              <w:t>4.2.- Nombre</w:t>
            </w:r>
            <w:r>
              <w:rPr>
                <w:b/>
                <w:sz w:val="16"/>
                <w:lang w:val="es-ES"/>
              </w:rPr>
              <w:t>s y Apellidos</w:t>
            </w:r>
            <w:r w:rsidRPr="00761175">
              <w:rPr>
                <w:b/>
                <w:sz w:val="16"/>
                <w:lang w:val="es-ES"/>
              </w:rPr>
              <w:t xml:space="preserve">: </w:t>
            </w:r>
          </w:p>
        </w:tc>
        <w:tc>
          <w:tcPr>
            <w:tcW w:w="2694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CA5A30" w14:textId="36475B80" w:rsidR="006902F4" w:rsidRPr="00761175" w:rsidRDefault="006902F4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DC26F4" w14:textId="0A8312BE" w:rsidR="006902F4" w:rsidRPr="00D103F7" w:rsidRDefault="006902F4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4.</w:t>
            </w:r>
            <w:r w:rsidR="00FE7781">
              <w:rPr>
                <w:b/>
                <w:sz w:val="16"/>
                <w:lang w:val="es-ES"/>
              </w:rPr>
              <w:t>3</w:t>
            </w:r>
            <w:r>
              <w:rPr>
                <w:b/>
                <w:sz w:val="16"/>
                <w:lang w:val="es-ES"/>
              </w:rPr>
              <w:t>.- C</w:t>
            </w:r>
            <w:r w:rsidRPr="00761175">
              <w:rPr>
                <w:b/>
                <w:sz w:val="16"/>
                <w:lang w:val="es-ES"/>
              </w:rPr>
              <w:t>argo:</w:t>
            </w:r>
          </w:p>
        </w:tc>
        <w:tc>
          <w:tcPr>
            <w:tcW w:w="298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F2D5DB" w14:textId="7F153D43" w:rsidR="006902F4" w:rsidRPr="00D103F7" w:rsidRDefault="006902F4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</w:tr>
      <w:tr w:rsidR="00BB5681" w:rsidRPr="00761175" w14:paraId="010B4D20" w14:textId="77777777" w:rsidTr="006902F4">
        <w:tc>
          <w:tcPr>
            <w:tcW w:w="226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CC8C31" w14:textId="5AA0F214" w:rsidR="00BB5681" w:rsidRPr="00761175" w:rsidRDefault="00BB5681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4.</w:t>
            </w:r>
            <w:r w:rsidR="006902F4">
              <w:rPr>
                <w:b/>
                <w:sz w:val="16"/>
                <w:lang w:val="es-ES"/>
              </w:rPr>
              <w:t>4</w:t>
            </w:r>
            <w:r>
              <w:rPr>
                <w:b/>
                <w:sz w:val="16"/>
                <w:lang w:val="es-ES"/>
              </w:rPr>
              <w:t>.- N</w:t>
            </w:r>
            <w:r w:rsidR="006902F4">
              <w:rPr>
                <w:b/>
                <w:sz w:val="16"/>
                <w:lang w:val="es-ES"/>
              </w:rPr>
              <w:t>úmero</w:t>
            </w:r>
            <w:r>
              <w:rPr>
                <w:b/>
                <w:sz w:val="16"/>
                <w:lang w:val="es-ES"/>
              </w:rPr>
              <w:t xml:space="preserve"> Teléfono:</w:t>
            </w:r>
          </w:p>
        </w:tc>
        <w:tc>
          <w:tcPr>
            <w:tcW w:w="2694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1CC013" w14:textId="5AB8C78E" w:rsidR="00BB5681" w:rsidRPr="00761175" w:rsidRDefault="00BB5681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25FEFE" w14:textId="56B3C183" w:rsidR="00BB5681" w:rsidRPr="00BB5681" w:rsidRDefault="00BB5681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  <w:r w:rsidRPr="00BB5681">
              <w:rPr>
                <w:b/>
                <w:sz w:val="16"/>
                <w:lang w:val="es-ES"/>
              </w:rPr>
              <w:t>4.</w:t>
            </w:r>
            <w:r w:rsidR="006902F4">
              <w:rPr>
                <w:b/>
                <w:sz w:val="16"/>
                <w:lang w:val="es-ES"/>
              </w:rPr>
              <w:t>5</w:t>
            </w:r>
            <w:r>
              <w:rPr>
                <w:b/>
                <w:sz w:val="16"/>
                <w:lang w:val="es-ES"/>
              </w:rPr>
              <w:t>.- Correo electrónico:</w:t>
            </w:r>
          </w:p>
        </w:tc>
        <w:tc>
          <w:tcPr>
            <w:tcW w:w="298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0189AC" w14:textId="4249D2BA" w:rsidR="00BB5681" w:rsidRPr="00D103F7" w:rsidRDefault="00BB5681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</w:p>
        </w:tc>
      </w:tr>
      <w:tr w:rsidR="00C84A97" w:rsidRPr="00761175" w14:paraId="61E66507" w14:textId="77777777" w:rsidTr="00BB5681">
        <w:tc>
          <w:tcPr>
            <w:tcW w:w="4954" w:type="dxa"/>
            <w:gridSpan w:val="1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1093C" w14:textId="0F1C2D86" w:rsidR="00C84A97" w:rsidRPr="00761175" w:rsidRDefault="00C84A97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  <w:r w:rsidRPr="00761175">
              <w:rPr>
                <w:b/>
                <w:sz w:val="16"/>
                <w:lang w:val="es-ES"/>
              </w:rPr>
              <w:t>4.</w:t>
            </w:r>
            <w:r w:rsidR="006902F4">
              <w:rPr>
                <w:b/>
                <w:sz w:val="16"/>
                <w:lang w:val="es-ES"/>
              </w:rPr>
              <w:t>6</w:t>
            </w:r>
            <w:r w:rsidRPr="00761175">
              <w:rPr>
                <w:b/>
                <w:sz w:val="16"/>
                <w:lang w:val="es-ES"/>
              </w:rPr>
              <w:t xml:space="preserve">.- Firma / Sello: </w:t>
            </w:r>
          </w:p>
          <w:p w14:paraId="57FC57AE" w14:textId="77777777" w:rsidR="00C84A97" w:rsidRDefault="00C84A97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</w:p>
          <w:p w14:paraId="5F167941" w14:textId="77777777" w:rsidR="0044242D" w:rsidRDefault="0044242D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</w:p>
          <w:p w14:paraId="712D0964" w14:textId="08E1F23B" w:rsidR="0044242D" w:rsidRPr="00761175" w:rsidRDefault="0044242D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/>
                <w:sz w:val="16"/>
                <w:lang w:val="es-ES"/>
              </w:rPr>
            </w:pPr>
          </w:p>
        </w:tc>
        <w:tc>
          <w:tcPr>
            <w:tcW w:w="5106" w:type="dxa"/>
            <w:gridSpan w:val="1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7BFD1" w14:textId="14200962" w:rsidR="00C84A97" w:rsidRPr="005D6727" w:rsidRDefault="00C84A97" w:rsidP="00C84A97">
            <w:pPr>
              <w:tabs>
                <w:tab w:val="left" w:pos="450"/>
                <w:tab w:val="center" w:pos="7200"/>
              </w:tabs>
              <w:spacing w:before="60" w:after="60"/>
              <w:rPr>
                <w:bCs/>
                <w:sz w:val="16"/>
                <w:lang w:val="es-ES"/>
              </w:rPr>
            </w:pPr>
            <w:r w:rsidRPr="00761175">
              <w:rPr>
                <w:b/>
                <w:sz w:val="16"/>
                <w:lang w:val="es-ES"/>
              </w:rPr>
              <w:t>4.</w:t>
            </w:r>
            <w:r w:rsidR="006902F4">
              <w:rPr>
                <w:b/>
                <w:sz w:val="16"/>
                <w:lang w:val="es-ES"/>
              </w:rPr>
              <w:t>7</w:t>
            </w:r>
            <w:r w:rsidRPr="00761175">
              <w:rPr>
                <w:b/>
                <w:sz w:val="16"/>
                <w:lang w:val="es-ES"/>
              </w:rPr>
              <w:t>.- Fecha</w:t>
            </w:r>
            <w:r w:rsidR="005D6727">
              <w:rPr>
                <w:b/>
                <w:sz w:val="16"/>
                <w:lang w:val="es-ES"/>
              </w:rPr>
              <w:t>:</w:t>
            </w:r>
            <w:r w:rsidR="005D6727" w:rsidRPr="005D6727">
              <w:rPr>
                <w:bCs/>
                <w:sz w:val="16"/>
                <w:lang w:val="es-ES"/>
              </w:rPr>
              <w:t xml:space="preserve">  </w:t>
            </w:r>
          </w:p>
        </w:tc>
      </w:tr>
    </w:tbl>
    <w:p w14:paraId="3245A923" w14:textId="143C196D" w:rsidR="009943D6" w:rsidRDefault="009943D6" w:rsidP="00C13B86">
      <w:pPr>
        <w:tabs>
          <w:tab w:val="left" w:pos="450"/>
          <w:tab w:val="center" w:pos="7200"/>
        </w:tabs>
      </w:pPr>
    </w:p>
    <w:p w14:paraId="15700E6A" w14:textId="77777777" w:rsidR="00972A48" w:rsidRDefault="00972A48" w:rsidP="00C13B86">
      <w:pPr>
        <w:tabs>
          <w:tab w:val="left" w:pos="450"/>
          <w:tab w:val="center" w:pos="7200"/>
        </w:tabs>
      </w:pPr>
    </w:p>
    <w:p w14:paraId="06E5BAF9" w14:textId="77777777" w:rsidR="00972A48" w:rsidRDefault="00972A48" w:rsidP="00C13B86">
      <w:pPr>
        <w:tabs>
          <w:tab w:val="left" w:pos="450"/>
          <w:tab w:val="center" w:pos="7200"/>
        </w:tabs>
      </w:pPr>
    </w:p>
    <w:sectPr w:rsidR="00972A48" w:rsidSect="005B5A37">
      <w:headerReference w:type="default" r:id="rId24"/>
      <w:headerReference w:type="first" r:id="rId25"/>
      <w:pgSz w:w="12240" w:h="15840" w:code="1"/>
      <w:pgMar w:top="1152" w:right="1080" w:bottom="720" w:left="1152" w:header="504" w:footer="50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8DC7D" w14:textId="77777777" w:rsidR="00856357" w:rsidRDefault="00856357">
      <w:r>
        <w:separator/>
      </w:r>
    </w:p>
  </w:endnote>
  <w:endnote w:type="continuationSeparator" w:id="0">
    <w:p w14:paraId="4E8BA05D" w14:textId="77777777" w:rsidR="00856357" w:rsidRDefault="00856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8BE7A" w14:textId="77777777" w:rsidR="00856357" w:rsidRDefault="00856357">
      <w:r>
        <w:separator/>
      </w:r>
    </w:p>
  </w:footnote>
  <w:footnote w:type="continuationSeparator" w:id="0">
    <w:p w14:paraId="4D61DBBD" w14:textId="77777777" w:rsidR="00856357" w:rsidRDefault="008563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4740E" w14:textId="77777777" w:rsidR="00856357" w:rsidRDefault="00856357" w:rsidP="00172821">
    <w:pPr>
      <w:pStyle w:val="Encabezado"/>
    </w:pPr>
    <w:r>
      <w:rPr>
        <w:rFonts w:eastAsia="Calibri" w:cs="Arial"/>
        <w:sz w:val="18"/>
        <w:lang w:eastAsia="es-VE"/>
      </w:rPr>
      <w:drawing>
        <wp:anchor distT="0" distB="0" distL="114300" distR="114300" simplePos="0" relativeHeight="251660288" behindDoc="1" locked="0" layoutInCell="1" allowOverlap="1" wp14:anchorId="029EA120" wp14:editId="1A980B2A">
          <wp:simplePos x="0" y="0"/>
          <wp:positionH relativeFrom="column">
            <wp:posOffset>4754880</wp:posOffset>
          </wp:positionH>
          <wp:positionV relativeFrom="paragraph">
            <wp:posOffset>51435</wp:posOffset>
          </wp:positionV>
          <wp:extent cx="1409700" cy="374015"/>
          <wp:effectExtent l="0" t="0" r="0" b="6985"/>
          <wp:wrapTight wrapText="bothSides">
            <wp:wrapPolygon edited="0">
              <wp:start x="7005" y="0"/>
              <wp:lineTo x="292" y="1100"/>
              <wp:lineTo x="0" y="15402"/>
              <wp:lineTo x="2043" y="20903"/>
              <wp:lineTo x="21308" y="20903"/>
              <wp:lineTo x="21016" y="0"/>
              <wp:lineTo x="7005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6251786" w14:textId="77777777" w:rsidR="00856357" w:rsidRDefault="00856357" w:rsidP="00172821">
    <w:pPr>
      <w:pStyle w:val="Encabezado"/>
      <w:jc w:val="right"/>
      <w:rPr>
        <w:rFonts w:eastAsia="Calibri" w:cs="Arial"/>
        <w:sz w:val="18"/>
        <w:lang w:eastAsia="es-VE"/>
      </w:rPr>
    </w:pPr>
  </w:p>
  <w:p w14:paraId="68045E32" w14:textId="77777777" w:rsidR="00856357" w:rsidRDefault="00856357" w:rsidP="00172821">
    <w:pPr>
      <w:pStyle w:val="Encabezado"/>
      <w:jc w:val="right"/>
      <w:rPr>
        <w:rFonts w:eastAsia="Calibri" w:cs="Arial"/>
        <w:sz w:val="18"/>
        <w:lang w:eastAsia="es-VE"/>
      </w:rPr>
    </w:pPr>
  </w:p>
  <w:p w14:paraId="0A9EA14C" w14:textId="77777777" w:rsidR="00856357" w:rsidRPr="00DE78D7" w:rsidRDefault="00856357" w:rsidP="00172821">
    <w:pPr>
      <w:pStyle w:val="Encabezado"/>
      <w:jc w:val="right"/>
      <w:rPr>
        <w:rFonts w:eastAsia="Calibri" w:cs="Arial"/>
        <w:sz w:val="18"/>
        <w:lang w:eastAsia="es-V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54E35" w14:textId="2CB9254E" w:rsidR="00856357" w:rsidRDefault="00856357">
    <w:pPr>
      <w:pStyle w:val="Encabezado"/>
    </w:pPr>
    <w:r>
      <w:rPr>
        <w:rFonts w:eastAsia="Calibri" w:cs="Arial"/>
        <w:sz w:val="18"/>
        <w:lang w:eastAsia="es-VE"/>
      </w:rPr>
      <w:drawing>
        <wp:anchor distT="0" distB="0" distL="114300" distR="114300" simplePos="0" relativeHeight="251658240" behindDoc="1" locked="0" layoutInCell="1" allowOverlap="1" wp14:anchorId="231B21BF" wp14:editId="1C278F33">
          <wp:simplePos x="0" y="0"/>
          <wp:positionH relativeFrom="column">
            <wp:posOffset>4754880</wp:posOffset>
          </wp:positionH>
          <wp:positionV relativeFrom="paragraph">
            <wp:posOffset>51435</wp:posOffset>
          </wp:positionV>
          <wp:extent cx="1409700" cy="374015"/>
          <wp:effectExtent l="0" t="0" r="0" b="6985"/>
          <wp:wrapTight wrapText="bothSides">
            <wp:wrapPolygon edited="0">
              <wp:start x="7005" y="0"/>
              <wp:lineTo x="292" y="1100"/>
              <wp:lineTo x="0" y="15402"/>
              <wp:lineTo x="2043" y="20903"/>
              <wp:lineTo x="21308" y="20903"/>
              <wp:lineTo x="21016" y="0"/>
              <wp:lineTo x="7005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216412A" w14:textId="6B36A9A2" w:rsidR="00856357" w:rsidRDefault="00856357" w:rsidP="00DE78D7">
    <w:pPr>
      <w:pStyle w:val="Encabezado"/>
      <w:jc w:val="right"/>
      <w:rPr>
        <w:rFonts w:eastAsia="Calibri" w:cs="Arial"/>
        <w:sz w:val="18"/>
        <w:lang w:eastAsia="es-VE"/>
      </w:rPr>
    </w:pPr>
  </w:p>
  <w:p w14:paraId="2B169414" w14:textId="1C3B9038" w:rsidR="00856357" w:rsidRDefault="00856357" w:rsidP="00DE78D7">
    <w:pPr>
      <w:pStyle w:val="Encabezado"/>
      <w:jc w:val="right"/>
      <w:rPr>
        <w:rFonts w:eastAsia="Calibri" w:cs="Arial"/>
        <w:sz w:val="18"/>
        <w:lang w:eastAsia="es-VE"/>
      </w:rPr>
    </w:pPr>
  </w:p>
  <w:p w14:paraId="34187CBA" w14:textId="77777777" w:rsidR="00856357" w:rsidRPr="00DE78D7" w:rsidRDefault="00856357" w:rsidP="00DE78D7">
    <w:pPr>
      <w:pStyle w:val="Encabezado"/>
      <w:jc w:val="right"/>
      <w:rPr>
        <w:rFonts w:eastAsia="Calibri" w:cs="Arial"/>
        <w:sz w:val="18"/>
        <w:lang w:eastAsia="es-V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93283"/>
    <w:multiLevelType w:val="hybridMultilevel"/>
    <w:tmpl w:val="89C6F376"/>
    <w:lvl w:ilvl="0" w:tplc="88FCD36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76837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1335DC4"/>
    <w:multiLevelType w:val="multilevel"/>
    <w:tmpl w:val="B60A25BA"/>
    <w:lvl w:ilvl="0">
      <w:start w:val="1"/>
      <w:numFmt w:val="decimal"/>
      <w:pStyle w:val="Ttulo1"/>
      <w:lvlText w:val="%1.0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Ttulo2"/>
      <w:lvlText w:val="%1.%2"/>
      <w:lvlJc w:val="left"/>
      <w:pPr>
        <w:tabs>
          <w:tab w:val="num" w:pos="720"/>
        </w:tabs>
        <w:ind w:left="720" w:hanging="533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1296"/>
        </w:tabs>
        <w:ind w:left="1296" w:hanging="72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153F07"/>
    <w:multiLevelType w:val="singleLevel"/>
    <w:tmpl w:val="D6A89EEC"/>
    <w:lvl w:ilvl="0">
      <w:start w:val="1"/>
      <w:numFmt w:val="lowerLetter"/>
      <w:pStyle w:val="bulletabc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</w:abstractNum>
  <w:abstractNum w:abstractNumId="4" w15:restartNumberingAfterBreak="0">
    <w:nsid w:val="28DA720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A1824C0"/>
    <w:multiLevelType w:val="multilevel"/>
    <w:tmpl w:val="0DBC5EDA"/>
    <w:lvl w:ilvl="0">
      <w:start w:val="4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u w:val="none"/>
      </w:rPr>
    </w:lvl>
  </w:abstractNum>
  <w:abstractNum w:abstractNumId="6" w15:restartNumberingAfterBreak="0">
    <w:nsid w:val="35320ED0"/>
    <w:multiLevelType w:val="hybridMultilevel"/>
    <w:tmpl w:val="E3DC21D4"/>
    <w:lvl w:ilvl="0" w:tplc="240C33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0872C0"/>
    <w:multiLevelType w:val="multilevel"/>
    <w:tmpl w:val="AB020AD4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E1A1A25"/>
    <w:multiLevelType w:val="hybridMultilevel"/>
    <w:tmpl w:val="47226426"/>
    <w:lvl w:ilvl="0" w:tplc="E0F6F512">
      <w:start w:val="1"/>
      <w:numFmt w:val="bullet"/>
      <w:lvlText w:val="-"/>
      <w:lvlJc w:val="left"/>
      <w:pPr>
        <w:ind w:left="408" w:hanging="360"/>
      </w:pPr>
      <w:rPr>
        <w:rFonts w:ascii="Arial" w:eastAsia="Times New Roman" w:hAnsi="Arial" w:cs="Arial" w:hint="default"/>
      </w:rPr>
    </w:lvl>
    <w:lvl w:ilvl="1" w:tplc="380A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9" w15:restartNumberingAfterBreak="0">
    <w:nsid w:val="4B1A701D"/>
    <w:multiLevelType w:val="singleLevel"/>
    <w:tmpl w:val="A804303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0" w15:restartNumberingAfterBreak="0">
    <w:nsid w:val="59055A47"/>
    <w:multiLevelType w:val="hybridMultilevel"/>
    <w:tmpl w:val="1F9E7578"/>
    <w:lvl w:ilvl="0" w:tplc="607A9D9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955110"/>
    <w:multiLevelType w:val="hybridMultilevel"/>
    <w:tmpl w:val="3668A182"/>
    <w:lvl w:ilvl="0" w:tplc="9ACAA6D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A25A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F056ADB"/>
    <w:multiLevelType w:val="hybridMultilevel"/>
    <w:tmpl w:val="5FACDCAE"/>
    <w:lvl w:ilvl="0" w:tplc="9ACAA6D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BF0853"/>
    <w:multiLevelType w:val="hybridMultilevel"/>
    <w:tmpl w:val="1156798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7858419">
    <w:abstractNumId w:val="4"/>
  </w:num>
  <w:num w:numId="2" w16cid:durableId="434517989">
    <w:abstractNumId w:val="9"/>
  </w:num>
  <w:num w:numId="3" w16cid:durableId="1378240906">
    <w:abstractNumId w:val="3"/>
  </w:num>
  <w:num w:numId="4" w16cid:durableId="938148799">
    <w:abstractNumId w:val="2"/>
  </w:num>
  <w:num w:numId="5" w16cid:durableId="471676959">
    <w:abstractNumId w:val="7"/>
  </w:num>
  <w:num w:numId="6" w16cid:durableId="1174030919">
    <w:abstractNumId w:val="5"/>
  </w:num>
  <w:num w:numId="7" w16cid:durableId="1229804783">
    <w:abstractNumId w:val="12"/>
  </w:num>
  <w:num w:numId="8" w16cid:durableId="1937328934">
    <w:abstractNumId w:val="1"/>
  </w:num>
  <w:num w:numId="9" w16cid:durableId="1250114388">
    <w:abstractNumId w:val="13"/>
  </w:num>
  <w:num w:numId="10" w16cid:durableId="671303316">
    <w:abstractNumId w:val="11"/>
  </w:num>
  <w:num w:numId="11" w16cid:durableId="391466062">
    <w:abstractNumId w:val="6"/>
  </w:num>
  <w:num w:numId="12" w16cid:durableId="66726894">
    <w:abstractNumId w:val="14"/>
  </w:num>
  <w:num w:numId="13" w16cid:durableId="1603412253">
    <w:abstractNumId w:val="0"/>
  </w:num>
  <w:num w:numId="14" w16cid:durableId="2140877218">
    <w:abstractNumId w:val="10"/>
  </w:num>
  <w:num w:numId="15" w16cid:durableId="195856570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activeWritingStyle w:appName="MSWord" w:lang="en-US" w:vendorID="64" w:dllVersion="5" w:nlCheck="1" w:checkStyle="1"/>
  <w:activeWritingStyle w:appName="MSWord" w:lang="en-GB" w:vendorID="64" w:dllVersion="5" w:nlCheck="1" w:checkStyle="1"/>
  <w:activeWritingStyle w:appName="MSWord" w:lang="en-US" w:vendorID="64" w:dllVersion="6" w:nlCheck="1" w:checkStyle="0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s-MX" w:vendorID="64" w:dllVersion="6" w:nlCheck="1" w:checkStyle="0"/>
  <w:activeWritingStyle w:appName="MSWord" w:lang="es-NI" w:vendorID="64" w:dllVersion="6" w:nlCheck="1" w:checkStyle="1"/>
  <w:activeWritingStyle w:appName="MSWord" w:lang="es-PA" w:vendorID="64" w:dllVersion="6" w:nlCheck="1" w:checkStyle="1"/>
  <w:activeWritingStyle w:appName="MSWord" w:lang="es-PY" w:vendorID="64" w:dllVersion="6" w:nlCheck="1" w:checkStyle="1"/>
  <w:activeWritingStyle w:appName="MSWord" w:lang="es-VE" w:vendorID="64" w:dllVersion="6" w:nlCheck="1" w:checkStyle="0"/>
  <w:activeWritingStyle w:appName="MSWord" w:lang="es-ES_tradnl" w:vendorID="64" w:dllVersion="6" w:nlCheck="1" w:checkStyle="1"/>
  <w:activeWritingStyle w:appName="MSWord" w:lang="es-UY" w:vendorID="64" w:dllVersion="6" w:nlCheck="1" w:checkStyle="0"/>
  <w:activeWritingStyle w:appName="MSWord" w:lang="es-VE" w:vendorID="64" w:dllVersion="4096" w:nlCheck="1" w:checkStyle="0"/>
  <w:activeWritingStyle w:appName="MSWord" w:lang="es-ES" w:vendorID="64" w:dllVersion="4096" w:nlCheck="1" w:checkStyle="0"/>
  <w:activeWritingStyle w:appName="MSWord" w:lang="es-VE" w:vendorID="64" w:dllVersion="0" w:nlCheck="1" w:checkStyle="0"/>
  <w:activeWritingStyle w:appName="MSWord" w:lang="es-ES" w:vendorID="64" w:dllVersion="0" w:nlCheck="1" w:checkStyle="0"/>
  <w:activeWritingStyle w:appName="MSWord" w:lang="en-US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866"/>
    <w:rsid w:val="0000472D"/>
    <w:rsid w:val="00014F3B"/>
    <w:rsid w:val="000175BF"/>
    <w:rsid w:val="00017DAB"/>
    <w:rsid w:val="0002553A"/>
    <w:rsid w:val="000260E1"/>
    <w:rsid w:val="00032716"/>
    <w:rsid w:val="0003373C"/>
    <w:rsid w:val="00034F9E"/>
    <w:rsid w:val="000364F3"/>
    <w:rsid w:val="00043C20"/>
    <w:rsid w:val="0004509D"/>
    <w:rsid w:val="0004700D"/>
    <w:rsid w:val="00051572"/>
    <w:rsid w:val="000539A5"/>
    <w:rsid w:val="0005706F"/>
    <w:rsid w:val="00060FFA"/>
    <w:rsid w:val="00063A6B"/>
    <w:rsid w:val="000664EF"/>
    <w:rsid w:val="00066D40"/>
    <w:rsid w:val="000815D4"/>
    <w:rsid w:val="00090F94"/>
    <w:rsid w:val="000A1D85"/>
    <w:rsid w:val="000A3B20"/>
    <w:rsid w:val="000A5D22"/>
    <w:rsid w:val="000A7D79"/>
    <w:rsid w:val="000B2778"/>
    <w:rsid w:val="000B475B"/>
    <w:rsid w:val="000C122C"/>
    <w:rsid w:val="000D05F9"/>
    <w:rsid w:val="000D07C7"/>
    <w:rsid w:val="000D5F20"/>
    <w:rsid w:val="000E0FE0"/>
    <w:rsid w:val="000E1615"/>
    <w:rsid w:val="000E5DD4"/>
    <w:rsid w:val="000E7A8D"/>
    <w:rsid w:val="000F55F9"/>
    <w:rsid w:val="000F6341"/>
    <w:rsid w:val="000F6D1E"/>
    <w:rsid w:val="00100F14"/>
    <w:rsid w:val="001073E3"/>
    <w:rsid w:val="00112378"/>
    <w:rsid w:val="00117CD5"/>
    <w:rsid w:val="0012398E"/>
    <w:rsid w:val="00124034"/>
    <w:rsid w:val="0012534D"/>
    <w:rsid w:val="00125A4C"/>
    <w:rsid w:val="00125F21"/>
    <w:rsid w:val="00133AE6"/>
    <w:rsid w:val="0014295C"/>
    <w:rsid w:val="00147096"/>
    <w:rsid w:val="00172821"/>
    <w:rsid w:val="001907CF"/>
    <w:rsid w:val="00190F1F"/>
    <w:rsid w:val="001955E0"/>
    <w:rsid w:val="001973D2"/>
    <w:rsid w:val="00197AC8"/>
    <w:rsid w:val="001A2370"/>
    <w:rsid w:val="001A47B2"/>
    <w:rsid w:val="001A7E8E"/>
    <w:rsid w:val="001B1C4E"/>
    <w:rsid w:val="001C31C4"/>
    <w:rsid w:val="001C5A14"/>
    <w:rsid w:val="001C5A1F"/>
    <w:rsid w:val="001D406F"/>
    <w:rsid w:val="001E1D66"/>
    <w:rsid w:val="001E4C16"/>
    <w:rsid w:val="001F018C"/>
    <w:rsid w:val="001F3E49"/>
    <w:rsid w:val="001F6EA8"/>
    <w:rsid w:val="00200C98"/>
    <w:rsid w:val="00202726"/>
    <w:rsid w:val="00206017"/>
    <w:rsid w:val="00207B63"/>
    <w:rsid w:val="00214AC5"/>
    <w:rsid w:val="00215606"/>
    <w:rsid w:val="0024714A"/>
    <w:rsid w:val="002509BA"/>
    <w:rsid w:val="0025269B"/>
    <w:rsid w:val="00254B6A"/>
    <w:rsid w:val="00270BF2"/>
    <w:rsid w:val="00283024"/>
    <w:rsid w:val="0029601B"/>
    <w:rsid w:val="0029778C"/>
    <w:rsid w:val="002A12A4"/>
    <w:rsid w:val="002A14B9"/>
    <w:rsid w:val="002A2813"/>
    <w:rsid w:val="002B1484"/>
    <w:rsid w:val="002B449A"/>
    <w:rsid w:val="002C0F8F"/>
    <w:rsid w:val="002C1FA3"/>
    <w:rsid w:val="002C2EF3"/>
    <w:rsid w:val="002D0C7D"/>
    <w:rsid w:val="002D6347"/>
    <w:rsid w:val="002D7674"/>
    <w:rsid w:val="002E08E7"/>
    <w:rsid w:val="002E137F"/>
    <w:rsid w:val="002E5E42"/>
    <w:rsid w:val="002E6640"/>
    <w:rsid w:val="002E7D4F"/>
    <w:rsid w:val="002F53F6"/>
    <w:rsid w:val="00303261"/>
    <w:rsid w:val="00311035"/>
    <w:rsid w:val="00311A25"/>
    <w:rsid w:val="00314D4B"/>
    <w:rsid w:val="003159EA"/>
    <w:rsid w:val="00326ED7"/>
    <w:rsid w:val="00330A67"/>
    <w:rsid w:val="00332CB2"/>
    <w:rsid w:val="00336168"/>
    <w:rsid w:val="003365E6"/>
    <w:rsid w:val="00336C95"/>
    <w:rsid w:val="00337F10"/>
    <w:rsid w:val="00342F21"/>
    <w:rsid w:val="00350439"/>
    <w:rsid w:val="00357877"/>
    <w:rsid w:val="00372E48"/>
    <w:rsid w:val="0037438F"/>
    <w:rsid w:val="0038288F"/>
    <w:rsid w:val="003879AC"/>
    <w:rsid w:val="00391CAF"/>
    <w:rsid w:val="00394588"/>
    <w:rsid w:val="003960CB"/>
    <w:rsid w:val="00397C5A"/>
    <w:rsid w:val="003A0847"/>
    <w:rsid w:val="003A32BD"/>
    <w:rsid w:val="003A7DE0"/>
    <w:rsid w:val="003B475F"/>
    <w:rsid w:val="003C0B02"/>
    <w:rsid w:val="003C3B93"/>
    <w:rsid w:val="003C3C5A"/>
    <w:rsid w:val="003C4F0C"/>
    <w:rsid w:val="003D00EA"/>
    <w:rsid w:val="003D0AB0"/>
    <w:rsid w:val="003D4EA9"/>
    <w:rsid w:val="003D58DD"/>
    <w:rsid w:val="003E0EBB"/>
    <w:rsid w:val="003E2E3E"/>
    <w:rsid w:val="003E42D8"/>
    <w:rsid w:val="003F0A3C"/>
    <w:rsid w:val="003F5680"/>
    <w:rsid w:val="004035F8"/>
    <w:rsid w:val="00410140"/>
    <w:rsid w:val="00416337"/>
    <w:rsid w:val="00422AA2"/>
    <w:rsid w:val="00422BFC"/>
    <w:rsid w:val="00423017"/>
    <w:rsid w:val="004273CC"/>
    <w:rsid w:val="004334A0"/>
    <w:rsid w:val="004346F1"/>
    <w:rsid w:val="00441280"/>
    <w:rsid w:val="004421F0"/>
    <w:rsid w:val="0044242D"/>
    <w:rsid w:val="00460260"/>
    <w:rsid w:val="00460522"/>
    <w:rsid w:val="004623C6"/>
    <w:rsid w:val="004640A8"/>
    <w:rsid w:val="00466F64"/>
    <w:rsid w:val="00472C04"/>
    <w:rsid w:val="004747FC"/>
    <w:rsid w:val="004865D8"/>
    <w:rsid w:val="00486707"/>
    <w:rsid w:val="00493054"/>
    <w:rsid w:val="004C1443"/>
    <w:rsid w:val="004D2528"/>
    <w:rsid w:val="004D2CE8"/>
    <w:rsid w:val="004F0066"/>
    <w:rsid w:val="004F079B"/>
    <w:rsid w:val="004F634B"/>
    <w:rsid w:val="00500F64"/>
    <w:rsid w:val="00503672"/>
    <w:rsid w:val="00505FF0"/>
    <w:rsid w:val="00514142"/>
    <w:rsid w:val="005151B1"/>
    <w:rsid w:val="0051643B"/>
    <w:rsid w:val="00517631"/>
    <w:rsid w:val="00530550"/>
    <w:rsid w:val="005321C3"/>
    <w:rsid w:val="00537759"/>
    <w:rsid w:val="00545353"/>
    <w:rsid w:val="0054785C"/>
    <w:rsid w:val="0055234E"/>
    <w:rsid w:val="00563AC8"/>
    <w:rsid w:val="00572E7A"/>
    <w:rsid w:val="00574862"/>
    <w:rsid w:val="00575DCC"/>
    <w:rsid w:val="005762F7"/>
    <w:rsid w:val="00576DCB"/>
    <w:rsid w:val="00577710"/>
    <w:rsid w:val="00577F70"/>
    <w:rsid w:val="005851EC"/>
    <w:rsid w:val="00585282"/>
    <w:rsid w:val="005910F4"/>
    <w:rsid w:val="005A22AB"/>
    <w:rsid w:val="005A55FF"/>
    <w:rsid w:val="005B36AF"/>
    <w:rsid w:val="005B5A37"/>
    <w:rsid w:val="005C6FED"/>
    <w:rsid w:val="005C7119"/>
    <w:rsid w:val="005D1248"/>
    <w:rsid w:val="005D275B"/>
    <w:rsid w:val="005D50C5"/>
    <w:rsid w:val="005D6727"/>
    <w:rsid w:val="005D776F"/>
    <w:rsid w:val="005E2149"/>
    <w:rsid w:val="005E27D0"/>
    <w:rsid w:val="005E56E7"/>
    <w:rsid w:val="005F623A"/>
    <w:rsid w:val="005F7B5D"/>
    <w:rsid w:val="006003B3"/>
    <w:rsid w:val="0060666F"/>
    <w:rsid w:val="00607E7E"/>
    <w:rsid w:val="00610681"/>
    <w:rsid w:val="00612DEE"/>
    <w:rsid w:val="00623860"/>
    <w:rsid w:val="00632C2F"/>
    <w:rsid w:val="00635C63"/>
    <w:rsid w:val="00642DB3"/>
    <w:rsid w:val="00643553"/>
    <w:rsid w:val="00650E18"/>
    <w:rsid w:val="00653555"/>
    <w:rsid w:val="00653F20"/>
    <w:rsid w:val="006549E1"/>
    <w:rsid w:val="0065646D"/>
    <w:rsid w:val="00665DEB"/>
    <w:rsid w:val="0066659C"/>
    <w:rsid w:val="00671B26"/>
    <w:rsid w:val="00672E37"/>
    <w:rsid w:val="00682577"/>
    <w:rsid w:val="00683158"/>
    <w:rsid w:val="00687A9A"/>
    <w:rsid w:val="006902F4"/>
    <w:rsid w:val="0069516C"/>
    <w:rsid w:val="00696024"/>
    <w:rsid w:val="006A67DB"/>
    <w:rsid w:val="006B07C0"/>
    <w:rsid w:val="006B4CF7"/>
    <w:rsid w:val="006B4E2D"/>
    <w:rsid w:val="006B5594"/>
    <w:rsid w:val="006D2A81"/>
    <w:rsid w:val="006D2AA6"/>
    <w:rsid w:val="006D3179"/>
    <w:rsid w:val="006D4AA5"/>
    <w:rsid w:val="006E03DA"/>
    <w:rsid w:val="006E10D6"/>
    <w:rsid w:val="006E1547"/>
    <w:rsid w:val="006E7356"/>
    <w:rsid w:val="006F396E"/>
    <w:rsid w:val="006F3BC3"/>
    <w:rsid w:val="0070376C"/>
    <w:rsid w:val="00704C72"/>
    <w:rsid w:val="00705EBA"/>
    <w:rsid w:val="00714C20"/>
    <w:rsid w:val="0071797B"/>
    <w:rsid w:val="00721212"/>
    <w:rsid w:val="00727596"/>
    <w:rsid w:val="007475DD"/>
    <w:rsid w:val="00752B4A"/>
    <w:rsid w:val="00761175"/>
    <w:rsid w:val="00764DBF"/>
    <w:rsid w:val="007651A5"/>
    <w:rsid w:val="007702FE"/>
    <w:rsid w:val="007719B9"/>
    <w:rsid w:val="00775627"/>
    <w:rsid w:val="007770AE"/>
    <w:rsid w:val="00780C42"/>
    <w:rsid w:val="0079124C"/>
    <w:rsid w:val="007A18E9"/>
    <w:rsid w:val="007A1E5B"/>
    <w:rsid w:val="007B01A4"/>
    <w:rsid w:val="007C5264"/>
    <w:rsid w:val="007C589F"/>
    <w:rsid w:val="007D05B3"/>
    <w:rsid w:val="007D0873"/>
    <w:rsid w:val="007D4F4C"/>
    <w:rsid w:val="007E3871"/>
    <w:rsid w:val="007E4CB2"/>
    <w:rsid w:val="008014FA"/>
    <w:rsid w:val="00802DD1"/>
    <w:rsid w:val="0080372A"/>
    <w:rsid w:val="0081042C"/>
    <w:rsid w:val="00825A9A"/>
    <w:rsid w:val="0083619C"/>
    <w:rsid w:val="008409FC"/>
    <w:rsid w:val="00840FC2"/>
    <w:rsid w:val="008418AF"/>
    <w:rsid w:val="008418B5"/>
    <w:rsid w:val="008441EF"/>
    <w:rsid w:val="008443D6"/>
    <w:rsid w:val="008457B0"/>
    <w:rsid w:val="008475FC"/>
    <w:rsid w:val="00855A84"/>
    <w:rsid w:val="00855BDB"/>
    <w:rsid w:val="00856357"/>
    <w:rsid w:val="008721BB"/>
    <w:rsid w:val="00873F5D"/>
    <w:rsid w:val="00874EFD"/>
    <w:rsid w:val="00876CAF"/>
    <w:rsid w:val="00880136"/>
    <w:rsid w:val="00882052"/>
    <w:rsid w:val="00882B71"/>
    <w:rsid w:val="00885A42"/>
    <w:rsid w:val="00895198"/>
    <w:rsid w:val="00896C04"/>
    <w:rsid w:val="00897FC7"/>
    <w:rsid w:val="008A008B"/>
    <w:rsid w:val="008A02EB"/>
    <w:rsid w:val="008A2CFD"/>
    <w:rsid w:val="008A54C2"/>
    <w:rsid w:val="008A5C8D"/>
    <w:rsid w:val="008A6CD6"/>
    <w:rsid w:val="008B40D2"/>
    <w:rsid w:val="008C78BF"/>
    <w:rsid w:val="008D292B"/>
    <w:rsid w:val="008D51CA"/>
    <w:rsid w:val="008D798B"/>
    <w:rsid w:val="008E1E4E"/>
    <w:rsid w:val="008E22E1"/>
    <w:rsid w:val="008E25C8"/>
    <w:rsid w:val="008E2F76"/>
    <w:rsid w:val="008E5310"/>
    <w:rsid w:val="008F3672"/>
    <w:rsid w:val="008F3E89"/>
    <w:rsid w:val="008F716A"/>
    <w:rsid w:val="009037BA"/>
    <w:rsid w:val="0090435D"/>
    <w:rsid w:val="00904D27"/>
    <w:rsid w:val="00907564"/>
    <w:rsid w:val="009110B1"/>
    <w:rsid w:val="00917058"/>
    <w:rsid w:val="00922B46"/>
    <w:rsid w:val="00927DED"/>
    <w:rsid w:val="0093282A"/>
    <w:rsid w:val="00937042"/>
    <w:rsid w:val="00941FB4"/>
    <w:rsid w:val="009453C8"/>
    <w:rsid w:val="00945CDF"/>
    <w:rsid w:val="00950AD0"/>
    <w:rsid w:val="00951FA3"/>
    <w:rsid w:val="00955BFE"/>
    <w:rsid w:val="00960039"/>
    <w:rsid w:val="009612AD"/>
    <w:rsid w:val="00962B98"/>
    <w:rsid w:val="0096601A"/>
    <w:rsid w:val="009677AA"/>
    <w:rsid w:val="009708C2"/>
    <w:rsid w:val="00972A48"/>
    <w:rsid w:val="00975B6D"/>
    <w:rsid w:val="00984507"/>
    <w:rsid w:val="0098721D"/>
    <w:rsid w:val="009943D6"/>
    <w:rsid w:val="0099568D"/>
    <w:rsid w:val="009A2D7D"/>
    <w:rsid w:val="009B1D22"/>
    <w:rsid w:val="009B36C5"/>
    <w:rsid w:val="009B4F4A"/>
    <w:rsid w:val="009B6FEB"/>
    <w:rsid w:val="009C272F"/>
    <w:rsid w:val="009C32DD"/>
    <w:rsid w:val="009C36B6"/>
    <w:rsid w:val="009E29BD"/>
    <w:rsid w:val="009F168B"/>
    <w:rsid w:val="009F313C"/>
    <w:rsid w:val="00A07244"/>
    <w:rsid w:val="00A11E12"/>
    <w:rsid w:val="00A12B2D"/>
    <w:rsid w:val="00A139EB"/>
    <w:rsid w:val="00A16499"/>
    <w:rsid w:val="00A21AA0"/>
    <w:rsid w:val="00A24AE9"/>
    <w:rsid w:val="00A24D65"/>
    <w:rsid w:val="00A3421A"/>
    <w:rsid w:val="00A37866"/>
    <w:rsid w:val="00A41DE5"/>
    <w:rsid w:val="00A45F2E"/>
    <w:rsid w:val="00A479C2"/>
    <w:rsid w:val="00A51774"/>
    <w:rsid w:val="00A554E3"/>
    <w:rsid w:val="00A7113F"/>
    <w:rsid w:val="00A73FD3"/>
    <w:rsid w:val="00A75DA2"/>
    <w:rsid w:val="00A828EF"/>
    <w:rsid w:val="00A83E12"/>
    <w:rsid w:val="00A845BD"/>
    <w:rsid w:val="00A9395F"/>
    <w:rsid w:val="00A94F2F"/>
    <w:rsid w:val="00A96600"/>
    <w:rsid w:val="00A96F08"/>
    <w:rsid w:val="00AA03B9"/>
    <w:rsid w:val="00AB13AB"/>
    <w:rsid w:val="00AB27D9"/>
    <w:rsid w:val="00AB2836"/>
    <w:rsid w:val="00AD242D"/>
    <w:rsid w:val="00AD5FE0"/>
    <w:rsid w:val="00AD6799"/>
    <w:rsid w:val="00AE0524"/>
    <w:rsid w:val="00AE1973"/>
    <w:rsid w:val="00AE371D"/>
    <w:rsid w:val="00AE515B"/>
    <w:rsid w:val="00AF4B58"/>
    <w:rsid w:val="00AF6E40"/>
    <w:rsid w:val="00B072E7"/>
    <w:rsid w:val="00B1075F"/>
    <w:rsid w:val="00B132B0"/>
    <w:rsid w:val="00B1381A"/>
    <w:rsid w:val="00B2166B"/>
    <w:rsid w:val="00B22AF8"/>
    <w:rsid w:val="00B23284"/>
    <w:rsid w:val="00B23CB3"/>
    <w:rsid w:val="00B262D9"/>
    <w:rsid w:val="00B308B0"/>
    <w:rsid w:val="00B32D7E"/>
    <w:rsid w:val="00B341A9"/>
    <w:rsid w:val="00B34B22"/>
    <w:rsid w:val="00B5223A"/>
    <w:rsid w:val="00B71AA7"/>
    <w:rsid w:val="00B725F6"/>
    <w:rsid w:val="00B82B59"/>
    <w:rsid w:val="00B82C43"/>
    <w:rsid w:val="00B82D8A"/>
    <w:rsid w:val="00B84719"/>
    <w:rsid w:val="00B872F4"/>
    <w:rsid w:val="00B92419"/>
    <w:rsid w:val="00BA7A82"/>
    <w:rsid w:val="00BB5681"/>
    <w:rsid w:val="00BC4820"/>
    <w:rsid w:val="00BC5DF4"/>
    <w:rsid w:val="00BD3F28"/>
    <w:rsid w:val="00BD542C"/>
    <w:rsid w:val="00BE0741"/>
    <w:rsid w:val="00BE1D50"/>
    <w:rsid w:val="00BE36B0"/>
    <w:rsid w:val="00C03872"/>
    <w:rsid w:val="00C07DB8"/>
    <w:rsid w:val="00C13B86"/>
    <w:rsid w:val="00C15F23"/>
    <w:rsid w:val="00C175E5"/>
    <w:rsid w:val="00C36E6F"/>
    <w:rsid w:val="00C37054"/>
    <w:rsid w:val="00C40824"/>
    <w:rsid w:val="00C40D3C"/>
    <w:rsid w:val="00C41E18"/>
    <w:rsid w:val="00C44E2B"/>
    <w:rsid w:val="00C53891"/>
    <w:rsid w:val="00C61DE0"/>
    <w:rsid w:val="00C6365D"/>
    <w:rsid w:val="00C646D0"/>
    <w:rsid w:val="00C65717"/>
    <w:rsid w:val="00C669A8"/>
    <w:rsid w:val="00C70889"/>
    <w:rsid w:val="00C748EF"/>
    <w:rsid w:val="00C755EE"/>
    <w:rsid w:val="00C75E99"/>
    <w:rsid w:val="00C80CAB"/>
    <w:rsid w:val="00C80F3C"/>
    <w:rsid w:val="00C81364"/>
    <w:rsid w:val="00C8261D"/>
    <w:rsid w:val="00C84A97"/>
    <w:rsid w:val="00C91476"/>
    <w:rsid w:val="00C923B7"/>
    <w:rsid w:val="00CA0285"/>
    <w:rsid w:val="00CA2029"/>
    <w:rsid w:val="00CA3EDB"/>
    <w:rsid w:val="00CB3EAC"/>
    <w:rsid w:val="00CB6DE8"/>
    <w:rsid w:val="00CC0AA9"/>
    <w:rsid w:val="00CC3035"/>
    <w:rsid w:val="00CC3DD1"/>
    <w:rsid w:val="00CC57A5"/>
    <w:rsid w:val="00CD2577"/>
    <w:rsid w:val="00CD5C55"/>
    <w:rsid w:val="00CD7D94"/>
    <w:rsid w:val="00CE4BDE"/>
    <w:rsid w:val="00D103F7"/>
    <w:rsid w:val="00D15B0C"/>
    <w:rsid w:val="00D15BE1"/>
    <w:rsid w:val="00D21B54"/>
    <w:rsid w:val="00D2225E"/>
    <w:rsid w:val="00D26859"/>
    <w:rsid w:val="00D3075B"/>
    <w:rsid w:val="00D31753"/>
    <w:rsid w:val="00D36B14"/>
    <w:rsid w:val="00D37837"/>
    <w:rsid w:val="00D402C0"/>
    <w:rsid w:val="00D44222"/>
    <w:rsid w:val="00D4574C"/>
    <w:rsid w:val="00D46D2F"/>
    <w:rsid w:val="00D5124E"/>
    <w:rsid w:val="00D538D5"/>
    <w:rsid w:val="00D66ADD"/>
    <w:rsid w:val="00D675B4"/>
    <w:rsid w:val="00D711BB"/>
    <w:rsid w:val="00D736AE"/>
    <w:rsid w:val="00D7732C"/>
    <w:rsid w:val="00D824F9"/>
    <w:rsid w:val="00D846A8"/>
    <w:rsid w:val="00D84C51"/>
    <w:rsid w:val="00D87F78"/>
    <w:rsid w:val="00DA0235"/>
    <w:rsid w:val="00DA1069"/>
    <w:rsid w:val="00DA33D0"/>
    <w:rsid w:val="00DA3CE2"/>
    <w:rsid w:val="00DA6813"/>
    <w:rsid w:val="00DB0BEF"/>
    <w:rsid w:val="00DB142B"/>
    <w:rsid w:val="00DB1885"/>
    <w:rsid w:val="00DB2041"/>
    <w:rsid w:val="00DB2642"/>
    <w:rsid w:val="00DB70BB"/>
    <w:rsid w:val="00DC0757"/>
    <w:rsid w:val="00DC6DA9"/>
    <w:rsid w:val="00DD15FB"/>
    <w:rsid w:val="00DD42B4"/>
    <w:rsid w:val="00DE272E"/>
    <w:rsid w:val="00DE28AE"/>
    <w:rsid w:val="00DE68D3"/>
    <w:rsid w:val="00DE78D7"/>
    <w:rsid w:val="00DF1B65"/>
    <w:rsid w:val="00DF2A1A"/>
    <w:rsid w:val="00E025B4"/>
    <w:rsid w:val="00E15842"/>
    <w:rsid w:val="00E16ED8"/>
    <w:rsid w:val="00E342E3"/>
    <w:rsid w:val="00E34970"/>
    <w:rsid w:val="00E35757"/>
    <w:rsid w:val="00E375EA"/>
    <w:rsid w:val="00E43FA9"/>
    <w:rsid w:val="00E454FB"/>
    <w:rsid w:val="00E45C7B"/>
    <w:rsid w:val="00E462A8"/>
    <w:rsid w:val="00E475D3"/>
    <w:rsid w:val="00E522BD"/>
    <w:rsid w:val="00E531BE"/>
    <w:rsid w:val="00E53602"/>
    <w:rsid w:val="00E60461"/>
    <w:rsid w:val="00E60E76"/>
    <w:rsid w:val="00E63B8A"/>
    <w:rsid w:val="00E65B64"/>
    <w:rsid w:val="00E6664A"/>
    <w:rsid w:val="00E70D9A"/>
    <w:rsid w:val="00E72756"/>
    <w:rsid w:val="00E8104A"/>
    <w:rsid w:val="00E869F7"/>
    <w:rsid w:val="00E97A75"/>
    <w:rsid w:val="00EA129E"/>
    <w:rsid w:val="00EA56F4"/>
    <w:rsid w:val="00EB155E"/>
    <w:rsid w:val="00EB5258"/>
    <w:rsid w:val="00EB537D"/>
    <w:rsid w:val="00EB5D89"/>
    <w:rsid w:val="00EC22CC"/>
    <w:rsid w:val="00EC4331"/>
    <w:rsid w:val="00ED4245"/>
    <w:rsid w:val="00ED4FE0"/>
    <w:rsid w:val="00EE43B3"/>
    <w:rsid w:val="00EF1452"/>
    <w:rsid w:val="00EF37C1"/>
    <w:rsid w:val="00EF4B45"/>
    <w:rsid w:val="00EF7514"/>
    <w:rsid w:val="00F03A04"/>
    <w:rsid w:val="00F0646F"/>
    <w:rsid w:val="00F0685B"/>
    <w:rsid w:val="00F132AB"/>
    <w:rsid w:val="00F3517A"/>
    <w:rsid w:val="00F37E64"/>
    <w:rsid w:val="00F43A18"/>
    <w:rsid w:val="00F4530D"/>
    <w:rsid w:val="00F46B0C"/>
    <w:rsid w:val="00F51EB2"/>
    <w:rsid w:val="00F558E9"/>
    <w:rsid w:val="00F6004B"/>
    <w:rsid w:val="00F739D6"/>
    <w:rsid w:val="00F74D36"/>
    <w:rsid w:val="00F76041"/>
    <w:rsid w:val="00F845DC"/>
    <w:rsid w:val="00F9377A"/>
    <w:rsid w:val="00F953B2"/>
    <w:rsid w:val="00F96025"/>
    <w:rsid w:val="00F97CC5"/>
    <w:rsid w:val="00FA10B9"/>
    <w:rsid w:val="00FA7444"/>
    <w:rsid w:val="00FB4D02"/>
    <w:rsid w:val="00FB70E6"/>
    <w:rsid w:val="00FC2889"/>
    <w:rsid w:val="00FD0334"/>
    <w:rsid w:val="00FD5D25"/>
    <w:rsid w:val="00FD7A7E"/>
    <w:rsid w:val="00FE1B2F"/>
    <w:rsid w:val="00FE39CB"/>
    <w:rsid w:val="00FE7781"/>
    <w:rsid w:val="00FF4AD8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2"/>
    </o:shapelayout>
  </w:shapeDefaults>
  <w:decimalSymbol w:val=","/>
  <w:listSeparator w:val=";"/>
  <w14:docId w14:val="5411CB6B"/>
  <w15:chartTrackingRefBased/>
  <w15:docId w15:val="{9CCF9E3D-0863-4B5B-9C16-B6030A644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VE" w:eastAsia="es-V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72821"/>
    <w:pPr>
      <w:tabs>
        <w:tab w:val="left" w:pos="720"/>
      </w:tabs>
    </w:pPr>
    <w:rPr>
      <w:rFonts w:ascii="Arial" w:hAnsi="Arial"/>
      <w:lang w:eastAsia="en-US"/>
    </w:rPr>
  </w:style>
  <w:style w:type="paragraph" w:styleId="Ttulo1">
    <w:name w:val="heading 1"/>
    <w:basedOn w:val="Textoindependiente"/>
    <w:next w:val="Textoindependiente"/>
    <w:qFormat/>
    <w:rsid w:val="005B5A37"/>
    <w:pPr>
      <w:numPr>
        <w:numId w:val="4"/>
      </w:numPr>
      <w:spacing w:before="240" w:after="60"/>
      <w:outlineLvl w:val="0"/>
    </w:pPr>
    <w:rPr>
      <w:b/>
      <w:caps/>
      <w:sz w:val="22"/>
    </w:rPr>
  </w:style>
  <w:style w:type="paragraph" w:styleId="Ttulo2">
    <w:name w:val="heading 2"/>
    <w:basedOn w:val="Textoindependiente"/>
    <w:next w:val="Ttulo3"/>
    <w:qFormat/>
    <w:rsid w:val="005B5A37"/>
    <w:pPr>
      <w:numPr>
        <w:ilvl w:val="1"/>
        <w:numId w:val="4"/>
      </w:numPr>
      <w:spacing w:before="120" w:after="180"/>
      <w:outlineLvl w:val="1"/>
    </w:pPr>
    <w:rPr>
      <w:b/>
    </w:rPr>
  </w:style>
  <w:style w:type="paragraph" w:styleId="Ttulo3">
    <w:name w:val="heading 3"/>
    <w:basedOn w:val="Textoindependiente"/>
    <w:qFormat/>
    <w:rsid w:val="005B5A37"/>
    <w:pPr>
      <w:keepNext/>
      <w:numPr>
        <w:ilvl w:val="2"/>
        <w:numId w:val="4"/>
      </w:numPr>
      <w:tabs>
        <w:tab w:val="clear" w:pos="720"/>
      </w:tabs>
      <w:spacing w:before="120" w:after="180"/>
      <w:outlineLvl w:val="2"/>
    </w:pPr>
  </w:style>
  <w:style w:type="paragraph" w:styleId="Ttulo4">
    <w:name w:val="heading 4"/>
    <w:basedOn w:val="Normal"/>
    <w:next w:val="Sangradetextonormal1"/>
    <w:qFormat/>
    <w:rsid w:val="005B5A37"/>
    <w:pPr>
      <w:keepNext/>
      <w:numPr>
        <w:ilvl w:val="3"/>
        <w:numId w:val="4"/>
      </w:numPr>
      <w:tabs>
        <w:tab w:val="clear" w:pos="720"/>
      </w:tabs>
      <w:spacing w:before="120" w:after="180"/>
      <w:outlineLvl w:val="3"/>
    </w:pPr>
    <w:rPr>
      <w:noProof/>
    </w:rPr>
  </w:style>
  <w:style w:type="paragraph" w:styleId="Ttulo5">
    <w:name w:val="heading 5"/>
    <w:basedOn w:val="Normal"/>
    <w:next w:val="Normal"/>
    <w:qFormat/>
    <w:rsid w:val="005B5A37"/>
    <w:pPr>
      <w:keepNext/>
      <w:jc w:val="center"/>
      <w:outlineLvl w:val="4"/>
    </w:pPr>
    <w:rPr>
      <w:b/>
      <w:color w:val="000000"/>
      <w:sz w:val="24"/>
    </w:rPr>
  </w:style>
  <w:style w:type="paragraph" w:styleId="Ttulo6">
    <w:name w:val="heading 6"/>
    <w:basedOn w:val="Normal"/>
    <w:next w:val="Normal"/>
    <w:qFormat/>
    <w:rsid w:val="005B5A37"/>
    <w:pPr>
      <w:keepNext/>
      <w:spacing w:before="120" w:after="120"/>
      <w:jc w:val="center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rsid w:val="005B5A37"/>
    <w:pPr>
      <w:keepNext/>
      <w:spacing w:before="120" w:after="120"/>
      <w:jc w:val="center"/>
      <w:outlineLvl w:val="6"/>
    </w:pPr>
    <w:rPr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aliases w:val="Body Text 1"/>
    <w:basedOn w:val="Normal"/>
    <w:rsid w:val="005B5A37"/>
    <w:pPr>
      <w:spacing w:after="120"/>
      <w:ind w:left="720"/>
    </w:pPr>
  </w:style>
  <w:style w:type="paragraph" w:customStyle="1" w:styleId="Sangradetextonormal1">
    <w:name w:val="Sangría de texto normal1"/>
    <w:basedOn w:val="Textoindependiente"/>
    <w:next w:val="Normal"/>
    <w:rsid w:val="005B5A37"/>
    <w:pPr>
      <w:tabs>
        <w:tab w:val="clear" w:pos="720"/>
        <w:tab w:val="left" w:pos="1080"/>
      </w:tabs>
      <w:ind w:left="1080"/>
    </w:pPr>
  </w:style>
  <w:style w:type="character" w:styleId="Nmerodepgina">
    <w:name w:val="page number"/>
    <w:rsid w:val="005B5A37"/>
    <w:rPr>
      <w:rFonts w:ascii="Arial" w:hAnsi="Arial"/>
      <w:b/>
      <w:sz w:val="16"/>
    </w:rPr>
  </w:style>
  <w:style w:type="paragraph" w:customStyle="1" w:styleId="bullet1">
    <w:name w:val="bullet1"/>
    <w:basedOn w:val="Textoindependiente"/>
    <w:rsid w:val="005B5A37"/>
    <w:pPr>
      <w:tabs>
        <w:tab w:val="num" w:pos="1080"/>
      </w:tabs>
      <w:ind w:left="1080" w:hanging="360"/>
    </w:pPr>
  </w:style>
  <w:style w:type="paragraph" w:customStyle="1" w:styleId="ProcedureTitle">
    <w:name w:val="Procedure Title"/>
    <w:rsid w:val="005B5A37"/>
    <w:pPr>
      <w:jc w:val="center"/>
    </w:pPr>
    <w:rPr>
      <w:rFonts w:ascii="Arial" w:hAnsi="Arial"/>
      <w:b/>
      <w:caps/>
      <w:spacing w:val="-2"/>
      <w:sz w:val="28"/>
      <w:lang w:val="en-US" w:eastAsia="en-US"/>
    </w:rPr>
  </w:style>
  <w:style w:type="paragraph" w:customStyle="1" w:styleId="bulletabc">
    <w:name w:val="bullet abc"/>
    <w:basedOn w:val="Textoindependiente"/>
    <w:rsid w:val="005B5A37"/>
    <w:pPr>
      <w:numPr>
        <w:numId w:val="3"/>
      </w:numPr>
    </w:pPr>
  </w:style>
  <w:style w:type="paragraph" w:styleId="Encabezado">
    <w:name w:val="header"/>
    <w:aliases w:val="Encabezado Linea 1,encabezado,Header Line1,L1,List Indent 1"/>
    <w:basedOn w:val="Normal"/>
    <w:link w:val="EncabezadoCar"/>
    <w:uiPriority w:val="99"/>
    <w:rsid w:val="005B5A37"/>
    <w:pPr>
      <w:widowControl w:val="0"/>
      <w:tabs>
        <w:tab w:val="clear" w:pos="720"/>
        <w:tab w:val="center" w:pos="4320"/>
        <w:tab w:val="right" w:pos="8640"/>
      </w:tabs>
    </w:pPr>
    <w:rPr>
      <w:noProof/>
    </w:rPr>
  </w:style>
  <w:style w:type="paragraph" w:styleId="Piedepgina">
    <w:name w:val="footer"/>
    <w:basedOn w:val="Normal"/>
    <w:rsid w:val="005B5A37"/>
    <w:pPr>
      <w:pBdr>
        <w:top w:val="single" w:sz="4" w:space="1" w:color="auto"/>
      </w:pBdr>
      <w:tabs>
        <w:tab w:val="clear" w:pos="720"/>
        <w:tab w:val="center" w:pos="2030"/>
        <w:tab w:val="right" w:pos="4060"/>
        <w:tab w:val="left" w:pos="6091"/>
        <w:tab w:val="left" w:pos="8121"/>
        <w:tab w:val="left" w:pos="10152"/>
      </w:tabs>
      <w:spacing w:before="120"/>
    </w:pPr>
    <w:rPr>
      <w:i/>
      <w:noProof/>
      <w:sz w:val="16"/>
    </w:rPr>
  </w:style>
  <w:style w:type="paragraph" w:styleId="Textoindependiente3">
    <w:name w:val="Body Text 3"/>
    <w:basedOn w:val="Normal"/>
    <w:rsid w:val="005B5A37"/>
    <w:pPr>
      <w:spacing w:after="120"/>
    </w:pPr>
    <w:rPr>
      <w:sz w:val="16"/>
      <w:szCs w:val="16"/>
    </w:rPr>
  </w:style>
  <w:style w:type="paragraph" w:customStyle="1" w:styleId="PageNo">
    <w:name w:val="Page No."/>
    <w:basedOn w:val="Piedepgina"/>
    <w:rsid w:val="005B5A37"/>
    <w:pPr>
      <w:pBdr>
        <w:top w:val="none" w:sz="0" w:space="0" w:color="auto"/>
      </w:pBdr>
      <w:tabs>
        <w:tab w:val="clear" w:pos="2030"/>
        <w:tab w:val="clear" w:pos="4060"/>
        <w:tab w:val="clear" w:pos="6091"/>
        <w:tab w:val="clear" w:pos="8121"/>
        <w:tab w:val="clear" w:pos="10152"/>
        <w:tab w:val="center" w:pos="4680"/>
        <w:tab w:val="right" w:pos="8640"/>
      </w:tabs>
      <w:spacing w:before="0"/>
    </w:pPr>
    <w:rPr>
      <w:i w:val="0"/>
      <w:noProof w:val="0"/>
      <w:sz w:val="22"/>
      <w:szCs w:val="24"/>
    </w:rPr>
  </w:style>
  <w:style w:type="paragraph" w:customStyle="1" w:styleId="Head1">
    <w:name w:val="Head1"/>
    <w:basedOn w:val="Normal"/>
    <w:next w:val="Textoindependiente"/>
    <w:rsid w:val="005B5A37"/>
    <w:pPr>
      <w:tabs>
        <w:tab w:val="clear" w:pos="720"/>
      </w:tabs>
      <w:spacing w:before="240" w:after="120"/>
    </w:pPr>
    <w:rPr>
      <w:caps/>
      <w:sz w:val="22"/>
      <w:u w:val="single"/>
    </w:rPr>
  </w:style>
  <w:style w:type="paragraph" w:customStyle="1" w:styleId="Head3">
    <w:name w:val="Head3"/>
    <w:basedOn w:val="Sangra2detindependiente"/>
    <w:next w:val="Textoindependiente3"/>
    <w:rsid w:val="005B5A37"/>
    <w:pPr>
      <w:tabs>
        <w:tab w:val="num" w:pos="360"/>
      </w:tabs>
      <w:spacing w:before="120" w:line="240" w:lineRule="auto"/>
      <w:ind w:hanging="360"/>
      <w:jc w:val="both"/>
    </w:pPr>
    <w:rPr>
      <w:sz w:val="22"/>
    </w:rPr>
  </w:style>
  <w:style w:type="paragraph" w:styleId="Sangra2detindependiente">
    <w:name w:val="Body Text Indent 2"/>
    <w:basedOn w:val="Normal"/>
    <w:rsid w:val="005B5A37"/>
    <w:pPr>
      <w:spacing w:after="120" w:line="480" w:lineRule="auto"/>
      <w:ind w:left="360"/>
    </w:pPr>
  </w:style>
  <w:style w:type="paragraph" w:customStyle="1" w:styleId="BechLine1">
    <w:name w:val="Bech Line 1"/>
    <w:basedOn w:val="Normal"/>
    <w:rsid w:val="005B5A37"/>
    <w:pPr>
      <w:tabs>
        <w:tab w:val="clear" w:pos="720"/>
      </w:tabs>
      <w:spacing w:before="1600"/>
    </w:pPr>
    <w:rPr>
      <w:rFonts w:ascii="Helvetica" w:hAnsi="Helvetica"/>
      <w:caps/>
      <w:sz w:val="18"/>
      <w:szCs w:val="24"/>
    </w:rPr>
  </w:style>
  <w:style w:type="paragraph" w:customStyle="1" w:styleId="BechLine2">
    <w:name w:val="Bech Line 2"/>
    <w:basedOn w:val="BechLine1"/>
    <w:rsid w:val="005B5A37"/>
    <w:pPr>
      <w:spacing w:before="0" w:after="1680"/>
    </w:pPr>
  </w:style>
  <w:style w:type="paragraph" w:customStyle="1" w:styleId="CenteredHeading">
    <w:name w:val="Centered Heading"/>
    <w:basedOn w:val="Normal"/>
    <w:rsid w:val="005B5A37"/>
    <w:pPr>
      <w:tabs>
        <w:tab w:val="clear" w:pos="720"/>
      </w:tabs>
      <w:spacing w:after="240"/>
      <w:jc w:val="center"/>
    </w:pPr>
    <w:rPr>
      <w:b/>
      <w:sz w:val="28"/>
      <w:szCs w:val="24"/>
      <w:u w:val="single"/>
    </w:rPr>
  </w:style>
  <w:style w:type="paragraph" w:customStyle="1" w:styleId="TableBox">
    <w:name w:val="Table Box"/>
    <w:basedOn w:val="CenteredHeading"/>
    <w:rsid w:val="005B5A37"/>
    <w:pPr>
      <w:spacing w:before="60" w:after="60"/>
    </w:pPr>
    <w:rPr>
      <w:b w:val="0"/>
      <w:sz w:val="22"/>
    </w:rPr>
  </w:style>
  <w:style w:type="paragraph" w:customStyle="1" w:styleId="PageFooter">
    <w:name w:val="Page Footer"/>
    <w:basedOn w:val="Normal"/>
    <w:rsid w:val="005B5A37"/>
    <w:pPr>
      <w:tabs>
        <w:tab w:val="clear" w:pos="720"/>
      </w:tabs>
      <w:jc w:val="both"/>
    </w:pPr>
    <w:rPr>
      <w:sz w:val="16"/>
    </w:rPr>
  </w:style>
  <w:style w:type="paragraph" w:customStyle="1" w:styleId="Head2">
    <w:name w:val="Head2"/>
    <w:basedOn w:val="Head1"/>
    <w:next w:val="Textoindependiente2"/>
    <w:rsid w:val="005B5A37"/>
    <w:pPr>
      <w:tabs>
        <w:tab w:val="num" w:pos="360"/>
      </w:tabs>
      <w:spacing w:before="120"/>
      <w:ind w:left="360" w:hanging="360"/>
    </w:pPr>
    <w:rPr>
      <w:bCs/>
      <w:u w:val="none"/>
    </w:rPr>
  </w:style>
  <w:style w:type="paragraph" w:styleId="Textoindependiente2">
    <w:name w:val="Body Text 2"/>
    <w:basedOn w:val="Normal"/>
    <w:rsid w:val="005B5A37"/>
    <w:pPr>
      <w:tabs>
        <w:tab w:val="clear" w:pos="720"/>
      </w:tabs>
      <w:spacing w:after="120" w:line="480" w:lineRule="auto"/>
    </w:pPr>
    <w:rPr>
      <w:sz w:val="24"/>
      <w:szCs w:val="24"/>
    </w:rPr>
  </w:style>
  <w:style w:type="paragraph" w:customStyle="1" w:styleId="ctb12pt">
    <w:name w:val="ctb12pt"/>
    <w:basedOn w:val="Normal"/>
    <w:rsid w:val="005B5A37"/>
    <w:pPr>
      <w:tabs>
        <w:tab w:val="clear" w:pos="720"/>
      </w:tabs>
      <w:suppressAutoHyphens/>
      <w:spacing w:after="240"/>
      <w:jc w:val="center"/>
    </w:pPr>
    <w:rPr>
      <w:b/>
      <w:spacing w:val="-3"/>
      <w:sz w:val="24"/>
    </w:rPr>
  </w:style>
  <w:style w:type="paragraph" w:customStyle="1" w:styleId="TOCHead">
    <w:name w:val="TOC Head"/>
    <w:basedOn w:val="Normal"/>
    <w:rsid w:val="005B5A37"/>
    <w:pPr>
      <w:tabs>
        <w:tab w:val="clear" w:pos="720"/>
      </w:tabs>
      <w:spacing w:after="240"/>
    </w:pPr>
    <w:rPr>
      <w:b/>
      <w:bCs/>
      <w:sz w:val="24"/>
    </w:rPr>
  </w:style>
  <w:style w:type="paragraph" w:customStyle="1" w:styleId="Bullet10">
    <w:name w:val="Bullet 1"/>
    <w:basedOn w:val="Sangradetextonormal"/>
    <w:rsid w:val="005B5A37"/>
    <w:pPr>
      <w:tabs>
        <w:tab w:val="num" w:pos="720"/>
      </w:tabs>
      <w:ind w:left="1080" w:hanging="720"/>
    </w:pPr>
  </w:style>
  <w:style w:type="paragraph" w:styleId="Sangradetextonormal">
    <w:name w:val="Body Text Indent"/>
    <w:basedOn w:val="Normal"/>
    <w:rsid w:val="005B5A37"/>
    <w:pPr>
      <w:tabs>
        <w:tab w:val="clear" w:pos="720"/>
      </w:tabs>
      <w:spacing w:after="240"/>
      <w:ind w:left="720"/>
      <w:jc w:val="both"/>
    </w:pPr>
    <w:rPr>
      <w:sz w:val="24"/>
    </w:rPr>
  </w:style>
  <w:style w:type="paragraph" w:customStyle="1" w:styleId="Head4">
    <w:name w:val="Head4"/>
    <w:basedOn w:val="Sangra3detindependiente"/>
    <w:next w:val="BodyText4"/>
    <w:rsid w:val="005B5A37"/>
    <w:pPr>
      <w:tabs>
        <w:tab w:val="num" w:pos="2880"/>
      </w:tabs>
      <w:spacing w:after="120"/>
      <w:ind w:left="2880" w:hanging="720"/>
    </w:pPr>
    <w:rPr>
      <w:sz w:val="24"/>
    </w:rPr>
  </w:style>
  <w:style w:type="paragraph" w:styleId="Sangra3detindependiente">
    <w:name w:val="Body Text Indent 3"/>
    <w:basedOn w:val="Normal"/>
    <w:rsid w:val="005B5A37"/>
    <w:pPr>
      <w:tabs>
        <w:tab w:val="clear" w:pos="720"/>
      </w:tabs>
      <w:ind w:left="720"/>
      <w:jc w:val="both"/>
    </w:pPr>
    <w:rPr>
      <w:sz w:val="22"/>
    </w:rPr>
  </w:style>
  <w:style w:type="paragraph" w:customStyle="1" w:styleId="BodyText4">
    <w:name w:val="Body Text 4"/>
    <w:basedOn w:val="Textoindependiente3"/>
    <w:rsid w:val="005B5A37"/>
    <w:pPr>
      <w:tabs>
        <w:tab w:val="clear" w:pos="720"/>
      </w:tabs>
    </w:pPr>
    <w:rPr>
      <w:sz w:val="24"/>
      <w:szCs w:val="20"/>
    </w:rPr>
  </w:style>
  <w:style w:type="paragraph" w:customStyle="1" w:styleId="DocumentTitle">
    <w:name w:val="Document Title"/>
    <w:basedOn w:val="Normal"/>
    <w:rsid w:val="005B5A37"/>
    <w:pPr>
      <w:tabs>
        <w:tab w:val="clear" w:pos="720"/>
      </w:tabs>
      <w:spacing w:before="5760" w:after="60"/>
      <w:jc w:val="center"/>
    </w:pPr>
    <w:rPr>
      <w:rFonts w:ascii="Arial Rounded MT Bold" w:hAnsi="Arial Rounded MT Bold"/>
      <w:b/>
      <w:caps/>
      <w:sz w:val="32"/>
      <w:lang w:val="en-GB"/>
    </w:rPr>
  </w:style>
  <w:style w:type="paragraph" w:styleId="Ttulo">
    <w:name w:val="Title"/>
    <w:basedOn w:val="Normal"/>
    <w:qFormat/>
    <w:rsid w:val="005B5A37"/>
    <w:pPr>
      <w:tabs>
        <w:tab w:val="clear" w:pos="720"/>
      </w:tabs>
      <w:jc w:val="center"/>
    </w:pPr>
    <w:rPr>
      <w:rFonts w:ascii="Times New Roman" w:hAnsi="Times New Roman"/>
      <w:b/>
      <w:sz w:val="28"/>
    </w:rPr>
  </w:style>
  <w:style w:type="paragraph" w:customStyle="1" w:styleId="Epgrafe">
    <w:name w:val="Epígrafe"/>
    <w:basedOn w:val="Normal"/>
    <w:next w:val="Normal"/>
    <w:qFormat/>
    <w:rsid w:val="005B5A37"/>
    <w:pPr>
      <w:tabs>
        <w:tab w:val="clear" w:pos="720"/>
      </w:tabs>
    </w:pPr>
    <w:rPr>
      <w:b/>
      <w:bCs/>
      <w:sz w:val="28"/>
      <w:szCs w:val="24"/>
    </w:rPr>
  </w:style>
  <w:style w:type="paragraph" w:styleId="Subttulo">
    <w:name w:val="Subtitle"/>
    <w:basedOn w:val="Normal"/>
    <w:qFormat/>
    <w:rsid w:val="005B5A37"/>
    <w:pPr>
      <w:tabs>
        <w:tab w:val="clear" w:pos="720"/>
      </w:tabs>
      <w:spacing w:after="240"/>
      <w:jc w:val="center"/>
    </w:pPr>
    <w:rPr>
      <w:b/>
      <w:bCs/>
      <w:sz w:val="28"/>
      <w:szCs w:val="24"/>
    </w:rPr>
  </w:style>
  <w:style w:type="paragraph" w:customStyle="1" w:styleId="Document1">
    <w:name w:val="Document 1"/>
    <w:rsid w:val="005B5A37"/>
    <w:pPr>
      <w:keepNext/>
      <w:keepLines/>
      <w:tabs>
        <w:tab w:val="left" w:pos="-720"/>
      </w:tabs>
      <w:suppressAutoHyphens/>
    </w:pPr>
    <w:rPr>
      <w:rFonts w:ascii="Arial" w:hAnsi="Arial"/>
      <w:lang w:val="en-US" w:eastAsia="en-US"/>
    </w:rPr>
  </w:style>
  <w:style w:type="paragraph" w:customStyle="1" w:styleId="lm1">
    <w:name w:val="lm@1"/>
    <w:basedOn w:val="Normal"/>
    <w:rsid w:val="005B5A37"/>
    <w:pPr>
      <w:tabs>
        <w:tab w:val="clear" w:pos="720"/>
      </w:tabs>
      <w:suppressAutoHyphens/>
      <w:ind w:left="1440"/>
      <w:jc w:val="both"/>
    </w:pPr>
    <w:rPr>
      <w:spacing w:val="-2"/>
    </w:rPr>
  </w:style>
  <w:style w:type="paragraph" w:customStyle="1" w:styleId="lm5">
    <w:name w:val="lm@.5"/>
    <w:basedOn w:val="Normal"/>
    <w:rsid w:val="005B5A37"/>
    <w:pPr>
      <w:tabs>
        <w:tab w:val="clear" w:pos="720"/>
        <w:tab w:val="left" w:pos="-1440"/>
        <w:tab w:val="left" w:pos="-720"/>
      </w:tabs>
      <w:ind w:left="720"/>
      <w:jc w:val="both"/>
    </w:pPr>
  </w:style>
  <w:style w:type="paragraph" w:customStyle="1" w:styleId="RightPar2">
    <w:name w:val="Right Par 2"/>
    <w:rsid w:val="005B5A37"/>
    <w:pPr>
      <w:tabs>
        <w:tab w:val="left" w:pos="-720"/>
        <w:tab w:val="left" w:pos="0"/>
        <w:tab w:val="left" w:pos="720"/>
        <w:tab w:val="decimal" w:pos="1440"/>
      </w:tabs>
      <w:suppressAutoHyphens/>
      <w:ind w:left="1440"/>
    </w:pPr>
    <w:rPr>
      <w:rFonts w:ascii="Arial" w:hAnsi="Arial"/>
      <w:lang w:val="en-US" w:eastAsia="en-US"/>
    </w:rPr>
  </w:style>
  <w:style w:type="paragraph" w:customStyle="1" w:styleId="RightPar1">
    <w:name w:val="Right Par 1"/>
    <w:rsid w:val="005B5A37"/>
    <w:pPr>
      <w:tabs>
        <w:tab w:val="left" w:pos="-720"/>
        <w:tab w:val="left" w:pos="0"/>
        <w:tab w:val="decimal" w:pos="720"/>
      </w:tabs>
      <w:suppressAutoHyphens/>
      <w:ind w:left="720"/>
    </w:pPr>
    <w:rPr>
      <w:rFonts w:ascii="Arial" w:hAnsi="Arial"/>
      <w:lang w:val="en-US" w:eastAsia="en-US"/>
    </w:rPr>
  </w:style>
  <w:style w:type="paragraph" w:customStyle="1" w:styleId="0">
    <w:name w:val="0"/>
    <w:aliases w:val="docfont"/>
    <w:rsid w:val="005B5A37"/>
    <w:rPr>
      <w:rFonts w:ascii="Arial" w:hAnsi="Arial"/>
      <w:sz w:val="18"/>
      <w:lang w:val="en-US" w:eastAsia="en-US"/>
    </w:rPr>
  </w:style>
  <w:style w:type="paragraph" w:customStyle="1" w:styleId="FormFieldCen">
    <w:name w:val="FormFieldCen"/>
    <w:basedOn w:val="FormField"/>
    <w:rsid w:val="005B5A37"/>
    <w:pPr>
      <w:jc w:val="center"/>
    </w:pPr>
  </w:style>
  <w:style w:type="paragraph" w:customStyle="1" w:styleId="FormField">
    <w:name w:val="FormField"/>
    <w:basedOn w:val="0"/>
    <w:rsid w:val="005B5A37"/>
    <w:rPr>
      <w:rFonts w:ascii="Courier New" w:hAnsi="Courier New"/>
    </w:rPr>
  </w:style>
  <w:style w:type="paragraph" w:customStyle="1" w:styleId="Table">
    <w:name w:val="Table"/>
    <w:basedOn w:val="Normal"/>
    <w:rsid w:val="005B5A37"/>
    <w:pPr>
      <w:keepNext/>
      <w:keepLines/>
      <w:tabs>
        <w:tab w:val="clear" w:pos="720"/>
      </w:tabs>
      <w:spacing w:before="44"/>
      <w:ind w:left="86" w:right="86"/>
    </w:pPr>
    <w:rPr>
      <w:sz w:val="18"/>
      <w:lang w:val="en-GB"/>
    </w:rPr>
  </w:style>
  <w:style w:type="paragraph" w:customStyle="1" w:styleId="pnc">
    <w:name w:val="pnc"/>
    <w:aliases w:val="pncenter"/>
    <w:basedOn w:val="Normal"/>
    <w:rsid w:val="005B5A37"/>
    <w:pPr>
      <w:tabs>
        <w:tab w:val="clear" w:pos="720"/>
      </w:tabs>
      <w:suppressAutoHyphens/>
      <w:jc w:val="center"/>
    </w:pPr>
    <w:rPr>
      <w:b/>
    </w:rPr>
  </w:style>
  <w:style w:type="paragraph" w:customStyle="1" w:styleId="xl24">
    <w:name w:val="xl24"/>
    <w:basedOn w:val="Normal"/>
    <w:rsid w:val="005B5A3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720"/>
      </w:tabs>
      <w:spacing w:before="100" w:beforeAutospacing="1" w:after="100" w:afterAutospacing="1"/>
      <w:jc w:val="center"/>
    </w:pPr>
    <w:rPr>
      <w:rFonts w:eastAsia="Arial Unicode MS" w:cs="Arial"/>
      <w:b/>
      <w:bCs/>
      <w:sz w:val="24"/>
      <w:szCs w:val="24"/>
    </w:rPr>
  </w:style>
  <w:style w:type="paragraph" w:customStyle="1" w:styleId="xl25">
    <w:name w:val="xl25"/>
    <w:basedOn w:val="Normal"/>
    <w:rsid w:val="005B5A3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720"/>
      </w:tabs>
      <w:spacing w:before="100" w:beforeAutospacing="1" w:after="100" w:afterAutospacing="1"/>
      <w:jc w:val="center"/>
    </w:pPr>
    <w:rPr>
      <w:rFonts w:eastAsia="Arial Unicode MS" w:cs="Arial"/>
      <w:b/>
      <w:bCs/>
      <w:sz w:val="24"/>
      <w:szCs w:val="24"/>
    </w:rPr>
  </w:style>
  <w:style w:type="paragraph" w:customStyle="1" w:styleId="xl26">
    <w:name w:val="xl26"/>
    <w:basedOn w:val="Normal"/>
    <w:rsid w:val="005B5A3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720"/>
      </w:tabs>
      <w:spacing w:before="100" w:beforeAutospacing="1" w:after="100" w:afterAutospacing="1"/>
      <w:jc w:val="center"/>
    </w:pPr>
    <w:rPr>
      <w:rFonts w:eastAsia="Arial Unicode MS" w:cs="Arial"/>
      <w:b/>
      <w:bCs/>
      <w:sz w:val="24"/>
      <w:szCs w:val="24"/>
    </w:rPr>
  </w:style>
  <w:style w:type="paragraph" w:customStyle="1" w:styleId="xl27">
    <w:name w:val="xl27"/>
    <w:basedOn w:val="Normal"/>
    <w:rsid w:val="005B5A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720"/>
      </w:tabs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Normal"/>
    <w:rsid w:val="005B5A37"/>
    <w:pPr>
      <w:pBdr>
        <w:bottom w:val="single" w:sz="4" w:space="0" w:color="auto"/>
      </w:pBdr>
      <w:tabs>
        <w:tab w:val="clear" w:pos="720"/>
      </w:tabs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29">
    <w:name w:val="xl29"/>
    <w:basedOn w:val="Normal"/>
    <w:rsid w:val="005B5A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30">
    <w:name w:val="xl30"/>
    <w:basedOn w:val="Normal"/>
    <w:rsid w:val="005B5A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31">
    <w:name w:val="xl31"/>
    <w:basedOn w:val="Normal"/>
    <w:rsid w:val="005B5A37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32">
    <w:name w:val="xl32"/>
    <w:basedOn w:val="Normal"/>
    <w:rsid w:val="005B5A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33">
    <w:name w:val="xl33"/>
    <w:basedOn w:val="Normal"/>
    <w:rsid w:val="005B5A37"/>
    <w:pPr>
      <w:pBdr>
        <w:top w:val="single" w:sz="8" w:space="0" w:color="auto"/>
      </w:pBdr>
      <w:shd w:val="clear" w:color="auto" w:fill="C0C0C0"/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34">
    <w:name w:val="xl34"/>
    <w:basedOn w:val="Normal"/>
    <w:rsid w:val="005B5A37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35">
    <w:name w:val="xl35"/>
    <w:basedOn w:val="Normal"/>
    <w:rsid w:val="005B5A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al"/>
    <w:rsid w:val="005B5A3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37">
    <w:name w:val="xl37"/>
    <w:basedOn w:val="Normal"/>
    <w:rsid w:val="005B5A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38">
    <w:name w:val="xl38"/>
    <w:basedOn w:val="Normal"/>
    <w:rsid w:val="005B5A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39">
    <w:name w:val="xl39"/>
    <w:basedOn w:val="Normal"/>
    <w:rsid w:val="005B5A37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40">
    <w:name w:val="xl40"/>
    <w:basedOn w:val="Normal"/>
    <w:rsid w:val="005B5A37"/>
    <w:pPr>
      <w:shd w:val="clear" w:color="auto" w:fill="C0C0C0"/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41">
    <w:name w:val="xl41"/>
    <w:basedOn w:val="Normal"/>
    <w:rsid w:val="005B5A37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42">
    <w:name w:val="xl42"/>
    <w:basedOn w:val="Normal"/>
    <w:rsid w:val="005B5A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3">
    <w:name w:val="xl43"/>
    <w:basedOn w:val="Normal"/>
    <w:rsid w:val="005B5A3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44">
    <w:name w:val="xl44"/>
    <w:basedOn w:val="Normal"/>
    <w:rsid w:val="005B5A37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45">
    <w:name w:val="xl45"/>
    <w:basedOn w:val="Normal"/>
    <w:rsid w:val="005B5A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Normal"/>
    <w:rsid w:val="005B5A3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47">
    <w:name w:val="xl47"/>
    <w:basedOn w:val="Normal"/>
    <w:rsid w:val="005B5A3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48">
    <w:name w:val="xl48"/>
    <w:basedOn w:val="Normal"/>
    <w:rsid w:val="005B5A3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49">
    <w:name w:val="xl49"/>
    <w:basedOn w:val="Normal"/>
    <w:rsid w:val="005B5A37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50">
    <w:name w:val="xl50"/>
    <w:basedOn w:val="Normal"/>
    <w:rsid w:val="005B5A37"/>
    <w:pPr>
      <w:pBdr>
        <w:bottom w:val="single" w:sz="8" w:space="0" w:color="auto"/>
      </w:pBdr>
      <w:shd w:val="clear" w:color="auto" w:fill="C0C0C0"/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51">
    <w:name w:val="xl51"/>
    <w:basedOn w:val="Normal"/>
    <w:rsid w:val="005B5A37"/>
    <w:pPr>
      <w:tabs>
        <w:tab w:val="clear" w:pos="720"/>
      </w:tabs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52">
    <w:name w:val="xl52"/>
    <w:basedOn w:val="Normal"/>
    <w:rsid w:val="005B5A37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720"/>
      </w:tabs>
      <w:spacing w:before="100" w:beforeAutospacing="1" w:after="100" w:afterAutospacing="1"/>
      <w:jc w:val="center"/>
    </w:pPr>
    <w:rPr>
      <w:rFonts w:eastAsia="Arial Unicode MS" w:cs="Arial"/>
      <w:b/>
      <w:bCs/>
      <w:sz w:val="24"/>
      <w:szCs w:val="24"/>
    </w:rPr>
  </w:style>
  <w:style w:type="paragraph" w:customStyle="1" w:styleId="xl53">
    <w:name w:val="xl53"/>
    <w:basedOn w:val="Normal"/>
    <w:rsid w:val="005B5A3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tabs>
        <w:tab w:val="clear" w:pos="720"/>
      </w:tabs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54">
    <w:name w:val="xl54"/>
    <w:basedOn w:val="Normal"/>
    <w:rsid w:val="005B5A37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720"/>
      </w:tabs>
      <w:spacing w:before="100" w:beforeAutospacing="1" w:after="100" w:afterAutospacing="1"/>
      <w:jc w:val="center"/>
    </w:pPr>
    <w:rPr>
      <w:rFonts w:eastAsia="Arial Unicode MS" w:cs="Arial"/>
      <w:b/>
      <w:bCs/>
      <w:sz w:val="24"/>
      <w:szCs w:val="24"/>
    </w:rPr>
  </w:style>
  <w:style w:type="paragraph" w:customStyle="1" w:styleId="xl55">
    <w:name w:val="xl55"/>
    <w:basedOn w:val="Normal"/>
    <w:rsid w:val="005B5A3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720"/>
      </w:tabs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 w:val="24"/>
      <w:szCs w:val="24"/>
    </w:rPr>
  </w:style>
  <w:style w:type="paragraph" w:customStyle="1" w:styleId="xl56">
    <w:name w:val="xl56"/>
    <w:basedOn w:val="Normal"/>
    <w:rsid w:val="005B5A37"/>
    <w:pPr>
      <w:tabs>
        <w:tab w:val="clear" w:pos="720"/>
      </w:tabs>
      <w:spacing w:before="100" w:beforeAutospacing="1" w:after="100" w:afterAutospacing="1"/>
      <w:jc w:val="right"/>
    </w:pPr>
    <w:rPr>
      <w:rFonts w:eastAsia="Arial Unicode MS" w:cs="Arial"/>
      <w:b/>
      <w:bCs/>
      <w:sz w:val="24"/>
      <w:szCs w:val="24"/>
    </w:rPr>
  </w:style>
  <w:style w:type="paragraph" w:customStyle="1" w:styleId="xl57">
    <w:name w:val="xl57"/>
    <w:basedOn w:val="Normal"/>
    <w:rsid w:val="005B5A37"/>
    <w:pPr>
      <w:tabs>
        <w:tab w:val="clear" w:pos="720"/>
      </w:tabs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9">
    <w:name w:val="xl59"/>
    <w:basedOn w:val="Normal"/>
    <w:rsid w:val="005B5A37"/>
    <w:pPr>
      <w:tabs>
        <w:tab w:val="clear" w:pos="720"/>
      </w:tabs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letterhead">
    <w:name w:val="letterhead"/>
    <w:rsid w:val="005B5A37"/>
    <w:rPr>
      <w:rFonts w:ascii="Arial" w:hAnsi="Arial"/>
      <w:noProof w:val="0"/>
      <w:sz w:val="20"/>
      <w:lang w:val="en-US"/>
    </w:rPr>
  </w:style>
  <w:style w:type="character" w:customStyle="1" w:styleId="Document8">
    <w:name w:val="Document 8"/>
    <w:basedOn w:val="Fuentedeprrafopredeter"/>
    <w:rsid w:val="005B5A37"/>
  </w:style>
  <w:style w:type="character" w:customStyle="1" w:styleId="Document4">
    <w:name w:val="Document 4"/>
    <w:rsid w:val="005B5A37"/>
    <w:rPr>
      <w:b/>
      <w:i/>
      <w:sz w:val="20"/>
    </w:rPr>
  </w:style>
  <w:style w:type="character" w:customStyle="1" w:styleId="Document6">
    <w:name w:val="Document 6"/>
    <w:basedOn w:val="Fuentedeprrafopredeter"/>
    <w:rsid w:val="005B5A37"/>
  </w:style>
  <w:style w:type="character" w:customStyle="1" w:styleId="Document5">
    <w:name w:val="Document 5"/>
    <w:basedOn w:val="Fuentedeprrafopredeter"/>
    <w:rsid w:val="005B5A37"/>
  </w:style>
  <w:style w:type="character" w:customStyle="1" w:styleId="Document2">
    <w:name w:val="Document 2"/>
    <w:rsid w:val="005B5A37"/>
    <w:rPr>
      <w:rFonts w:ascii="Arial" w:hAnsi="Arial"/>
      <w:noProof w:val="0"/>
      <w:sz w:val="20"/>
      <w:lang w:val="en-US"/>
    </w:rPr>
  </w:style>
  <w:style w:type="character" w:customStyle="1" w:styleId="Document7">
    <w:name w:val="Document 7"/>
    <w:basedOn w:val="Fuentedeprrafopredeter"/>
    <w:rsid w:val="005B5A37"/>
  </w:style>
  <w:style w:type="character" w:customStyle="1" w:styleId="Bibliogrphy">
    <w:name w:val="Bibliogrphy"/>
    <w:basedOn w:val="Fuentedeprrafopredeter"/>
    <w:rsid w:val="005B5A37"/>
  </w:style>
  <w:style w:type="character" w:customStyle="1" w:styleId="Document3">
    <w:name w:val="Document 3"/>
    <w:rsid w:val="005B5A37"/>
    <w:rPr>
      <w:rFonts w:ascii="Arial" w:hAnsi="Arial"/>
      <w:noProof w:val="0"/>
      <w:sz w:val="20"/>
      <w:lang w:val="en-US"/>
    </w:rPr>
  </w:style>
  <w:style w:type="paragraph" w:customStyle="1" w:styleId="RightPar3">
    <w:name w:val="Right Par 3"/>
    <w:rsid w:val="005B5A37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/>
    </w:pPr>
    <w:rPr>
      <w:rFonts w:ascii="Arial" w:hAnsi="Arial"/>
      <w:lang w:val="en-US" w:eastAsia="en-US"/>
    </w:rPr>
  </w:style>
  <w:style w:type="paragraph" w:customStyle="1" w:styleId="RightPar4">
    <w:name w:val="Right Par 4"/>
    <w:rsid w:val="005B5A37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/>
    </w:pPr>
    <w:rPr>
      <w:rFonts w:ascii="Arial" w:hAnsi="Arial"/>
      <w:lang w:val="en-US" w:eastAsia="en-US"/>
    </w:rPr>
  </w:style>
  <w:style w:type="paragraph" w:customStyle="1" w:styleId="RightPar5">
    <w:name w:val="Right Par 5"/>
    <w:rsid w:val="005B5A3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/>
    </w:pPr>
    <w:rPr>
      <w:rFonts w:ascii="Arial" w:hAnsi="Arial"/>
      <w:lang w:val="en-US" w:eastAsia="en-US"/>
    </w:rPr>
  </w:style>
  <w:style w:type="paragraph" w:customStyle="1" w:styleId="RightPar6">
    <w:name w:val="Right Par 6"/>
    <w:rsid w:val="005B5A3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/>
    </w:pPr>
    <w:rPr>
      <w:rFonts w:ascii="Arial" w:hAnsi="Arial"/>
      <w:lang w:val="en-US" w:eastAsia="en-US"/>
    </w:rPr>
  </w:style>
  <w:style w:type="paragraph" w:customStyle="1" w:styleId="RightPar7">
    <w:name w:val="Right Par 7"/>
    <w:rsid w:val="005B5A3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/>
    </w:pPr>
    <w:rPr>
      <w:rFonts w:ascii="Arial" w:hAnsi="Arial"/>
      <w:lang w:val="en-US" w:eastAsia="en-US"/>
    </w:rPr>
  </w:style>
  <w:style w:type="paragraph" w:customStyle="1" w:styleId="RightPar8">
    <w:name w:val="Right Par 8"/>
    <w:rsid w:val="005B5A3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/>
    </w:pPr>
    <w:rPr>
      <w:rFonts w:ascii="Arial" w:hAnsi="Arial"/>
      <w:lang w:val="en-US" w:eastAsia="en-US"/>
    </w:rPr>
  </w:style>
  <w:style w:type="character" w:customStyle="1" w:styleId="DocInit">
    <w:name w:val="Doc Init"/>
    <w:basedOn w:val="Fuentedeprrafopredeter"/>
    <w:rsid w:val="005B5A37"/>
  </w:style>
  <w:style w:type="character" w:customStyle="1" w:styleId="TechInit">
    <w:name w:val="Tech Init"/>
    <w:rsid w:val="005B5A37"/>
    <w:rPr>
      <w:rFonts w:ascii="Arial" w:hAnsi="Arial"/>
      <w:noProof w:val="0"/>
      <w:sz w:val="20"/>
      <w:lang w:val="en-US"/>
    </w:rPr>
  </w:style>
  <w:style w:type="paragraph" w:customStyle="1" w:styleId="Technical5">
    <w:name w:val="Technical 5"/>
    <w:rsid w:val="005B5A37"/>
    <w:pPr>
      <w:tabs>
        <w:tab w:val="left" w:pos="-720"/>
      </w:tabs>
      <w:suppressAutoHyphens/>
      <w:ind w:firstLine="720"/>
    </w:pPr>
    <w:rPr>
      <w:rFonts w:ascii="Arial" w:hAnsi="Arial"/>
      <w:b/>
      <w:lang w:val="en-US" w:eastAsia="en-US"/>
    </w:rPr>
  </w:style>
  <w:style w:type="paragraph" w:customStyle="1" w:styleId="Technical6">
    <w:name w:val="Technical 6"/>
    <w:rsid w:val="005B5A37"/>
    <w:pPr>
      <w:tabs>
        <w:tab w:val="left" w:pos="-720"/>
      </w:tabs>
      <w:suppressAutoHyphens/>
      <w:ind w:firstLine="720"/>
    </w:pPr>
    <w:rPr>
      <w:rFonts w:ascii="Arial" w:hAnsi="Arial"/>
      <w:b/>
      <w:lang w:val="en-US" w:eastAsia="en-US"/>
    </w:rPr>
  </w:style>
  <w:style w:type="character" w:customStyle="1" w:styleId="Technical2">
    <w:name w:val="Technical 2"/>
    <w:rsid w:val="005B5A37"/>
    <w:rPr>
      <w:rFonts w:ascii="Arial" w:hAnsi="Arial"/>
      <w:noProof w:val="0"/>
      <w:sz w:val="20"/>
      <w:lang w:val="en-US"/>
    </w:rPr>
  </w:style>
  <w:style w:type="character" w:customStyle="1" w:styleId="Technical3">
    <w:name w:val="Technical 3"/>
    <w:rsid w:val="005B5A37"/>
    <w:rPr>
      <w:rFonts w:ascii="Arial" w:hAnsi="Arial"/>
      <w:noProof w:val="0"/>
      <w:sz w:val="20"/>
      <w:lang w:val="en-US"/>
    </w:rPr>
  </w:style>
  <w:style w:type="paragraph" w:customStyle="1" w:styleId="Technical4">
    <w:name w:val="Technical 4"/>
    <w:rsid w:val="005B5A37"/>
    <w:pPr>
      <w:tabs>
        <w:tab w:val="left" w:pos="-720"/>
      </w:tabs>
      <w:suppressAutoHyphens/>
    </w:pPr>
    <w:rPr>
      <w:rFonts w:ascii="Arial" w:hAnsi="Arial"/>
      <w:b/>
      <w:lang w:val="en-US" w:eastAsia="en-US"/>
    </w:rPr>
  </w:style>
  <w:style w:type="character" w:customStyle="1" w:styleId="Technical1">
    <w:name w:val="Technical 1"/>
    <w:rsid w:val="005B5A37"/>
    <w:rPr>
      <w:rFonts w:ascii="Arial" w:hAnsi="Arial"/>
      <w:noProof w:val="0"/>
      <w:sz w:val="20"/>
      <w:lang w:val="en-US"/>
    </w:rPr>
  </w:style>
  <w:style w:type="paragraph" w:customStyle="1" w:styleId="Technical7">
    <w:name w:val="Technical 7"/>
    <w:rsid w:val="005B5A37"/>
    <w:pPr>
      <w:tabs>
        <w:tab w:val="left" w:pos="-720"/>
      </w:tabs>
      <w:suppressAutoHyphens/>
      <w:ind w:firstLine="720"/>
    </w:pPr>
    <w:rPr>
      <w:rFonts w:ascii="Arial" w:hAnsi="Arial"/>
      <w:b/>
      <w:lang w:val="en-US" w:eastAsia="en-US"/>
    </w:rPr>
  </w:style>
  <w:style w:type="paragraph" w:customStyle="1" w:styleId="Technical8">
    <w:name w:val="Technical 8"/>
    <w:rsid w:val="005B5A37"/>
    <w:pPr>
      <w:tabs>
        <w:tab w:val="left" w:pos="-720"/>
      </w:tabs>
      <w:suppressAutoHyphens/>
      <w:ind w:firstLine="720"/>
    </w:pPr>
    <w:rPr>
      <w:rFonts w:ascii="Arial" w:hAnsi="Arial"/>
      <w:b/>
      <w:lang w:val="en-US" w:eastAsia="en-US"/>
    </w:rPr>
  </w:style>
  <w:style w:type="character" w:customStyle="1" w:styleId="EquationCaption">
    <w:name w:val="_Equation Caption"/>
    <w:rsid w:val="005B5A37"/>
  </w:style>
  <w:style w:type="paragraph" w:customStyle="1" w:styleId="b">
    <w:name w:val="b"/>
    <w:aliases w:val="bold"/>
    <w:basedOn w:val="Normal"/>
    <w:rsid w:val="005B5A37"/>
    <w:pPr>
      <w:tabs>
        <w:tab w:val="clear" w:pos="720"/>
      </w:tabs>
      <w:suppressAutoHyphens/>
      <w:jc w:val="both"/>
    </w:pPr>
    <w:rPr>
      <w:b/>
      <w:spacing w:val="-2"/>
    </w:rPr>
  </w:style>
  <w:style w:type="paragraph" w:customStyle="1" w:styleId="h1">
    <w:name w:val="h1"/>
    <w:aliases w:val="hang1"/>
    <w:basedOn w:val="Normal"/>
    <w:rsid w:val="005B5A37"/>
    <w:pPr>
      <w:tabs>
        <w:tab w:val="clear" w:pos="720"/>
        <w:tab w:val="left" w:pos="-1440"/>
        <w:tab w:val="left" w:pos="-720"/>
        <w:tab w:val="left" w:pos="0"/>
      </w:tabs>
      <w:ind w:left="720" w:hanging="720"/>
      <w:jc w:val="both"/>
    </w:pPr>
  </w:style>
  <w:style w:type="paragraph" w:customStyle="1" w:styleId="h2">
    <w:name w:val="h2"/>
    <w:aliases w:val="hang2"/>
    <w:basedOn w:val="h1"/>
    <w:rsid w:val="005B5A37"/>
    <w:pPr>
      <w:tabs>
        <w:tab w:val="clear" w:pos="-720"/>
        <w:tab w:val="clear" w:pos="0"/>
      </w:tabs>
      <w:ind w:left="1440"/>
    </w:pPr>
  </w:style>
  <w:style w:type="paragraph" w:customStyle="1" w:styleId="pn">
    <w:name w:val="pn"/>
    <w:basedOn w:val="Normal"/>
    <w:rsid w:val="005B5A37"/>
    <w:pPr>
      <w:tabs>
        <w:tab w:val="clear" w:pos="720"/>
        <w:tab w:val="left" w:pos="-1800"/>
        <w:tab w:val="left" w:pos="-1080"/>
      </w:tabs>
      <w:suppressAutoHyphens/>
      <w:ind w:left="720" w:right="720"/>
      <w:jc w:val="both"/>
    </w:pPr>
    <w:rPr>
      <w:b/>
    </w:rPr>
  </w:style>
  <w:style w:type="paragraph" w:customStyle="1" w:styleId="t">
    <w:name w:val="t"/>
    <w:aliases w:val="text"/>
    <w:basedOn w:val="Normal"/>
    <w:rsid w:val="005B5A37"/>
    <w:pPr>
      <w:tabs>
        <w:tab w:val="clear" w:pos="720"/>
        <w:tab w:val="left" w:pos="-1440"/>
        <w:tab w:val="left" w:pos="-720"/>
      </w:tabs>
      <w:suppressAutoHyphens/>
      <w:jc w:val="both"/>
    </w:pPr>
  </w:style>
  <w:style w:type="paragraph" w:customStyle="1" w:styleId="lm50">
    <w:name w:val="lm@5"/>
    <w:basedOn w:val="Normal"/>
    <w:rsid w:val="005B5A37"/>
    <w:pPr>
      <w:tabs>
        <w:tab w:val="clear" w:pos="720"/>
        <w:tab w:val="left" w:pos="-1440"/>
        <w:tab w:val="left" w:pos="-720"/>
      </w:tabs>
      <w:suppressAutoHyphens/>
      <w:ind w:left="720"/>
      <w:jc w:val="both"/>
    </w:pPr>
  </w:style>
  <w:style w:type="paragraph" w:customStyle="1" w:styleId="ctb10pt">
    <w:name w:val="ctb10pt"/>
    <w:basedOn w:val="Normal"/>
    <w:rsid w:val="005B5A37"/>
    <w:pPr>
      <w:tabs>
        <w:tab w:val="clear" w:pos="720"/>
      </w:tabs>
      <w:suppressAutoHyphens/>
      <w:jc w:val="center"/>
    </w:pPr>
    <w:rPr>
      <w:b/>
    </w:rPr>
  </w:style>
  <w:style w:type="paragraph" w:customStyle="1" w:styleId="4">
    <w:name w:val="4"/>
    <w:aliases w:val="rj"/>
    <w:basedOn w:val="0"/>
    <w:rsid w:val="005B5A37"/>
    <w:pPr>
      <w:jc w:val="right"/>
    </w:pPr>
  </w:style>
  <w:style w:type="paragraph" w:customStyle="1" w:styleId="1">
    <w:name w:val="1"/>
    <w:aliases w:val="Arial7L"/>
    <w:rsid w:val="005B5A37"/>
    <w:rPr>
      <w:rFonts w:ascii="Arial" w:hAnsi="Arial"/>
      <w:sz w:val="14"/>
      <w:lang w:val="en-US" w:eastAsia="en-US"/>
    </w:rPr>
  </w:style>
  <w:style w:type="paragraph" w:customStyle="1" w:styleId="2">
    <w:name w:val="2"/>
    <w:aliases w:val="Arial7C"/>
    <w:rsid w:val="005B5A37"/>
    <w:pPr>
      <w:jc w:val="center"/>
    </w:pPr>
    <w:rPr>
      <w:rFonts w:ascii="Arial" w:hAnsi="Arial"/>
      <w:sz w:val="14"/>
      <w:lang w:val="en-US" w:eastAsia="en-US"/>
    </w:rPr>
  </w:style>
  <w:style w:type="paragraph" w:customStyle="1" w:styleId="indA">
    <w:name w:val="indA"/>
    <w:basedOn w:val="Normal"/>
    <w:rsid w:val="005B5A37"/>
    <w:pPr>
      <w:keepNext/>
      <w:tabs>
        <w:tab w:val="clear" w:pos="720"/>
      </w:tabs>
      <w:suppressAutoHyphens/>
      <w:spacing w:after="200"/>
      <w:jc w:val="both"/>
    </w:pPr>
    <w:rPr>
      <w:spacing w:val="-2"/>
    </w:rPr>
  </w:style>
  <w:style w:type="paragraph" w:customStyle="1" w:styleId="8">
    <w:name w:val="8"/>
    <w:aliases w:val="8point"/>
    <w:basedOn w:val="0"/>
    <w:rsid w:val="005B5A37"/>
    <w:pPr>
      <w:spacing w:before="40"/>
    </w:pPr>
    <w:rPr>
      <w:sz w:val="16"/>
    </w:rPr>
  </w:style>
  <w:style w:type="paragraph" w:customStyle="1" w:styleId="Description">
    <w:name w:val="Description"/>
    <w:basedOn w:val="FormField"/>
    <w:rsid w:val="005B5A37"/>
    <w:pPr>
      <w:tabs>
        <w:tab w:val="num" w:pos="360"/>
      </w:tabs>
      <w:spacing w:before="40"/>
      <w:ind w:left="360" w:hanging="360"/>
    </w:pPr>
    <w:rPr>
      <w:rFonts w:ascii="Arial" w:hAnsi="Arial"/>
    </w:rPr>
  </w:style>
  <w:style w:type="paragraph" w:customStyle="1" w:styleId="3">
    <w:name w:val="3"/>
    <w:aliases w:val="Arial7R"/>
    <w:rsid w:val="005B5A37"/>
    <w:pPr>
      <w:jc w:val="right"/>
    </w:pPr>
    <w:rPr>
      <w:rFonts w:ascii="Arial" w:hAnsi="Arial"/>
      <w:sz w:val="14"/>
      <w:lang w:val="en-US" w:eastAsia="en-US"/>
    </w:rPr>
  </w:style>
  <w:style w:type="paragraph" w:customStyle="1" w:styleId="Footer2">
    <w:name w:val="Footer2"/>
    <w:basedOn w:val="Normal"/>
    <w:rsid w:val="005B5A37"/>
    <w:pPr>
      <w:pBdr>
        <w:top w:val="single" w:sz="12" w:space="6" w:color="auto"/>
      </w:pBdr>
      <w:tabs>
        <w:tab w:val="clear" w:pos="720"/>
        <w:tab w:val="center" w:pos="4680"/>
        <w:tab w:val="left" w:pos="6480"/>
        <w:tab w:val="center" w:pos="7200"/>
        <w:tab w:val="right" w:pos="9180"/>
        <w:tab w:val="right" w:pos="13500"/>
      </w:tabs>
      <w:suppressAutoHyphens/>
      <w:spacing w:before="120"/>
      <w:jc w:val="both"/>
    </w:pPr>
    <w:rPr>
      <w:spacing w:val="-2"/>
    </w:rPr>
  </w:style>
  <w:style w:type="paragraph" w:customStyle="1" w:styleId="b1">
    <w:name w:val="b1"/>
    <w:aliases w:val="bullet 1"/>
    <w:basedOn w:val="Normal"/>
    <w:rsid w:val="005B5A37"/>
    <w:pPr>
      <w:tabs>
        <w:tab w:val="clear" w:pos="720"/>
      </w:tabs>
      <w:spacing w:before="120"/>
      <w:ind w:left="720" w:hanging="360"/>
      <w:jc w:val="both"/>
    </w:pPr>
  </w:style>
  <w:style w:type="paragraph" w:customStyle="1" w:styleId="hanglm1">
    <w:name w:val="hanglm@1"/>
    <w:basedOn w:val="Normal"/>
    <w:rsid w:val="005B5A37"/>
    <w:pPr>
      <w:tabs>
        <w:tab w:val="clear" w:pos="720"/>
        <w:tab w:val="left" w:pos="-1440"/>
        <w:tab w:val="right" w:pos="7200"/>
      </w:tabs>
      <w:ind w:left="2160" w:hanging="720"/>
      <w:jc w:val="both"/>
    </w:pPr>
  </w:style>
  <w:style w:type="paragraph" w:customStyle="1" w:styleId="00BodyText">
    <w:name w:val="00 BodyText"/>
    <w:basedOn w:val="Normal"/>
    <w:rsid w:val="005B5A37"/>
    <w:pPr>
      <w:tabs>
        <w:tab w:val="clear" w:pos="720"/>
      </w:tabs>
      <w:spacing w:after="220"/>
    </w:pPr>
    <w:rPr>
      <w:sz w:val="22"/>
    </w:rPr>
  </w:style>
  <w:style w:type="paragraph" w:customStyle="1" w:styleId="xl58">
    <w:name w:val="xl58"/>
    <w:basedOn w:val="Normal"/>
    <w:rsid w:val="005B5A37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720"/>
      </w:tabs>
      <w:spacing w:before="100" w:beforeAutospacing="1" w:after="100" w:afterAutospacing="1"/>
      <w:jc w:val="center"/>
    </w:pPr>
    <w:rPr>
      <w:rFonts w:eastAsia="Arial Unicode MS" w:cs="Arial"/>
      <w:b/>
      <w:bCs/>
      <w:sz w:val="24"/>
      <w:szCs w:val="24"/>
    </w:rPr>
  </w:style>
  <w:style w:type="paragraph" w:styleId="Textodeglobo">
    <w:name w:val="Balloon Text"/>
    <w:basedOn w:val="Normal"/>
    <w:semiHidden/>
    <w:rsid w:val="004865D8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F51EB2"/>
    <w:pPr>
      <w:tabs>
        <w:tab w:val="left" w:pos="720"/>
      </w:tabs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8D798B"/>
    <w:rPr>
      <w:color w:val="0000FF"/>
      <w:u w:val="single"/>
    </w:rPr>
  </w:style>
  <w:style w:type="character" w:styleId="Hipervnculovisitado">
    <w:name w:val="FollowedHyperlink"/>
    <w:rsid w:val="008D798B"/>
    <w:rPr>
      <w:color w:val="800080"/>
      <w:u w:val="single"/>
    </w:rPr>
  </w:style>
  <w:style w:type="paragraph" w:styleId="Prrafodelista">
    <w:name w:val="List Paragraph"/>
    <w:basedOn w:val="Normal"/>
    <w:uiPriority w:val="34"/>
    <w:qFormat/>
    <w:rsid w:val="006D2A81"/>
    <w:pPr>
      <w:ind w:left="720"/>
      <w:contextualSpacing/>
    </w:pPr>
  </w:style>
  <w:style w:type="paragraph" w:styleId="Mapadeldocumento">
    <w:name w:val="Document Map"/>
    <w:basedOn w:val="Normal"/>
    <w:link w:val="MapadeldocumentoCar"/>
    <w:rsid w:val="007D0873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rsid w:val="007D0873"/>
    <w:rPr>
      <w:rFonts w:ascii="Tahoma" w:hAnsi="Tahoma" w:cs="Tahoma"/>
      <w:sz w:val="16"/>
      <w:szCs w:val="16"/>
      <w:lang w:val="es-VE" w:eastAsia="en-US"/>
    </w:rPr>
  </w:style>
  <w:style w:type="character" w:customStyle="1" w:styleId="EncabezadoCar">
    <w:name w:val="Encabezado Car"/>
    <w:aliases w:val="Encabezado Linea 1 Car,encabezado Car,Header Line1 Car,L1 Car,List Indent 1 Car"/>
    <w:link w:val="Encabezado"/>
    <w:uiPriority w:val="99"/>
    <w:rsid w:val="003159EA"/>
    <w:rPr>
      <w:rFonts w:ascii="Arial" w:hAnsi="Arial"/>
      <w:noProof/>
      <w:lang w:val="es-VE"/>
    </w:rPr>
  </w:style>
  <w:style w:type="paragraph" w:customStyle="1" w:styleId="Default">
    <w:name w:val="Default"/>
    <w:rsid w:val="00EA129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s-UY" w:eastAsia="es-UY"/>
    </w:rPr>
  </w:style>
  <w:style w:type="character" w:styleId="Textodelmarcadordeposicin">
    <w:name w:val="Placeholder Text"/>
    <w:basedOn w:val="Fuentedeprrafopredeter"/>
    <w:uiPriority w:val="99"/>
    <w:semiHidden/>
    <w:rsid w:val="00505FF0"/>
    <w:rPr>
      <w:color w:val="808080"/>
    </w:rPr>
  </w:style>
  <w:style w:type="paragraph" w:styleId="Revisin">
    <w:name w:val="Revision"/>
    <w:hidden/>
    <w:uiPriority w:val="99"/>
    <w:semiHidden/>
    <w:rsid w:val="00955BFE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control" Target="activeX/activeX8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ontrol" Target="activeX/activeX11.xml"/><Relationship Id="rId7" Type="http://schemas.openxmlformats.org/officeDocument/2006/relationships/endnotes" Target="endnotes.xml"/><Relationship Id="rId12" Type="http://schemas.openxmlformats.org/officeDocument/2006/relationships/control" Target="activeX/activeX3.xml"/><Relationship Id="rId17" Type="http://schemas.openxmlformats.org/officeDocument/2006/relationships/control" Target="activeX/activeX7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control" Target="activeX/activeX6.xml"/><Relationship Id="rId20" Type="http://schemas.openxmlformats.org/officeDocument/2006/relationships/control" Target="activeX/activeX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control" Target="activeX/activeX13.xml"/><Relationship Id="rId10" Type="http://schemas.openxmlformats.org/officeDocument/2006/relationships/image" Target="media/image2.wmf"/><Relationship Id="rId19" Type="http://schemas.openxmlformats.org/officeDocument/2006/relationships/control" Target="activeX/activeX9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4.xml"/><Relationship Id="rId22" Type="http://schemas.openxmlformats.org/officeDocument/2006/relationships/control" Target="activeX/activeX12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%20DRIVE\!SWPPs\SWPP%20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CA210-62ED-479E-AF0E-1D1D4653C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SWPP template.dot</Template>
  <TotalTime>4</TotalTime>
  <Pages>1</Pages>
  <Words>182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Attachment B</vt:lpstr>
    </vt:vector>
  </TitlesOfParts>
  <Company>Bechtel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B</dc:title>
  <dc:subject/>
  <dc:creator>sknight</dc:creator>
  <cp:keywords/>
  <cp:lastModifiedBy>Luis Enrique Duran</cp:lastModifiedBy>
  <cp:revision>6</cp:revision>
  <cp:lastPrinted>2008-11-03T14:39:00Z</cp:lastPrinted>
  <dcterms:created xsi:type="dcterms:W3CDTF">2023-02-20T03:07:00Z</dcterms:created>
  <dcterms:modified xsi:type="dcterms:W3CDTF">2023-03-01T19:24:00Z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              </vt:lpwstr>
  </property>
</Properties>
</file>